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B3A" w:rsidRDefault="007F6B3A" w:rsidP="0000174F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7F6B3A" w:rsidRPr="000E4F7B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МИНИСТЕРСТВО СОЦИАЛЬНОГО РАЗВИТИЯ И СЕМЕЙНОЙ ПОЛИТИКИ КРАСНОДАРСКОГО КРАЯ</w:t>
      </w:r>
    </w:p>
    <w:p w:rsidR="007F6B3A" w:rsidRPr="000E4F7B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6B3A" w:rsidRPr="000E4F7B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6B3A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Р И К А З</w:t>
      </w:r>
    </w:p>
    <w:p w:rsidR="007F6B3A" w:rsidRPr="000E4F7B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6B3A" w:rsidRPr="000E4F7B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«___»___________20__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№_____________</w:t>
      </w:r>
    </w:p>
    <w:p w:rsidR="007F6B3A" w:rsidRPr="000E4F7B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6B3A" w:rsidRPr="000E4F7B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6B3A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7F6B3A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услуги:</w:t>
      </w:r>
      <w:r w:rsidRPr="007538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F6B3A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«Выдача согласия на заключение</w:t>
      </w:r>
    </w:p>
    <w:p w:rsidR="007F6B3A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ind w:right="2257" w:firstLine="18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трудового договора с лицом, получающим</w:t>
      </w:r>
    </w:p>
    <w:p w:rsidR="007F6B3A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ind w:right="2257" w:firstLine="18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 и достигшим</w:t>
      </w:r>
    </w:p>
    <w:p w:rsidR="007F6B3A" w:rsidRPr="002D0AD0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ind w:right="2257" w:firstLine="18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возраста четырнадцати лет »</w:t>
      </w:r>
    </w:p>
    <w:p w:rsidR="007F6B3A" w:rsidRDefault="007F6B3A" w:rsidP="00E43042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B3A" w:rsidRPr="002D0AD0" w:rsidRDefault="007F6B3A" w:rsidP="00CD5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6B3A" w:rsidRPr="002D0AD0" w:rsidRDefault="007F6B3A" w:rsidP="00CC78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7F6B3A" w:rsidRDefault="007F6B3A" w:rsidP="00CC78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458C8">
        <w:rPr>
          <w:rFonts w:ascii="Times New Roman" w:hAnsi="Times New Roman" w:cs="Times New Roman"/>
          <w:sz w:val="28"/>
          <w:szCs w:val="28"/>
        </w:rPr>
        <w:t xml:space="preserve">1. Утвердить прилагаемый административный регламент предоставления государственной услуги </w:t>
      </w:r>
      <w:r w:rsidRPr="00CC7858">
        <w:rPr>
          <w:rFonts w:ascii="Times New Roman" w:hAnsi="Times New Roman" w:cs="Times New Roman"/>
          <w:sz w:val="28"/>
          <w:szCs w:val="28"/>
        </w:rPr>
        <w:t>«Выдача согласия на заключение трудового договора с лицом, получающим общее образование и достигшим возраста четырнадцати лет»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7F6B3A" w:rsidRDefault="007F6B3A" w:rsidP="009F5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Рекомендовать 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Pr="00CC7858">
        <w:rPr>
          <w:rFonts w:ascii="Times New Roman" w:hAnsi="Times New Roman" w:cs="Times New Roman"/>
          <w:sz w:val="28"/>
          <w:szCs w:val="28"/>
        </w:rPr>
        <w:t>«Выдача согласия на заключение трудового договора с лицом, получающим общее образование и достигшим возраста четырнадцати лет»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7F6B3A" w:rsidRDefault="007F6B3A" w:rsidP="00BB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D0AD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Отделу информационно-аналитической и методической работы (Паршина):</w:t>
      </w:r>
    </w:p>
    <w:p w:rsidR="007F6B3A" w:rsidRDefault="007F6B3A" w:rsidP="00BB4D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 (опубликования) на официальном сайте администрации Краснодарского края в информационно-телекоммуникационной сети «Интернет» и направления  на «Официальный интернет-портал правовой информации» (</w:t>
      </w:r>
      <w:hyperlink r:id="rId6" w:history="1"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pravo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gov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7F6B3A" w:rsidRDefault="007F6B3A" w:rsidP="00BB4D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 w:rsidP="00BB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Pr="002D0AD0" w:rsidRDefault="007F6B3A" w:rsidP="00BB4D9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обеспечить размещение настоящего приказа на официальном 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7F6B3A" w:rsidRDefault="007F6B3A" w:rsidP="009F5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Отделу правового обеспечения в управлении правового обеспечения и организации гражданской службы (Киселева)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7F6B3A" w:rsidRPr="002D0AD0" w:rsidRDefault="007F6B3A" w:rsidP="009F5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приказа возложить на заместителя министра </w:t>
      </w:r>
      <w:r>
        <w:rPr>
          <w:rFonts w:ascii="Times New Roman" w:hAnsi="Times New Roman" w:cs="Times New Roman"/>
          <w:sz w:val="28"/>
          <w:szCs w:val="28"/>
        </w:rPr>
        <w:t>Д.С. Проценко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7F6B3A" w:rsidRPr="002D0AD0" w:rsidRDefault="007F6B3A" w:rsidP="009F5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7F6B3A" w:rsidRDefault="007F6B3A" w:rsidP="009F5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Д.С. Проценко</w:t>
      </w: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Default="007F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3A" w:rsidRPr="002D0AD0" w:rsidRDefault="007F6B3A" w:rsidP="00863A88">
      <w:pPr>
        <w:spacing w:after="0" w:line="240" w:lineRule="auto"/>
      </w:pPr>
    </w:p>
    <w:sectPr w:rsidR="007F6B3A" w:rsidRPr="002D0AD0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B3A" w:rsidRDefault="007F6B3A" w:rsidP="008B39C9">
      <w:pPr>
        <w:spacing w:after="0" w:line="240" w:lineRule="auto"/>
      </w:pPr>
      <w:r>
        <w:separator/>
      </w:r>
    </w:p>
  </w:endnote>
  <w:endnote w:type="continuationSeparator" w:id="0">
    <w:p w:rsidR="007F6B3A" w:rsidRDefault="007F6B3A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B3A" w:rsidRDefault="007F6B3A" w:rsidP="008B39C9">
      <w:pPr>
        <w:spacing w:after="0" w:line="240" w:lineRule="auto"/>
      </w:pPr>
      <w:r>
        <w:separator/>
      </w:r>
    </w:p>
  </w:footnote>
  <w:footnote w:type="continuationSeparator" w:id="0">
    <w:p w:rsidR="007F6B3A" w:rsidRDefault="007F6B3A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B3A" w:rsidRPr="008B39C9" w:rsidRDefault="007F6B3A" w:rsidP="008B39C9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AD0"/>
    <w:rsid w:val="0000174F"/>
    <w:rsid w:val="000639A3"/>
    <w:rsid w:val="000A1D46"/>
    <w:rsid w:val="000B718A"/>
    <w:rsid w:val="000E4F7B"/>
    <w:rsid w:val="00110462"/>
    <w:rsid w:val="001D3510"/>
    <w:rsid w:val="002B0AFB"/>
    <w:rsid w:val="002D0AD0"/>
    <w:rsid w:val="002D3830"/>
    <w:rsid w:val="002F34FF"/>
    <w:rsid w:val="002F55EA"/>
    <w:rsid w:val="00330D18"/>
    <w:rsid w:val="003458C8"/>
    <w:rsid w:val="003A4BE2"/>
    <w:rsid w:val="00407130"/>
    <w:rsid w:val="0067443F"/>
    <w:rsid w:val="006A2D1D"/>
    <w:rsid w:val="00746872"/>
    <w:rsid w:val="007509B9"/>
    <w:rsid w:val="0075384B"/>
    <w:rsid w:val="00794ECA"/>
    <w:rsid w:val="007F6B3A"/>
    <w:rsid w:val="00863A88"/>
    <w:rsid w:val="008761AB"/>
    <w:rsid w:val="0088658D"/>
    <w:rsid w:val="008B39C9"/>
    <w:rsid w:val="00991FDD"/>
    <w:rsid w:val="00996159"/>
    <w:rsid w:val="009D345B"/>
    <w:rsid w:val="009E1635"/>
    <w:rsid w:val="009F56A9"/>
    <w:rsid w:val="00A2253A"/>
    <w:rsid w:val="00A67E85"/>
    <w:rsid w:val="00AF74C1"/>
    <w:rsid w:val="00B03C4D"/>
    <w:rsid w:val="00B25495"/>
    <w:rsid w:val="00B46D01"/>
    <w:rsid w:val="00B6614D"/>
    <w:rsid w:val="00B715E7"/>
    <w:rsid w:val="00B809D7"/>
    <w:rsid w:val="00BB4D9F"/>
    <w:rsid w:val="00BF148A"/>
    <w:rsid w:val="00BF4EB8"/>
    <w:rsid w:val="00C40995"/>
    <w:rsid w:val="00CC7858"/>
    <w:rsid w:val="00CD5E17"/>
    <w:rsid w:val="00E43042"/>
    <w:rsid w:val="00EE7D22"/>
    <w:rsid w:val="00F1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D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Header">
    <w:name w:val="header"/>
    <w:basedOn w:val="Normal"/>
    <w:link w:val="Head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9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39C9"/>
    <w:rPr>
      <w:rFonts w:cs="Times New Roman"/>
    </w:rPr>
  </w:style>
  <w:style w:type="character" w:styleId="Hyperlink">
    <w:name w:val="Hyperlink"/>
    <w:basedOn w:val="DefaultParagraphFont"/>
    <w:uiPriority w:val="99"/>
    <w:rsid w:val="00BB4D9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4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2</Pages>
  <Words>437</Words>
  <Characters>2492</Characters>
  <Application>Microsoft Office Outlook</Application>
  <DocSecurity>0</DocSecurity>
  <Lines>0</Lines>
  <Paragraphs>0</Paragraphs>
  <ScaleCrop>false</ScaleCrop>
  <Company>DFP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agafonova</cp:lastModifiedBy>
  <cp:revision>18</cp:revision>
  <cp:lastPrinted>2014-09-11T10:51:00Z</cp:lastPrinted>
  <dcterms:created xsi:type="dcterms:W3CDTF">2014-02-11T13:41:00Z</dcterms:created>
  <dcterms:modified xsi:type="dcterms:W3CDTF">2014-09-23T11:12:00Z</dcterms:modified>
</cp:coreProperties>
</file>