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033" w:rsidRDefault="00A72033" w:rsidP="006511FD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ПРОЕКТ</w:t>
      </w:r>
    </w:p>
    <w:p w:rsidR="00A72033" w:rsidRPr="000E4F7B" w:rsidRDefault="00A72033" w:rsidP="00A173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E4F7B">
        <w:rPr>
          <w:rFonts w:ascii="Times New Roman" w:hAnsi="Times New Roman" w:cs="Times New Roman"/>
          <w:sz w:val="28"/>
          <w:szCs w:val="28"/>
        </w:rPr>
        <w:t>МИНИСТЕРСТВО СОЦИАЛЬНОГО РАЗВИТИЯ И СЕМЕЙНОЙ ПОЛИТИКИ КРАСНОДАРСКОГО КРАЯ</w:t>
      </w:r>
    </w:p>
    <w:p w:rsidR="00A72033" w:rsidRPr="000E4F7B" w:rsidRDefault="00A72033" w:rsidP="00A173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72033" w:rsidRPr="000E4F7B" w:rsidRDefault="00A72033" w:rsidP="00A173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72033" w:rsidRDefault="00A72033" w:rsidP="00A173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 Р И К А З</w:t>
      </w:r>
    </w:p>
    <w:p w:rsidR="00A72033" w:rsidRPr="000E4F7B" w:rsidRDefault="00A72033" w:rsidP="00A173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72033" w:rsidRPr="000E4F7B" w:rsidRDefault="00A72033" w:rsidP="00A173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4F7B">
        <w:rPr>
          <w:rFonts w:ascii="Times New Roman" w:hAnsi="Times New Roman" w:cs="Times New Roman"/>
          <w:sz w:val="28"/>
          <w:szCs w:val="28"/>
        </w:rPr>
        <w:t>«___»___________20__ г.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№_____________</w:t>
      </w:r>
    </w:p>
    <w:p w:rsidR="00A72033" w:rsidRPr="000E4F7B" w:rsidRDefault="00A72033" w:rsidP="00A173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72033" w:rsidRDefault="00A72033" w:rsidP="00A173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72033" w:rsidRPr="000E4F7B" w:rsidRDefault="00A72033" w:rsidP="00A173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72033" w:rsidRDefault="00A72033" w:rsidP="00A173CD">
      <w:pPr>
        <w:widowControl w:val="0"/>
        <w:autoSpaceDE w:val="0"/>
        <w:autoSpaceDN w:val="0"/>
        <w:adjustRightInd w:val="0"/>
        <w:spacing w:after="0" w:line="240" w:lineRule="auto"/>
        <w:ind w:right="1357" w:firstLine="16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 утверждении административного регламента</w:t>
      </w:r>
    </w:p>
    <w:p w:rsidR="00A72033" w:rsidRDefault="00A72033" w:rsidP="00A173CD">
      <w:pPr>
        <w:widowControl w:val="0"/>
        <w:autoSpaceDE w:val="0"/>
        <w:autoSpaceDN w:val="0"/>
        <w:adjustRightInd w:val="0"/>
        <w:spacing w:after="0" w:line="240" w:lineRule="auto"/>
        <w:ind w:right="2257" w:firstLine="19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предоставления государственной услуги:</w:t>
      </w:r>
    </w:p>
    <w:p w:rsidR="00A72033" w:rsidRDefault="00A72033" w:rsidP="00A173CD">
      <w:pPr>
        <w:widowControl w:val="0"/>
        <w:autoSpaceDE w:val="0"/>
        <w:autoSpaceDN w:val="0"/>
        <w:adjustRightInd w:val="0"/>
        <w:spacing w:after="0" w:line="240" w:lineRule="auto"/>
        <w:ind w:right="2257" w:firstLine="19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CD5E17">
        <w:rPr>
          <w:rFonts w:ascii="Times New Roman" w:hAnsi="Times New Roman" w:cs="Times New Roman"/>
          <w:b/>
          <w:bCs/>
          <w:sz w:val="28"/>
          <w:szCs w:val="28"/>
        </w:rPr>
        <w:t>Выдача разрешения на изменение</w:t>
      </w:r>
    </w:p>
    <w:p w:rsidR="00A72033" w:rsidRPr="002D0AD0" w:rsidRDefault="00A72033" w:rsidP="008E7CFB">
      <w:pPr>
        <w:widowControl w:val="0"/>
        <w:autoSpaceDE w:val="0"/>
        <w:autoSpaceDN w:val="0"/>
        <w:adjustRightInd w:val="0"/>
        <w:spacing w:after="0" w:line="240" w:lineRule="auto"/>
        <w:ind w:right="2257" w:firstLine="19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имени и (или) </w:t>
      </w:r>
      <w:r w:rsidRPr="00CD5E17">
        <w:rPr>
          <w:rFonts w:ascii="Times New Roman" w:hAnsi="Times New Roman" w:cs="Times New Roman"/>
          <w:b/>
          <w:bCs/>
          <w:sz w:val="28"/>
          <w:szCs w:val="28"/>
        </w:rPr>
        <w:t>фамилии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ребенка»</w:t>
      </w:r>
    </w:p>
    <w:p w:rsidR="00A72033" w:rsidRDefault="00A72033" w:rsidP="00A173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72033" w:rsidRDefault="00A72033" w:rsidP="00A173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72033" w:rsidRPr="002D0AD0" w:rsidRDefault="00A72033" w:rsidP="00BF14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r>
        <w:rPr>
          <w:rFonts w:ascii="Times New Roman" w:hAnsi="Times New Roman" w:cs="Times New Roman"/>
          <w:sz w:val="28"/>
          <w:szCs w:val="28"/>
        </w:rPr>
        <w:t xml:space="preserve">законом </w:t>
      </w:r>
      <w:r w:rsidRPr="002D0AD0">
        <w:rPr>
          <w:rFonts w:ascii="Times New Roman" w:hAnsi="Times New Roman" w:cs="Times New Roman"/>
          <w:sz w:val="28"/>
          <w:szCs w:val="28"/>
        </w:rPr>
        <w:t>от 27 июля 2010 года</w:t>
      </w:r>
      <w:r>
        <w:rPr>
          <w:rFonts w:ascii="Times New Roman" w:hAnsi="Times New Roman" w:cs="Times New Roman"/>
          <w:sz w:val="28"/>
          <w:szCs w:val="28"/>
        </w:rPr>
        <w:t xml:space="preserve"> № </w:t>
      </w:r>
      <w:r w:rsidRPr="002D0AD0">
        <w:rPr>
          <w:rFonts w:ascii="Times New Roman" w:hAnsi="Times New Roman" w:cs="Times New Roman"/>
          <w:sz w:val="28"/>
          <w:szCs w:val="28"/>
        </w:rPr>
        <w:t xml:space="preserve">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D0AD0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D0AD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постановлением</w:t>
      </w:r>
      <w:r w:rsidRPr="002D0AD0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16 мая 2011 года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2D0AD0">
        <w:rPr>
          <w:rFonts w:ascii="Times New Roman" w:hAnsi="Times New Roman" w:cs="Times New Roman"/>
          <w:sz w:val="28"/>
          <w:szCs w:val="28"/>
        </w:rPr>
        <w:t xml:space="preserve">373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D0AD0">
        <w:rPr>
          <w:rFonts w:ascii="Times New Roman" w:hAnsi="Times New Roman" w:cs="Times New Roman"/>
          <w:sz w:val="28"/>
          <w:szCs w:val="28"/>
        </w:rPr>
        <w:t>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D0AD0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Pr="002D0AD0">
        <w:rPr>
          <w:rFonts w:ascii="Times New Roman" w:hAnsi="Times New Roman" w:cs="Times New Roman"/>
          <w:sz w:val="28"/>
          <w:szCs w:val="28"/>
        </w:rPr>
        <w:t xml:space="preserve">главы администрации (губернатора) Краснодарского края от 15 ноября 2011 года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2D0AD0">
        <w:rPr>
          <w:rFonts w:ascii="Times New Roman" w:hAnsi="Times New Roman" w:cs="Times New Roman"/>
          <w:sz w:val="28"/>
          <w:szCs w:val="28"/>
        </w:rPr>
        <w:t xml:space="preserve">1340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D0AD0">
        <w:rPr>
          <w:rFonts w:ascii="Times New Roman" w:hAnsi="Times New Roman" w:cs="Times New Roman"/>
          <w:sz w:val="28"/>
          <w:szCs w:val="28"/>
        </w:rPr>
        <w:t>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D0AD0">
        <w:rPr>
          <w:rFonts w:ascii="Times New Roman" w:hAnsi="Times New Roman" w:cs="Times New Roman"/>
          <w:sz w:val="28"/>
          <w:szCs w:val="28"/>
        </w:rPr>
        <w:t xml:space="preserve"> приказываю:</w:t>
      </w:r>
    </w:p>
    <w:p w:rsidR="00A72033" w:rsidRDefault="00A72033" w:rsidP="008E7CFB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3458C8">
        <w:rPr>
          <w:rFonts w:ascii="Times New Roman" w:hAnsi="Times New Roman" w:cs="Times New Roman"/>
          <w:sz w:val="28"/>
          <w:szCs w:val="28"/>
        </w:rPr>
        <w:t xml:space="preserve">1. Утвердить прилагаемый административный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3458C8">
        <w:rPr>
          <w:rFonts w:ascii="Times New Roman" w:hAnsi="Times New Roman" w:cs="Times New Roman"/>
          <w:sz w:val="28"/>
          <w:szCs w:val="28"/>
        </w:rPr>
        <w:t xml:space="preserve">егламент предоставления государственной услуги </w:t>
      </w:r>
      <w:r w:rsidRPr="008E7CFB">
        <w:rPr>
          <w:rFonts w:ascii="Times New Roman" w:hAnsi="Times New Roman" w:cs="Times New Roman"/>
          <w:sz w:val="28"/>
          <w:szCs w:val="28"/>
        </w:rPr>
        <w:t>«Выдача разрешения на изменение имени и (или) фамилии ребенка»</w:t>
      </w:r>
      <w:r w:rsidRPr="003458C8">
        <w:rPr>
          <w:rFonts w:ascii="Times New Roman" w:hAnsi="Times New Roman" w:cs="Times New Roman"/>
          <w:sz w:val="28"/>
          <w:szCs w:val="28"/>
        </w:rPr>
        <w:t xml:space="preserve"> (далее - административный регламент).</w:t>
      </w:r>
    </w:p>
    <w:p w:rsidR="00A72033" w:rsidRPr="002D0AD0" w:rsidRDefault="00A72033" w:rsidP="006325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2D0AD0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 Рекомендовать органам местного самоуправления муниципальных образований</w:t>
      </w:r>
      <w:r w:rsidRPr="002D0AD0">
        <w:rPr>
          <w:rFonts w:ascii="Times New Roman" w:hAnsi="Times New Roman" w:cs="Times New Roman"/>
          <w:sz w:val="28"/>
          <w:szCs w:val="28"/>
        </w:rPr>
        <w:t xml:space="preserve"> Краснодарского края </w:t>
      </w:r>
      <w:r>
        <w:rPr>
          <w:rFonts w:ascii="Times New Roman" w:hAnsi="Times New Roman" w:cs="Times New Roman"/>
          <w:sz w:val="28"/>
          <w:szCs w:val="28"/>
        </w:rPr>
        <w:t xml:space="preserve">организовать работу по </w:t>
      </w:r>
      <w:r w:rsidRPr="002D0AD0">
        <w:rPr>
          <w:rFonts w:ascii="Times New Roman" w:hAnsi="Times New Roman" w:cs="Times New Roman"/>
          <w:sz w:val="28"/>
          <w:szCs w:val="28"/>
        </w:rPr>
        <w:t>предоставлени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2D0AD0">
        <w:rPr>
          <w:rFonts w:ascii="Times New Roman" w:hAnsi="Times New Roman" w:cs="Times New Roman"/>
          <w:sz w:val="28"/>
          <w:szCs w:val="28"/>
        </w:rPr>
        <w:t xml:space="preserve"> государственной услуги </w:t>
      </w:r>
      <w:r w:rsidRPr="008E7CFB">
        <w:rPr>
          <w:rFonts w:ascii="Times New Roman" w:hAnsi="Times New Roman" w:cs="Times New Roman"/>
          <w:sz w:val="28"/>
          <w:szCs w:val="28"/>
        </w:rPr>
        <w:t>«Выдача разрешения на изменение имени и (или) фамилии ребенка»</w:t>
      </w:r>
      <w:r w:rsidRPr="003458C8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 xml:space="preserve">в соответствии с утвержденным административным </w:t>
      </w:r>
      <w:r>
        <w:rPr>
          <w:rFonts w:ascii="Times New Roman" w:hAnsi="Times New Roman" w:cs="Times New Roman"/>
          <w:sz w:val="28"/>
          <w:szCs w:val="28"/>
        </w:rPr>
        <w:t>регламентом</w:t>
      </w:r>
      <w:r w:rsidRPr="002D0AD0">
        <w:rPr>
          <w:rFonts w:ascii="Times New Roman" w:hAnsi="Times New Roman" w:cs="Times New Roman"/>
          <w:sz w:val="28"/>
          <w:szCs w:val="28"/>
        </w:rPr>
        <w:t>.</w:t>
      </w:r>
    </w:p>
    <w:p w:rsidR="00A72033" w:rsidRDefault="00A72033" w:rsidP="00943C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Отделу информационно-аналитической и методической работы (Паршина):</w:t>
      </w:r>
    </w:p>
    <w:p w:rsidR="00A72033" w:rsidRDefault="00A72033" w:rsidP="00943C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обеспечить направление настоящего приказа для размещения  (опубликования) на официальном сайте администрации Краснодарского края в информационно-телекоммуникационной сети «Интернет» и направления  на «Официальный интернет-портал правовой информации» (</w:t>
      </w:r>
      <w:hyperlink r:id="rId6" w:history="1">
        <w:r>
          <w:rPr>
            <w:rStyle w:val="Hyperlink"/>
            <w:rFonts w:ascii="Times New Roman" w:hAnsi="Times New Roman"/>
            <w:sz w:val="28"/>
            <w:szCs w:val="28"/>
            <w:lang w:val="en-US"/>
          </w:rPr>
          <w:t>www</w:t>
        </w:r>
        <w:r>
          <w:rPr>
            <w:rStyle w:val="Hyperlink"/>
            <w:rFonts w:ascii="Times New Roman" w:hAnsi="Times New Roman"/>
            <w:sz w:val="28"/>
            <w:szCs w:val="28"/>
          </w:rPr>
          <w:t>.</w:t>
        </w:r>
        <w:r>
          <w:rPr>
            <w:rStyle w:val="Hyperlink"/>
            <w:rFonts w:ascii="Times New Roman" w:hAnsi="Times New Roman"/>
            <w:sz w:val="28"/>
            <w:szCs w:val="28"/>
            <w:lang w:val="en-US"/>
          </w:rPr>
          <w:t>pravo</w:t>
        </w:r>
        <w:r>
          <w:rPr>
            <w:rStyle w:val="Hyperlink"/>
            <w:rFonts w:ascii="Times New Roman" w:hAnsi="Times New Roman"/>
            <w:sz w:val="28"/>
            <w:szCs w:val="28"/>
          </w:rPr>
          <w:t>.</w:t>
        </w:r>
        <w:r>
          <w:rPr>
            <w:rStyle w:val="Hyperlink"/>
            <w:rFonts w:ascii="Times New Roman" w:hAnsi="Times New Roman"/>
            <w:sz w:val="28"/>
            <w:szCs w:val="28"/>
            <w:lang w:val="en-US"/>
          </w:rPr>
          <w:t>gov</w:t>
        </w:r>
        <w:r>
          <w:rPr>
            <w:rStyle w:val="Hyperlink"/>
            <w:rFonts w:ascii="Times New Roman" w:hAnsi="Times New Roman"/>
            <w:sz w:val="28"/>
            <w:szCs w:val="28"/>
          </w:rPr>
          <w:t>.</w:t>
        </w:r>
        <w:r>
          <w:rPr>
            <w:rStyle w:val="Hyperlink"/>
            <w:rFonts w:ascii="Times New Roman" w:hAnsi="Times New Roman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 w:cs="Times New Roman"/>
          <w:sz w:val="28"/>
          <w:szCs w:val="28"/>
        </w:rPr>
        <w:t>);</w:t>
      </w:r>
    </w:p>
    <w:p w:rsidR="00A72033" w:rsidRDefault="00A72033" w:rsidP="00943C8E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обеспечить размещение настоящего приказа на официальном сайте министерства социального развития и семейной политики Краснодарского края (www.sznkuban.ru) и в справочно-правовой системе Консультант Плюс: Кубань.</w:t>
      </w:r>
    </w:p>
    <w:p w:rsidR="00A72033" w:rsidRPr="002D0AD0" w:rsidRDefault="00A72033" w:rsidP="0063258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</w:p>
    <w:p w:rsidR="00A72033" w:rsidRDefault="00A72033" w:rsidP="00BE5F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Отделу правового обеспечения в управлении правового обеспечения и организации гражданской службы (Киселева) в 7-дневный срок после издания настоящего приказа направить его копию в Управление Министерства юстиции Российской Федерации по Краснодарскому краю.</w:t>
      </w:r>
    </w:p>
    <w:p w:rsidR="00A72033" w:rsidRPr="002D0AD0" w:rsidRDefault="00A72033" w:rsidP="000B71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 xml:space="preserve">Контроль за выполнением настоящего приказа возложить на заместителя министра </w:t>
      </w:r>
      <w:r>
        <w:rPr>
          <w:rFonts w:ascii="Times New Roman" w:hAnsi="Times New Roman" w:cs="Times New Roman"/>
          <w:sz w:val="28"/>
          <w:szCs w:val="28"/>
        </w:rPr>
        <w:t>Д.С. Проценко</w:t>
      </w:r>
      <w:r w:rsidRPr="002D0AD0">
        <w:rPr>
          <w:rFonts w:ascii="Times New Roman" w:hAnsi="Times New Roman" w:cs="Times New Roman"/>
          <w:sz w:val="28"/>
          <w:szCs w:val="28"/>
        </w:rPr>
        <w:t>.</w:t>
      </w:r>
    </w:p>
    <w:p w:rsidR="00A72033" w:rsidRPr="002D0AD0" w:rsidRDefault="00A72033" w:rsidP="000B71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Приказ вступает в силу по истечении 10 дней после дня его официального опубликования.</w:t>
      </w:r>
    </w:p>
    <w:p w:rsidR="00A72033" w:rsidRDefault="00A720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2033" w:rsidRDefault="00A720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2033" w:rsidRDefault="00A720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министра                                                                        Д.С. Проценко</w:t>
      </w:r>
    </w:p>
    <w:p w:rsidR="00A72033" w:rsidRDefault="00A720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2033" w:rsidRDefault="00A720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2033" w:rsidRDefault="00A720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2033" w:rsidRDefault="00A720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2033" w:rsidRDefault="00A720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2033" w:rsidRDefault="00A720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2033" w:rsidRDefault="00A720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2033" w:rsidRDefault="00A720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2033" w:rsidRDefault="00A720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2033" w:rsidRDefault="00A720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2033" w:rsidRDefault="00A720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2033" w:rsidRDefault="00A720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2033" w:rsidRDefault="00A720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2033" w:rsidRDefault="00A720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2033" w:rsidRDefault="00A720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2033" w:rsidRDefault="00A720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2033" w:rsidRDefault="00A720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2033" w:rsidRDefault="00A720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2033" w:rsidRDefault="00A720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2033" w:rsidRDefault="00A720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2033" w:rsidRDefault="00A720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2033" w:rsidRDefault="00A720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2033" w:rsidRDefault="00A720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2033" w:rsidRDefault="00A720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2033" w:rsidRDefault="00A720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2033" w:rsidRDefault="00A720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2033" w:rsidRDefault="00A720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2033" w:rsidRDefault="00A720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2033" w:rsidRDefault="00A720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2033" w:rsidRDefault="00A72033" w:rsidP="008B39C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72033" w:rsidRDefault="00A72033" w:rsidP="008B39C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72033" w:rsidRDefault="00A72033" w:rsidP="008B39C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72033" w:rsidRPr="002D0AD0" w:rsidRDefault="00A72033" w:rsidP="000342EA">
      <w:pPr>
        <w:spacing w:after="0" w:line="240" w:lineRule="auto"/>
      </w:pPr>
    </w:p>
    <w:sectPr w:rsidR="00A72033" w:rsidRPr="002D0AD0" w:rsidSect="008B39C9">
      <w:headerReference w:type="default" r:id="rId7"/>
      <w:pgSz w:w="11905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2033" w:rsidRDefault="00A72033" w:rsidP="008B39C9">
      <w:pPr>
        <w:spacing w:after="0" w:line="240" w:lineRule="auto"/>
      </w:pPr>
      <w:r>
        <w:separator/>
      </w:r>
    </w:p>
  </w:endnote>
  <w:endnote w:type="continuationSeparator" w:id="0">
    <w:p w:rsidR="00A72033" w:rsidRDefault="00A72033" w:rsidP="008B39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2033" w:rsidRDefault="00A72033" w:rsidP="008B39C9">
      <w:pPr>
        <w:spacing w:after="0" w:line="240" w:lineRule="auto"/>
      </w:pPr>
      <w:r>
        <w:separator/>
      </w:r>
    </w:p>
  </w:footnote>
  <w:footnote w:type="continuationSeparator" w:id="0">
    <w:p w:rsidR="00A72033" w:rsidRDefault="00A72033" w:rsidP="008B39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033" w:rsidRPr="008B39C9" w:rsidRDefault="00A72033" w:rsidP="008B39C9">
    <w:pPr>
      <w:pStyle w:val="Header"/>
      <w:jc w:val="center"/>
      <w:rPr>
        <w:rFonts w:ascii="Times New Roman" w:hAnsi="Times New Roman" w:cs="Times New Roman"/>
        <w:sz w:val="28"/>
        <w:szCs w:val="28"/>
      </w:rPr>
    </w:pPr>
    <w:r w:rsidRPr="008B39C9">
      <w:rPr>
        <w:rFonts w:ascii="Times New Roman" w:hAnsi="Times New Roman" w:cs="Times New Roman"/>
        <w:sz w:val="28"/>
        <w:szCs w:val="28"/>
      </w:rPr>
      <w:fldChar w:fldCharType="begin"/>
    </w:r>
    <w:r w:rsidRPr="008B39C9">
      <w:rPr>
        <w:rFonts w:ascii="Times New Roman" w:hAnsi="Times New Roman" w:cs="Times New Roman"/>
        <w:sz w:val="28"/>
        <w:szCs w:val="28"/>
      </w:rPr>
      <w:instrText>PAGE   \* MERGEFORMAT</w:instrText>
    </w:r>
    <w:r w:rsidRPr="008B39C9">
      <w:rPr>
        <w:rFonts w:ascii="Times New Roman" w:hAnsi="Times New Roman" w:cs="Times New Roman"/>
        <w:sz w:val="28"/>
        <w:szCs w:val="28"/>
      </w:rPr>
      <w:fldChar w:fldCharType="separate"/>
    </w:r>
    <w:r>
      <w:rPr>
        <w:rFonts w:ascii="Times New Roman" w:hAnsi="Times New Roman" w:cs="Times New Roman"/>
        <w:noProof/>
        <w:sz w:val="28"/>
        <w:szCs w:val="28"/>
      </w:rPr>
      <w:t>2</w:t>
    </w:r>
    <w:r w:rsidRPr="008B39C9">
      <w:rPr>
        <w:rFonts w:ascii="Times New Roman" w:hAnsi="Times New Roman" w:cs="Times New Roman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0AD0"/>
    <w:rsid w:val="000342EA"/>
    <w:rsid w:val="000721C7"/>
    <w:rsid w:val="000B718A"/>
    <w:rsid w:val="000E4F7B"/>
    <w:rsid w:val="000F07C2"/>
    <w:rsid w:val="00110462"/>
    <w:rsid w:val="00153F53"/>
    <w:rsid w:val="001964C9"/>
    <w:rsid w:val="001E4EC4"/>
    <w:rsid w:val="00202B98"/>
    <w:rsid w:val="00294B27"/>
    <w:rsid w:val="002D0AD0"/>
    <w:rsid w:val="002F34FF"/>
    <w:rsid w:val="002F55EA"/>
    <w:rsid w:val="00330D18"/>
    <w:rsid w:val="003441F6"/>
    <w:rsid w:val="003458C8"/>
    <w:rsid w:val="0039251E"/>
    <w:rsid w:val="003965A6"/>
    <w:rsid w:val="005B2A28"/>
    <w:rsid w:val="005E420F"/>
    <w:rsid w:val="0063258C"/>
    <w:rsid w:val="006511FD"/>
    <w:rsid w:val="00654620"/>
    <w:rsid w:val="006741DF"/>
    <w:rsid w:val="006A2D1D"/>
    <w:rsid w:val="006F33E4"/>
    <w:rsid w:val="006F6C9F"/>
    <w:rsid w:val="00746872"/>
    <w:rsid w:val="00794ECA"/>
    <w:rsid w:val="008258A3"/>
    <w:rsid w:val="008B39C9"/>
    <w:rsid w:val="008C551A"/>
    <w:rsid w:val="008E7CFB"/>
    <w:rsid w:val="00943C8E"/>
    <w:rsid w:val="009C2ADE"/>
    <w:rsid w:val="009D345B"/>
    <w:rsid w:val="00A00B87"/>
    <w:rsid w:val="00A173CD"/>
    <w:rsid w:val="00A72033"/>
    <w:rsid w:val="00B4608D"/>
    <w:rsid w:val="00B715E7"/>
    <w:rsid w:val="00B809D7"/>
    <w:rsid w:val="00BE5F53"/>
    <w:rsid w:val="00BF148A"/>
    <w:rsid w:val="00BF4EB8"/>
    <w:rsid w:val="00CD5E17"/>
    <w:rsid w:val="00CE27B4"/>
    <w:rsid w:val="00D95885"/>
    <w:rsid w:val="00E90CC5"/>
    <w:rsid w:val="00EE7D22"/>
    <w:rsid w:val="00F848C1"/>
    <w:rsid w:val="00FD15B7"/>
    <w:rsid w:val="00FD71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0D18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styleId="Header">
    <w:name w:val="header"/>
    <w:basedOn w:val="Normal"/>
    <w:link w:val="HeaderChar"/>
    <w:uiPriority w:val="99"/>
    <w:rsid w:val="008B39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8B39C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B39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8B39C9"/>
    <w:rPr>
      <w:rFonts w:cs="Times New Roman"/>
    </w:rPr>
  </w:style>
  <w:style w:type="character" w:styleId="Hyperlink">
    <w:name w:val="Hyperlink"/>
    <w:basedOn w:val="DefaultParagraphFont"/>
    <w:uiPriority w:val="99"/>
    <w:rsid w:val="00943C8E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762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2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2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2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ravo.gov.ru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62</TotalTime>
  <Pages>2</Pages>
  <Words>408</Words>
  <Characters>2326</Characters>
  <Application>Microsoft Office Outlook</Application>
  <DocSecurity>0</DocSecurity>
  <Lines>0</Lines>
  <Paragraphs>0</Paragraphs>
  <ScaleCrop>false</ScaleCrop>
  <Company>DFP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agafonova</cp:lastModifiedBy>
  <cp:revision>19</cp:revision>
  <cp:lastPrinted>2014-09-11T11:01:00Z</cp:lastPrinted>
  <dcterms:created xsi:type="dcterms:W3CDTF">2014-02-11T13:41:00Z</dcterms:created>
  <dcterms:modified xsi:type="dcterms:W3CDTF">2014-09-23T11:09:00Z</dcterms:modified>
</cp:coreProperties>
</file>