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B98" w:rsidRDefault="00924B98" w:rsidP="00DD0DDD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924B98" w:rsidRPr="000E4F7B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>МИНИСТЕРСТВО СОЦИАЛЬНОГО РАЗВИТИЯ И СЕМЕЙНОЙ ПОЛИТИКИ КРАСНОДАРСКОГО КРАЯ</w:t>
      </w:r>
    </w:p>
    <w:p w:rsidR="00924B98" w:rsidRPr="000E4F7B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4B98" w:rsidRPr="000E4F7B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Р И К А З</w:t>
      </w:r>
    </w:p>
    <w:p w:rsidR="00924B98" w:rsidRPr="000E4F7B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4B98" w:rsidRPr="000E4F7B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>«___»___________20__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№_____________</w:t>
      </w:r>
    </w:p>
    <w:p w:rsidR="00924B98" w:rsidRPr="000E4F7B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4B98" w:rsidRPr="000E4F7B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услуги:</w:t>
      </w: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D5E17">
        <w:rPr>
          <w:rFonts w:ascii="Times New Roman" w:hAnsi="Times New Roman" w:cs="Times New Roman"/>
          <w:b/>
          <w:bCs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предварительного </w:t>
      </w:r>
      <w:r w:rsidRPr="00CD5E17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разрешения </w:t>
      </w: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5E17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выдачу доверенности от имени </w:t>
      </w:r>
    </w:p>
    <w:p w:rsidR="00924B98" w:rsidRPr="002D0AD0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подопечного»</w:t>
      </w: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Pr="002D0AD0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458C8">
        <w:rPr>
          <w:rFonts w:ascii="Times New Roman" w:hAnsi="Times New Roman" w:cs="Times New Roman"/>
          <w:sz w:val="28"/>
          <w:szCs w:val="28"/>
        </w:rPr>
        <w:t xml:space="preserve">1. Утвердить прилагаемый административный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58C8">
        <w:rPr>
          <w:rFonts w:ascii="Times New Roman" w:hAnsi="Times New Roman" w:cs="Times New Roman"/>
          <w:sz w:val="28"/>
          <w:szCs w:val="28"/>
        </w:rPr>
        <w:t xml:space="preserve">егламент предоставления государственной услуги </w:t>
      </w:r>
      <w:r w:rsidRPr="008E7CFB">
        <w:rPr>
          <w:rFonts w:ascii="Times New Roman" w:hAnsi="Times New Roman" w:cs="Times New Roman"/>
          <w:sz w:val="28"/>
          <w:szCs w:val="28"/>
        </w:rPr>
        <w:t xml:space="preserve">«Выдача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</w:t>
      </w:r>
      <w:r w:rsidRPr="008E7CFB">
        <w:rPr>
          <w:rFonts w:ascii="Times New Roman" w:hAnsi="Times New Roman" w:cs="Times New Roman"/>
          <w:sz w:val="28"/>
          <w:szCs w:val="28"/>
        </w:rPr>
        <w:t xml:space="preserve">разрешения на </w:t>
      </w:r>
      <w:r>
        <w:rPr>
          <w:rFonts w:ascii="Times New Roman" w:hAnsi="Times New Roman" w:cs="Times New Roman"/>
          <w:sz w:val="28"/>
          <w:szCs w:val="28"/>
        </w:rPr>
        <w:t>выдачу доверенности от имени подопечного</w:t>
      </w:r>
      <w:r w:rsidRPr="008E7CFB">
        <w:rPr>
          <w:rFonts w:ascii="Times New Roman" w:hAnsi="Times New Roman" w:cs="Times New Roman"/>
          <w:sz w:val="28"/>
          <w:szCs w:val="28"/>
        </w:rPr>
        <w:t>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924B98" w:rsidRPr="002D0AD0" w:rsidRDefault="00924B98" w:rsidP="00687C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D0AD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Рекомендовать органам местного самоуправления муниципальных образований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Pr="008E7CFB">
        <w:rPr>
          <w:rFonts w:ascii="Times New Roman" w:hAnsi="Times New Roman" w:cs="Times New Roman"/>
          <w:sz w:val="28"/>
          <w:szCs w:val="28"/>
        </w:rPr>
        <w:t xml:space="preserve">«Выдача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</w:t>
      </w:r>
      <w:r w:rsidRPr="008E7CFB">
        <w:rPr>
          <w:rFonts w:ascii="Times New Roman" w:hAnsi="Times New Roman" w:cs="Times New Roman"/>
          <w:sz w:val="28"/>
          <w:szCs w:val="28"/>
        </w:rPr>
        <w:t xml:space="preserve">разрешения на </w:t>
      </w:r>
      <w:r>
        <w:rPr>
          <w:rFonts w:ascii="Times New Roman" w:hAnsi="Times New Roman" w:cs="Times New Roman"/>
          <w:sz w:val="28"/>
          <w:szCs w:val="28"/>
        </w:rPr>
        <w:t>выдачу доверенности от имени подопечного</w:t>
      </w:r>
      <w:r w:rsidRPr="008E7CFB">
        <w:rPr>
          <w:rFonts w:ascii="Times New Roman" w:hAnsi="Times New Roman" w:cs="Times New Roman"/>
          <w:sz w:val="28"/>
          <w:szCs w:val="28"/>
        </w:rPr>
        <w:t>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административным </w:t>
      </w:r>
      <w:r>
        <w:rPr>
          <w:rFonts w:ascii="Times New Roman" w:hAnsi="Times New Roman" w:cs="Times New Roman"/>
          <w:sz w:val="28"/>
          <w:szCs w:val="28"/>
        </w:rPr>
        <w:t>регламентом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 (Паршина)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24B98" w:rsidRDefault="00924B98" w:rsidP="005C7E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Pr="002D0AD0">
        <w:rPr>
          <w:rFonts w:ascii="Times New Roman" w:hAnsi="Times New Roman" w:cs="Times New Roman"/>
          <w:sz w:val="28"/>
          <w:szCs w:val="28"/>
        </w:rPr>
        <w:t>настоящего приказа</w:t>
      </w:r>
      <w:r w:rsidRPr="008947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размещения  (опубликования)</w:t>
      </w:r>
      <w:r w:rsidRPr="005C7EF5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Pr="005C7EF5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администрации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 и направления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«Официальный интернет-портал правовой информации» (</w:t>
      </w:r>
      <w:hyperlink r:id="rId6" w:history="1">
        <w:r w:rsidRPr="009B14CC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9B14CC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9B14CC">
          <w:rPr>
            <w:rStyle w:val="Hyperlink"/>
            <w:rFonts w:ascii="Times New Roman" w:hAnsi="Times New Roman"/>
            <w:sz w:val="28"/>
            <w:szCs w:val="28"/>
            <w:lang w:val="en-US"/>
          </w:rPr>
          <w:t>pravo</w:t>
        </w:r>
        <w:r w:rsidRPr="009B14CC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9B14CC">
          <w:rPr>
            <w:rStyle w:val="Hyperlink"/>
            <w:rFonts w:ascii="Times New Roman" w:hAnsi="Times New Roman"/>
            <w:sz w:val="28"/>
            <w:szCs w:val="28"/>
            <w:lang w:val="en-US"/>
          </w:rPr>
          <w:t>gov</w:t>
        </w:r>
        <w:r w:rsidRPr="009B14CC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9B14CC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9708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4B98" w:rsidRPr="00C9708C" w:rsidRDefault="00924B98" w:rsidP="005C7E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5C7E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C9708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D0AD0">
        <w:rPr>
          <w:rFonts w:ascii="Times New Roman" w:hAnsi="Times New Roman" w:cs="Times New Roman"/>
          <w:sz w:val="28"/>
          <w:szCs w:val="28"/>
        </w:rPr>
        <w:t>обеспечить</w:t>
      </w:r>
      <w:r>
        <w:rPr>
          <w:rFonts w:ascii="Times New Roman" w:hAnsi="Times New Roman" w:cs="Times New Roman"/>
          <w:sz w:val="28"/>
          <w:szCs w:val="28"/>
        </w:rPr>
        <w:t xml:space="preserve"> размещение</w:t>
      </w:r>
      <w:r w:rsidRPr="0061602F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настоящего приказа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на официальном сайте министерства социального развития и семейной политики Краснодарского края (www.sznkuban.ru)</w:t>
      </w:r>
      <w:r>
        <w:rPr>
          <w:rFonts w:ascii="Times New Roman" w:hAnsi="Times New Roman" w:cs="Times New Roman"/>
          <w:sz w:val="28"/>
          <w:szCs w:val="28"/>
        </w:rPr>
        <w:t xml:space="preserve"> и в справочно-правовой системе Консультант Плюс: Кубань.</w:t>
      </w:r>
    </w:p>
    <w:p w:rsidR="00924B98" w:rsidRDefault="00924B98" w:rsidP="00616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 Отделу правового обеспечения в управлении правового обеспечения и организации гражданской службы (Киселева)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924B98" w:rsidRPr="002D0AD0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приказа возложить на заместителя министра </w:t>
      </w:r>
      <w:r>
        <w:rPr>
          <w:rFonts w:ascii="Times New Roman" w:hAnsi="Times New Roman" w:cs="Times New Roman"/>
          <w:sz w:val="28"/>
          <w:szCs w:val="28"/>
        </w:rPr>
        <w:t>Д.С. Проценко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924B98" w:rsidRPr="002D0AD0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Д.С. Проценко</w:t>
      </w: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B98" w:rsidRDefault="00924B98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4B98" w:rsidRDefault="00924B98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4B98" w:rsidRDefault="00924B98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4B98" w:rsidRDefault="00924B98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4B98" w:rsidRDefault="00924B98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4B98" w:rsidRDefault="00924B98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4B98" w:rsidRDefault="00924B98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4B98" w:rsidRDefault="00924B98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4B98" w:rsidRPr="002D0AD0" w:rsidRDefault="00924B98" w:rsidP="00D93E30">
      <w:pPr>
        <w:spacing w:after="0" w:line="240" w:lineRule="auto"/>
      </w:pPr>
    </w:p>
    <w:sectPr w:rsidR="00924B98" w:rsidRPr="002D0AD0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B98" w:rsidRDefault="00924B98" w:rsidP="008B39C9">
      <w:pPr>
        <w:spacing w:after="0" w:line="240" w:lineRule="auto"/>
      </w:pPr>
      <w:r>
        <w:separator/>
      </w:r>
    </w:p>
  </w:endnote>
  <w:endnote w:type="continuationSeparator" w:id="0">
    <w:p w:rsidR="00924B98" w:rsidRDefault="00924B98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B98" w:rsidRDefault="00924B98" w:rsidP="008B39C9">
      <w:pPr>
        <w:spacing w:after="0" w:line="240" w:lineRule="auto"/>
      </w:pPr>
      <w:r>
        <w:separator/>
      </w:r>
    </w:p>
  </w:footnote>
  <w:footnote w:type="continuationSeparator" w:id="0">
    <w:p w:rsidR="00924B98" w:rsidRDefault="00924B98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B98" w:rsidRPr="008B39C9" w:rsidRDefault="00924B98" w:rsidP="008B39C9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AD0"/>
    <w:rsid w:val="000231FC"/>
    <w:rsid w:val="00087518"/>
    <w:rsid w:val="000B718A"/>
    <w:rsid w:val="000E4F7B"/>
    <w:rsid w:val="00110462"/>
    <w:rsid w:val="001774AF"/>
    <w:rsid w:val="00297582"/>
    <w:rsid w:val="002D0AD0"/>
    <w:rsid w:val="002F34FF"/>
    <w:rsid w:val="002F55EA"/>
    <w:rsid w:val="00330D18"/>
    <w:rsid w:val="003458C8"/>
    <w:rsid w:val="003600FF"/>
    <w:rsid w:val="00413FCA"/>
    <w:rsid w:val="005C7EF5"/>
    <w:rsid w:val="005E1499"/>
    <w:rsid w:val="0060147A"/>
    <w:rsid w:val="0061602F"/>
    <w:rsid w:val="00654CAE"/>
    <w:rsid w:val="00687CFA"/>
    <w:rsid w:val="006A2D1D"/>
    <w:rsid w:val="007042E1"/>
    <w:rsid w:val="00746872"/>
    <w:rsid w:val="00794ECA"/>
    <w:rsid w:val="00835AA3"/>
    <w:rsid w:val="0088658D"/>
    <w:rsid w:val="0089479A"/>
    <w:rsid w:val="008B39C9"/>
    <w:rsid w:val="008E7CFB"/>
    <w:rsid w:val="00924B98"/>
    <w:rsid w:val="00991FDD"/>
    <w:rsid w:val="009B14CC"/>
    <w:rsid w:val="009D345B"/>
    <w:rsid w:val="009E1635"/>
    <w:rsid w:val="00A70EA7"/>
    <w:rsid w:val="00A76AF4"/>
    <w:rsid w:val="00AA255A"/>
    <w:rsid w:val="00B21EE6"/>
    <w:rsid w:val="00B66B29"/>
    <w:rsid w:val="00B715E7"/>
    <w:rsid w:val="00B809D7"/>
    <w:rsid w:val="00BA03B1"/>
    <w:rsid w:val="00BB7A9C"/>
    <w:rsid w:val="00BD15AF"/>
    <w:rsid w:val="00BF148A"/>
    <w:rsid w:val="00BF22D9"/>
    <w:rsid w:val="00BF4EB8"/>
    <w:rsid w:val="00C340ED"/>
    <w:rsid w:val="00C504CE"/>
    <w:rsid w:val="00C9708C"/>
    <w:rsid w:val="00CC7858"/>
    <w:rsid w:val="00CD5E17"/>
    <w:rsid w:val="00D91970"/>
    <w:rsid w:val="00D93E30"/>
    <w:rsid w:val="00DD0DDD"/>
    <w:rsid w:val="00E47895"/>
    <w:rsid w:val="00E74C8E"/>
    <w:rsid w:val="00ED6BBA"/>
    <w:rsid w:val="00EE7D22"/>
    <w:rsid w:val="00EF670D"/>
    <w:rsid w:val="00F54171"/>
    <w:rsid w:val="00FE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D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Header">
    <w:name w:val="header"/>
    <w:basedOn w:val="Normal"/>
    <w:link w:val="Head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9C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39C9"/>
    <w:rPr>
      <w:rFonts w:cs="Times New Roman"/>
    </w:rPr>
  </w:style>
  <w:style w:type="character" w:styleId="Hyperlink">
    <w:name w:val="Hyperlink"/>
    <w:basedOn w:val="DefaultParagraphFont"/>
    <w:uiPriority w:val="99"/>
    <w:rsid w:val="00C9708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63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144</TotalTime>
  <Pages>2</Pages>
  <Words>417</Words>
  <Characters>2382</Characters>
  <Application>Microsoft Office Outlook</Application>
  <DocSecurity>0</DocSecurity>
  <Lines>0</Lines>
  <Paragraphs>0</Paragraphs>
  <ScaleCrop>false</ScaleCrop>
  <Company>DFP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agafonova</cp:lastModifiedBy>
  <cp:revision>22</cp:revision>
  <cp:lastPrinted>2014-09-11T11:03:00Z</cp:lastPrinted>
  <dcterms:created xsi:type="dcterms:W3CDTF">2014-02-11T13:41:00Z</dcterms:created>
  <dcterms:modified xsi:type="dcterms:W3CDTF">2014-09-23T11:06:00Z</dcterms:modified>
</cp:coreProperties>
</file>