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620" w:rsidRPr="007F73E6" w:rsidRDefault="008F1620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2</w:t>
      </w:r>
    </w:p>
    <w:p w:rsidR="008F1620" w:rsidRPr="007F73E6" w:rsidRDefault="008F1620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8F1620" w:rsidRPr="007F73E6" w:rsidRDefault="008F1620" w:rsidP="0006296D">
      <w:pPr>
        <w:keepNext/>
        <w:spacing w:after="0" w:line="240" w:lineRule="auto"/>
        <w:ind w:left="5400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F73E6"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предоставления государственной услуги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«Установление опеки или попечительства над детьми,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br/>
        <w:t xml:space="preserve">оставшимися без попечения 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br/>
        <w:t>род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и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>телей»</w:t>
      </w:r>
    </w:p>
    <w:p w:rsidR="008F1620" w:rsidRPr="007F73E6" w:rsidRDefault="008F1620" w:rsidP="007F73E6">
      <w:pPr>
        <w:keepNext/>
        <w:spacing w:after="0" w:line="240" w:lineRule="auto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</w:p>
    <w:p w:rsidR="008F1620" w:rsidRPr="007F73E6" w:rsidRDefault="008F1620" w:rsidP="007F7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1620" w:rsidRDefault="008F1620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 w:rsidRPr="0073070A">
        <w:rPr>
          <w:rFonts w:ascii="Times New Roman" w:hAnsi="Times New Roman"/>
          <w:iCs/>
          <w:kern w:val="32"/>
          <w:sz w:val="28"/>
          <w:szCs w:val="28"/>
          <w:lang w:eastAsia="ru-RU"/>
        </w:rPr>
        <w:t>П</w:t>
      </w:r>
      <w:r>
        <w:rPr>
          <w:rFonts w:ascii="Times New Roman" w:hAnsi="Times New Roman"/>
          <w:iCs/>
          <w:kern w:val="32"/>
          <w:sz w:val="28"/>
          <w:szCs w:val="28"/>
          <w:lang w:eastAsia="ru-RU"/>
        </w:rPr>
        <w:t xml:space="preserve">еречень </w:t>
      </w:r>
    </w:p>
    <w:p w:rsidR="008F1620" w:rsidRDefault="008F1620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многофункциональных центров </w:t>
      </w:r>
    </w:p>
    <w:p w:rsidR="008F1620" w:rsidRDefault="008F1620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предоставлению государственных</w:t>
      </w:r>
      <w:r>
        <w:rPr>
          <w:rFonts w:ascii="Times New Roman" w:hAnsi="Times New Roman"/>
          <w:sz w:val="28"/>
          <w:szCs w:val="28"/>
        </w:rPr>
        <w:br/>
        <w:t xml:space="preserve">и муниципальных услуг Краснодарского края </w:t>
      </w:r>
    </w:p>
    <w:p w:rsidR="008F1620" w:rsidRPr="007F73E6" w:rsidRDefault="008F1620" w:rsidP="0073070A">
      <w:pPr>
        <w:keepNext/>
        <w:spacing w:after="0" w:line="240" w:lineRule="auto"/>
        <w:jc w:val="center"/>
        <w:outlineLvl w:val="0"/>
        <w:rPr>
          <w:rFonts w:ascii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(далее – МФЦ)</w:t>
      </w:r>
    </w:p>
    <w:p w:rsidR="008F1620" w:rsidRPr="007F73E6" w:rsidRDefault="008F1620" w:rsidP="007F7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2683"/>
        <w:gridCol w:w="1984"/>
        <w:gridCol w:w="2126"/>
        <w:gridCol w:w="2268"/>
      </w:tblGrid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3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F1620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МФЦ (сокращенное</w:t>
            </w:r>
          </w:p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/полное)</w:t>
            </w:r>
          </w:p>
        </w:tc>
        <w:tc>
          <w:tcPr>
            <w:tcW w:w="1984" w:type="dxa"/>
          </w:tcPr>
          <w:p w:rsidR="008F1620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Почтовый</w:t>
            </w:r>
          </w:p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126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Телефон/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e-mail</w:t>
            </w: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2268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73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</w:t>
            </w:r>
          </w:p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Краснодар/</w:t>
            </w:r>
          </w:p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муниципальное казе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город Краснодар «Краснодарский горо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по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доставлению госуда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ственных и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350000</w:t>
            </w:r>
          </w:p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Краснодар, ул. Леванев-ского,</w:t>
            </w:r>
          </w:p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д. 174; ул. Тургенева, д. 189/6; 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пр. Чекистов,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37;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Сормовская, д. 3/2;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А.Покрыш-кина,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8(861) 218-9-218,</w:t>
            </w:r>
          </w:p>
          <w:p w:rsidR="008F1620" w:rsidRPr="007F73E6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mfc@krd.ru http://mfc.krd.ru</w:t>
            </w:r>
          </w:p>
        </w:tc>
        <w:tc>
          <w:tcPr>
            <w:tcW w:w="2268" w:type="dxa"/>
          </w:tcPr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7F73E6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7F73E6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«Анапский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казенное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муниципального образования город-курорт Анапа «Ана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услуг»</w:t>
            </w:r>
          </w:p>
        </w:tc>
        <w:tc>
          <w:tcPr>
            <w:tcW w:w="1984" w:type="dxa"/>
          </w:tcPr>
          <w:p w:rsidR="008F1620" w:rsidRDefault="008F1620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353440,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Анапа,</w:t>
            </w:r>
          </w:p>
          <w:p w:rsidR="008F1620" w:rsidRPr="009F227E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Промышлен-ная,</w:t>
            </w:r>
          </w:p>
          <w:p w:rsidR="008F1620" w:rsidRPr="007F73E6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 9</w:t>
            </w:r>
          </w:p>
        </w:tc>
        <w:tc>
          <w:tcPr>
            <w:tcW w:w="2126" w:type="dxa"/>
          </w:tcPr>
          <w:p w:rsidR="008F1620" w:rsidRPr="007F73E6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8(86133) 5-86-62, anapa-mfc@mail.ru http://mfcanapa.ru</w:t>
            </w:r>
          </w:p>
        </w:tc>
        <w:tc>
          <w:tcPr>
            <w:tcW w:w="2268" w:type="dxa"/>
          </w:tcPr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7F73E6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город Армавир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«Армави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городской 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функциональный </w:t>
            </w:r>
          </w:p>
        </w:tc>
        <w:tc>
          <w:tcPr>
            <w:tcW w:w="1984" w:type="dxa"/>
          </w:tcPr>
          <w:p w:rsidR="008F1620" w:rsidRPr="00A05261" w:rsidRDefault="008F1620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Армавир,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 Розы Лю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сембург,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 146</w:t>
            </w:r>
          </w:p>
        </w:tc>
        <w:tc>
          <w:tcPr>
            <w:tcW w:w="2126" w:type="dxa"/>
          </w:tcPr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(861-37) 3-18-25, mfc.armavir@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http://armavir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7F73E6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A05261" w:rsidRDefault="008F1620" w:rsidP="00E4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центр предоставления 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услуг»</w:t>
            </w:r>
          </w:p>
        </w:tc>
        <w:tc>
          <w:tcPr>
            <w:tcW w:w="1984" w:type="dxa"/>
          </w:tcPr>
          <w:p w:rsidR="008F1620" w:rsidRPr="00A05261" w:rsidRDefault="008F1620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Default="008F1620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Default="008F1620" w:rsidP="00730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ного образования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род-курорт Геленджик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</w:t>
            </w:r>
          </w:p>
        </w:tc>
        <w:tc>
          <w:tcPr>
            <w:tcW w:w="1984" w:type="dxa"/>
          </w:tcPr>
          <w:p w:rsidR="008F1620" w:rsidRDefault="008F1620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353460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Геленджик, ул. Горького, д. 11</w:t>
            </w:r>
          </w:p>
        </w:tc>
        <w:tc>
          <w:tcPr>
            <w:tcW w:w="2126" w:type="dxa"/>
          </w:tcPr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8(86141) 3-55-49, mfc@gelendzhik.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org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gelendzhik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-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6E4F64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6E4F64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Горячий Ключ / 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город Горячий Ключ «Многофункци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муниципального образования»</w:t>
            </w:r>
          </w:p>
        </w:tc>
        <w:tc>
          <w:tcPr>
            <w:tcW w:w="1984" w:type="dxa"/>
          </w:tcPr>
          <w:p w:rsidR="008F1620" w:rsidRDefault="008F1620" w:rsidP="00396C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 Горячий Ключ, ул. Ленина, д. 156</w:t>
            </w:r>
          </w:p>
        </w:tc>
        <w:tc>
          <w:tcPr>
            <w:tcW w:w="2126" w:type="dxa"/>
          </w:tcPr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8(86159) 4-40-36, mfc-gk@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gorkluch.ru</w:t>
            </w:r>
          </w:p>
        </w:tc>
        <w:tc>
          <w:tcPr>
            <w:tcW w:w="2268" w:type="dxa"/>
          </w:tcPr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ср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да, пятница: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6E4F64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6E4F64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Новоро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сийск / муниципальное бюджетное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населению города Новороссийска»</w:t>
            </w:r>
          </w:p>
        </w:tc>
        <w:tc>
          <w:tcPr>
            <w:tcW w:w="1984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353900,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г.Новороссийск, ул. Бирюзова, д. 6</w:t>
            </w:r>
          </w:p>
        </w:tc>
        <w:tc>
          <w:tcPr>
            <w:tcW w:w="2126" w:type="dxa"/>
          </w:tcPr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8(8617) 67-16-50,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info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@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admnvrsk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396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admnvrsk.ru</w:t>
            </w:r>
          </w:p>
        </w:tc>
        <w:tc>
          <w:tcPr>
            <w:tcW w:w="2268" w:type="dxa"/>
          </w:tcPr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3E1A08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7F73E6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МФЦ города 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чи / муниципальное 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тономное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 города Сочи</w:t>
            </w:r>
          </w:p>
        </w:tc>
        <w:tc>
          <w:tcPr>
            <w:tcW w:w="1984" w:type="dxa"/>
          </w:tcPr>
          <w:p w:rsidR="008F1620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Сочи,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Юных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нинцев, д. 10; </w:t>
            </w:r>
          </w:p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20-й Горн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стрелковой 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визии, д. 18 «А»</w:t>
            </w:r>
          </w:p>
        </w:tc>
        <w:tc>
          <w:tcPr>
            <w:tcW w:w="2126" w:type="dxa"/>
          </w:tcPr>
          <w:p w:rsidR="008F1620" w:rsidRPr="009F227E" w:rsidRDefault="008F1620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8(862) 29-88-100, 8(862) 24-14-000, sochimfc@gmail.</w:t>
            </w:r>
          </w:p>
          <w:p w:rsidR="008F1620" w:rsidRPr="009F227E" w:rsidRDefault="008F1620" w:rsidP="00537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com http://mfcsochi.ru</w:t>
            </w:r>
          </w:p>
        </w:tc>
        <w:tc>
          <w:tcPr>
            <w:tcW w:w="2268" w:type="dxa"/>
          </w:tcPr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Понедельник: </w:t>
            </w:r>
          </w:p>
          <w:p w:rsidR="008F1620" w:rsidRPr="00285493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торник-пятница:</w:t>
            </w:r>
          </w:p>
          <w:p w:rsidR="008F1620" w:rsidRPr="00285493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8F1620" w:rsidRPr="00285493" w:rsidRDefault="008F1620" w:rsidP="00285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8F1620" w:rsidRPr="003E1A08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  <w:p w:rsidR="008F1620" w:rsidRPr="007F73E6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Аби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ципальных услуг </w:t>
            </w:r>
          </w:p>
        </w:tc>
        <w:tc>
          <w:tcPr>
            <w:tcW w:w="1984" w:type="dxa"/>
          </w:tcPr>
          <w:p w:rsidR="008F1620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353320,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620" w:rsidRPr="00A05261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г.Абинск,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Интернаци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нальная,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8(861-50) 4-20-37, </w:t>
            </w:r>
          </w:p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8(861-50) 4-20-65,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mfc-abinsk@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://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abinskmfc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вторник-четверг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8-00 до 17-00;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16-00;</w:t>
            </w:r>
          </w:p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6E4F64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A05261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Pr="002D7825" w:rsidRDefault="008F1620" w:rsidP="002D7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6D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Абинского района»</w:t>
            </w:r>
          </w:p>
        </w:tc>
        <w:tc>
          <w:tcPr>
            <w:tcW w:w="1984" w:type="dxa"/>
          </w:tcPr>
          <w:p w:rsidR="008F1620" w:rsidRPr="00A05261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2D782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2D782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2D782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825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6E4F64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шеронского района»</w:t>
            </w:r>
          </w:p>
        </w:tc>
        <w:tc>
          <w:tcPr>
            <w:tcW w:w="1984" w:type="dxa"/>
          </w:tcPr>
          <w:p w:rsidR="008F1620" w:rsidRPr="00A05261" w:rsidRDefault="008F1620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A05261" w:rsidRDefault="008F1620" w:rsidP="000B76F2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Апшеронск, ул. Пролета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179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8(86152) 2-52-30,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8(86152) 2-60-02,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mfc.apsheronsk@mail.ru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apsheronsk-mfc.ru</w:t>
            </w:r>
          </w:p>
        </w:tc>
        <w:tc>
          <w:tcPr>
            <w:tcW w:w="2268" w:type="dxa"/>
          </w:tcPr>
          <w:p w:rsidR="008F1620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пятница: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285493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F1620" w:rsidRDefault="008F1620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13-00 до 14-00;</w:t>
            </w:r>
          </w:p>
          <w:p w:rsidR="008F1620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8F1620" w:rsidRPr="00285493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2854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3-00:</w:t>
            </w:r>
          </w:p>
          <w:p w:rsidR="008F1620" w:rsidRPr="003E1A08" w:rsidRDefault="008F1620" w:rsidP="00697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7F73E6" w:rsidRDefault="008F1620" w:rsidP="00404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«Белоглинский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казенное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муниципального образования Белогли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«Белогли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по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доставлению госуда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ственных и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пальных услуг»</w:t>
            </w:r>
          </w:p>
        </w:tc>
        <w:tc>
          <w:tcPr>
            <w:tcW w:w="1984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353040,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Белоглинский 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с. Белая Глина, ул. Первома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161 «А»</w:t>
            </w:r>
          </w:p>
        </w:tc>
        <w:tc>
          <w:tcPr>
            <w:tcW w:w="2126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(86154) 7-25-24, mfcbelglin@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13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http://belglin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7F73E6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Бел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реченский район»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Бел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реченского района»</w:t>
            </w:r>
          </w:p>
        </w:tc>
        <w:tc>
          <w:tcPr>
            <w:tcW w:w="1984" w:type="dxa"/>
          </w:tcPr>
          <w:p w:rsidR="008F1620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1620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Белореченский 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Белореченск, ул. Красная,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46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8(86155) 3-37-44, bel.mfc@ mail.ru http://bel.e-mfc.ru/</w:t>
            </w:r>
          </w:p>
        </w:tc>
        <w:tc>
          <w:tcPr>
            <w:tcW w:w="2268" w:type="dxa"/>
          </w:tcPr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пятница: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понедельник, 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69318C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Брюх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вецкого района/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муниципального образования Брюх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вецкий район»</w:t>
            </w:r>
          </w:p>
        </w:tc>
        <w:tc>
          <w:tcPr>
            <w:tcW w:w="1984" w:type="dxa"/>
          </w:tcPr>
          <w:p w:rsidR="008F1620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A05261" w:rsidRDefault="008F1620" w:rsidP="000B7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Брюхове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кая,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1/1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(86156) 3-10-39,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(86156) 3-10-52,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mfc@mfc-br.ru mfc.bruhoveckaya@mail.ru http://mfc-br.ru</w:t>
            </w:r>
          </w:p>
        </w:tc>
        <w:tc>
          <w:tcPr>
            <w:tcW w:w="2268" w:type="dxa"/>
          </w:tcPr>
          <w:p w:rsidR="008F1620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МФЦ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пального образования Выселковский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тавлению 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353100,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Выселковский район,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Выселки, ул. Лунева,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(86157) 7-40-37, mfc.2010@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yandex.ru </w:t>
            </w:r>
            <w:hyperlink r:id="rId14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http://viselki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до 20-00; 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Pr="0069318C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услуг»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Гул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кевичский район»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Гулькевичский район»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352192,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Гулькевичский район,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Гулькевичи, ул. Советская,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29 «А»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8(86160) 33-0-77, info@mfcgul.ru http://mfcgul.ru</w:t>
            </w:r>
          </w:p>
        </w:tc>
        <w:tc>
          <w:tcPr>
            <w:tcW w:w="2268" w:type="dxa"/>
          </w:tcPr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ятница: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уббота: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с 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 до 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69318C" w:rsidRDefault="008F1620" w:rsidP="0069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318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БУ «МФЦ» МО Ди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район /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Динской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населению Динск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 района»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353200,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Динской район, ст-ца Динская, ул. Красная,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112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(86162) 6-64-14 mfc_dinsk@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http://dinsk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C0589A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C058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89A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995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» МО 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бюджетное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Ейский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Ейского района»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353680,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Ейский район,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Ейск,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Армави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45/2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8(86132) 3-71-81, mfc_eisk@mail.ru http://eysk.e-mfc.ru</w:t>
            </w:r>
          </w:p>
        </w:tc>
        <w:tc>
          <w:tcPr>
            <w:tcW w:w="2268" w:type="dxa"/>
          </w:tcPr>
          <w:p w:rsidR="008F1620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 до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18585A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185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1858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МО Ка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казский район»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ниципального 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352380,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Кавказский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Кропоткин, пер. Комм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8/1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8(86138) 7-67-99, kavmfc@yandex.ru http://kavkazskaya.e-mfc.ru</w:t>
            </w:r>
          </w:p>
        </w:tc>
        <w:tc>
          <w:tcPr>
            <w:tcW w:w="2268" w:type="dxa"/>
          </w:tcPr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8F1620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выходной: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Pr="00EE648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образования Кавка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EE6482" w:rsidRDefault="008F1620" w:rsidP="00EE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воскре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сенье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Калини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Кал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нинского района Кра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нодарского края»</w:t>
            </w:r>
          </w:p>
        </w:tc>
        <w:tc>
          <w:tcPr>
            <w:tcW w:w="1984" w:type="dxa"/>
          </w:tcPr>
          <w:p w:rsidR="008F1620" w:rsidRPr="000B76F2" w:rsidRDefault="008F1620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Калининский район,</w:t>
            </w: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Калининская,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151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8(86163) 22-7-47 mfc-kalina@rambler.ru </w:t>
            </w:r>
            <w:hyperlink r:id="rId16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http://kalina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AA50CF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F1620" w:rsidRPr="00AA50CF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AA50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886C73" w:rsidRDefault="008F1620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886C73" w:rsidRDefault="008F1620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8F1620" w:rsidRPr="00886C73" w:rsidRDefault="008F1620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Default="008F1620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52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МФЦ Каневского района/ 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Каневской район «Многофун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Pr="000B76F2" w:rsidRDefault="008F1620" w:rsidP="000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F1620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Каневской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 Каневская, ул. Горького,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58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(86164) 4-51-91, mfc@kanevskadm.ru </w:t>
            </w:r>
            <w:hyperlink r:id="rId1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http://kanevskaya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886C73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пятница:</w:t>
            </w:r>
          </w:p>
          <w:p w:rsidR="008F1620" w:rsidRPr="00886C73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886C73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886C73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-00:</w:t>
            </w:r>
          </w:p>
          <w:p w:rsidR="008F1620" w:rsidRPr="00886C73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воскресение:</w:t>
            </w:r>
          </w:p>
          <w:p w:rsidR="008F1620" w:rsidRPr="00EE7CC5" w:rsidRDefault="008F1620" w:rsidP="00886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C73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AA5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«Кореновский МФЦ»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бюджетное учре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дение «Кореновский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Default="008F1620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A05261" w:rsidRDefault="008F1620" w:rsidP="000B76F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г.Кореновск,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128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8(86142) 4-62-40, mfc@admkor.ru </w:t>
            </w:r>
            <w:hyperlink r:id="rId1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korenovsk.ru</w:t>
            </w:r>
          </w:p>
        </w:tc>
        <w:tc>
          <w:tcPr>
            <w:tcW w:w="2268" w:type="dxa"/>
          </w:tcPr>
          <w:p w:rsidR="008F1620" w:rsidRDefault="008F1620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Понедельник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–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пятни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ца</w:t>
            </w:r>
          </w:p>
          <w:p w:rsidR="008F1620" w:rsidRDefault="008F1620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20-00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уббота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8F1620" w:rsidRDefault="008F1620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9-00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13-00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</w:p>
          <w:p w:rsidR="008F1620" w:rsidRPr="00AA50CF" w:rsidRDefault="008F1620" w:rsidP="0078271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8F1620" w:rsidRPr="008F01FA" w:rsidRDefault="008F1620" w:rsidP="00782718">
            <w:pPr>
              <w:shd w:val="clear" w:color="auto" w:fill="FFFFFF"/>
              <w:spacing w:before="75" w:after="100" w:afterAutospacing="1" w:line="240" w:lineRule="auto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МО Красноармейский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 / муниципальное бюджетное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Красноарме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353800,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Красноарме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ский район,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Полта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Просвещ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107 «А»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(86165) 4-08-69, mfc.krasnarm@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1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http://krasnarm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Понедельник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, ср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да,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четверг</w:t>
            </w:r>
          </w:p>
          <w:p w:rsidR="008F1620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17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-00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вторник:</w:t>
            </w:r>
          </w:p>
          <w:p w:rsidR="008F1620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с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8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20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-00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;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br/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пятница, суббота </w:t>
            </w:r>
          </w:p>
          <w:p w:rsidR="008F1620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13-00;</w:t>
            </w:r>
          </w:p>
          <w:p w:rsidR="008F1620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оскресенье</w:t>
            </w: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:</w:t>
            </w:r>
          </w:p>
          <w:p w:rsidR="008F1620" w:rsidRPr="00AA50CF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ыходной</w:t>
            </w:r>
          </w:p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лами служебного 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Pr="00AA50CF" w:rsidRDefault="008F1620" w:rsidP="00E473AE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AA50CF" w:rsidRDefault="008F1620" w:rsidP="008F01FA">
            <w:pPr>
              <w:shd w:val="clear" w:color="auto" w:fill="FFFFFF"/>
              <w:spacing w:after="0" w:line="270" w:lineRule="atLeast"/>
              <w:jc w:val="center"/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</w:pP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распорядка</w:t>
            </w:r>
          </w:p>
        </w:tc>
      </w:tr>
      <w:tr w:rsidR="008F1620" w:rsidRPr="009F227E" w:rsidTr="0075250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«ИКЦ» (МФЦ Крыловского района) / муниципальное бю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 Крыловского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8F1620" w:rsidRPr="000B76F2" w:rsidRDefault="008F1620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F1620" w:rsidRPr="000B76F2" w:rsidRDefault="008F1620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F1620" w:rsidRPr="000B76F2" w:rsidRDefault="008F1620" w:rsidP="000B7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76F2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Крыло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Орджон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кидзе, д. 32</w:t>
            </w:r>
          </w:p>
        </w:tc>
        <w:tc>
          <w:tcPr>
            <w:tcW w:w="2126" w:type="dxa"/>
          </w:tcPr>
          <w:p w:rsidR="008F1620" w:rsidRPr="009F227E" w:rsidRDefault="008F1620" w:rsidP="000B76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8(86161) 35-1-19 mfc.krilovskaya@mail.ru</w:t>
            </w:r>
          </w:p>
        </w:tc>
        <w:tc>
          <w:tcPr>
            <w:tcW w:w="2268" w:type="dxa"/>
          </w:tcPr>
          <w:p w:rsidR="008F1620" w:rsidRDefault="008F1620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 до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с 08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 до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воскресе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нье:</w:t>
            </w:r>
          </w:p>
          <w:p w:rsidR="008F1620" w:rsidRPr="00752505" w:rsidRDefault="008F1620" w:rsidP="00782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2505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752505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МФЦ МО Кры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автономное учреждение «Кры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муниципального образования Крымский район»</w:t>
            </w:r>
          </w:p>
        </w:tc>
        <w:tc>
          <w:tcPr>
            <w:tcW w:w="1984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353380,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Крымский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район, г.Крымск, ул. Адагумская, д. 153</w:t>
            </w:r>
          </w:p>
        </w:tc>
        <w:tc>
          <w:tcPr>
            <w:tcW w:w="2126" w:type="dxa"/>
          </w:tcPr>
          <w:p w:rsidR="008F1620" w:rsidRPr="009F227E" w:rsidRDefault="008F1620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8(86131) 4-37-74, mfc.krymsk@</w:t>
            </w:r>
          </w:p>
          <w:p w:rsidR="008F1620" w:rsidRPr="009F227E" w:rsidRDefault="008F1620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2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http://krymskmfc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104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8F1620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среда, пятница:</w:t>
            </w:r>
          </w:p>
          <w:p w:rsidR="008F1620" w:rsidRPr="008F01FA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18:30;</w:t>
            </w:r>
          </w:p>
          <w:p w:rsidR="008F1620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14:00;</w:t>
            </w:r>
          </w:p>
          <w:p w:rsidR="008F1620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8F01FA" w:rsidRDefault="008F1620" w:rsidP="008F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«Кургани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районный 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352430,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Курганинский район,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Курганинск, ул. Калинина,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8(86147) 2-77-99, mfc-kurganinsk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@rambler.ru </w:t>
            </w:r>
            <w:hyperlink r:id="rId2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http://kurganinsk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среда: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16-00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C90796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90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</w:t>
            </w:r>
          </w:p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EE7CC5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МУ «МФЦ Кущевского района» /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ния Кущевский район </w:t>
            </w:r>
          </w:p>
        </w:tc>
        <w:tc>
          <w:tcPr>
            <w:tcW w:w="1984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352031,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Кущевский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район,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Куще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пер. Школьный, </w:t>
            </w:r>
          </w:p>
        </w:tc>
        <w:tc>
          <w:tcPr>
            <w:tcW w:w="2126" w:type="dxa"/>
          </w:tcPr>
          <w:p w:rsidR="008F1620" w:rsidRPr="009F227E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8(86168) 4-02-90, mfckush@mail.ru http://mfckush.ru</w:t>
            </w:r>
          </w:p>
        </w:tc>
        <w:tc>
          <w:tcPr>
            <w:tcW w:w="2268" w:type="dxa"/>
          </w:tcPr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пятница:</w:t>
            </w:r>
          </w:p>
          <w:p w:rsidR="008F1620" w:rsidRPr="008F01FA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20:00;</w:t>
            </w:r>
          </w:p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13:00;</w:t>
            </w:r>
          </w:p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</w:tc>
        <w:tc>
          <w:tcPr>
            <w:tcW w:w="1984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55</w:t>
            </w:r>
          </w:p>
        </w:tc>
        <w:tc>
          <w:tcPr>
            <w:tcW w:w="2126" w:type="dxa"/>
          </w:tcPr>
          <w:p w:rsidR="008F1620" w:rsidRPr="009F227E" w:rsidRDefault="008F1620" w:rsidP="00C90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8F01FA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1FA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Лабинский район «Межмуниц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пальный МФЦ»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Лабинский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 города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бинска и Лабинского района»</w:t>
            </w:r>
          </w:p>
        </w:tc>
        <w:tc>
          <w:tcPr>
            <w:tcW w:w="1984" w:type="dxa"/>
          </w:tcPr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Лабинский </w:t>
            </w:r>
          </w:p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Лабинск,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Победы,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177</w:t>
            </w:r>
          </w:p>
        </w:tc>
        <w:tc>
          <w:tcPr>
            <w:tcW w:w="2126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(86169) 3-56-18, mfc.labinsk@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yandex.ru </w:t>
            </w:r>
            <w:hyperlink r:id="rId2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http://labinsk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19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00;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Перерыв: Время предоставления от-дыха и питания специалистов уста-навливается прави-лами внутреннего трудового распо-рядка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МО 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нинградский район / муниципальное бю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жетное учреждение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предоста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ления государственных и муниципальных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луг» муниципального образования Лени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градский район</w:t>
            </w:r>
          </w:p>
        </w:tc>
        <w:tc>
          <w:tcPr>
            <w:tcW w:w="1984" w:type="dxa"/>
          </w:tcPr>
          <w:p w:rsidR="008F1620" w:rsidRPr="009933C3" w:rsidRDefault="008F1620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F1620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Ленинградский район,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Лени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градская,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Красная,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136 «А»</w:t>
            </w:r>
          </w:p>
        </w:tc>
        <w:tc>
          <w:tcPr>
            <w:tcW w:w="2126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8(86145)3-78-98 Len_mfc@mail.ru http://lenmfc.ru</w:t>
            </w:r>
          </w:p>
        </w:tc>
        <w:tc>
          <w:tcPr>
            <w:tcW w:w="2268" w:type="dxa"/>
          </w:tcPr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реда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ятница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 до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«Мосто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ской 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услуг»</w:t>
            </w:r>
          </w:p>
        </w:tc>
        <w:tc>
          <w:tcPr>
            <w:tcW w:w="1984" w:type="dxa"/>
          </w:tcPr>
          <w:p w:rsidR="008F1620" w:rsidRPr="009933C3" w:rsidRDefault="008F1620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8F1620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Мостовский район,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п. Мостовской,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8(86192) 5-43-84 most.mfc@mail.ru </w:t>
            </w:r>
            <w:hyperlink r:id="rId23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http://mostovskoi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онедельник, среда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четверг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C8302C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933C3" w:rsidRDefault="008F1620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1620" w:rsidRPr="009933C3" w:rsidRDefault="008F1620" w:rsidP="00993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bCs/>
                <w:color w:val="141414"/>
                <w:sz w:val="24"/>
                <w:szCs w:val="18"/>
                <w:lang w:eastAsia="ru-RU"/>
              </w:rPr>
              <w:t>Перерыв: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 xml:space="preserve"> Время предоставления о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дыха и питания специалистов уст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а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навливается прав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и</w:t>
            </w:r>
            <w:r w:rsidRPr="00AA50CF">
              <w:rPr>
                <w:rFonts w:ascii="Times New Roman" w:hAnsi="Times New Roman"/>
                <w:color w:val="141414"/>
                <w:sz w:val="24"/>
                <w:szCs w:val="18"/>
                <w:lang w:eastAsia="ru-RU"/>
              </w:rPr>
              <w:t>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«МФЦ Новок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банского района»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автоно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«Мн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гофункциональный центр по предоставл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нию государственных и муниципальных услуг Новокубанского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Новокубанский район,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Новокубанск, ул. Первома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д.151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(861-95) 3-11-61 econom_arhip@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oleg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_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arhip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mail.ru http://novokubansk.e-mfc.ru</w:t>
            </w:r>
          </w:p>
        </w:tc>
        <w:tc>
          <w:tcPr>
            <w:tcW w:w="2268" w:type="dxa"/>
          </w:tcPr>
          <w:p w:rsidR="008F1620" w:rsidRDefault="008F1620" w:rsidP="00C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етверг </w:t>
            </w:r>
          </w:p>
          <w:p w:rsidR="008F1620" w:rsidRPr="00C8302C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</w:t>
            </w:r>
            <w:r w:rsidRPr="00C8302C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13-00;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4627AF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«Новопокровский МФЦ»/муниципальное бюджетное учреждение «Новопокровский мн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гофункциональный центр по предоставл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нию государственных и муниципальных услуг»</w:t>
            </w:r>
          </w:p>
        </w:tc>
        <w:tc>
          <w:tcPr>
            <w:tcW w:w="1984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353020,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Новопокровский район,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Новоп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кровская,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Ленина,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113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8(86149) 7-37-42, novopokrovskii_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mfc@mail.ru http://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novopokrovsk.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e-mfc.ru/</w:t>
            </w:r>
          </w:p>
        </w:tc>
        <w:tc>
          <w:tcPr>
            <w:tcW w:w="2268" w:type="dxa"/>
          </w:tcPr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−00;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8-00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13-00;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482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Время предоставления от-дыха и питания специалистов уста-навливается прави-лами служебного распорядка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4627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  <w:r w:rsidRPr="009F227E"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Отрадненский район</w:t>
            </w:r>
          </w:p>
        </w:tc>
        <w:tc>
          <w:tcPr>
            <w:tcW w:w="1984" w:type="dxa"/>
          </w:tcPr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352290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1620" w:rsidRPr="00A05261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Отрадненский район,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Отрадная, ул. Красная,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67 «Б»/2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(861-44) 3-46-21 mfc.otradnaya@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otradnaya.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ерерыв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8F1620" w:rsidRPr="004627AF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ва)</w:t>
            </w:r>
          </w:p>
          <w:p w:rsidR="008F1620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EE7CC5" w:rsidRDefault="008F1620" w:rsidP="00462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МБУ МФЦ 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352040, 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(86191) 5-45-95,  </w:t>
            </w:r>
          </w:p>
        </w:tc>
        <w:tc>
          <w:tcPr>
            <w:tcW w:w="2268" w:type="dxa"/>
          </w:tcPr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«Павловский»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Павловский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он»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Павловский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он, </w:t>
            </w:r>
          </w:p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Павло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ская, </w:t>
            </w:r>
          </w:p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Гладкова, </w:t>
            </w:r>
          </w:p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11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mfc-pavlovskii@mail.ru </w:t>
            </w:r>
            <w:hyperlink r:id="rId25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pavlraion.ru</w:t>
            </w:r>
          </w:p>
        </w:tc>
        <w:tc>
          <w:tcPr>
            <w:tcW w:w="2268" w:type="dxa"/>
          </w:tcPr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</w:t>
            </w: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да,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17-00;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вторник, </w:t>
            </w: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Pr="00D75552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5552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Примо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ско-Ахтарского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 / муниципальное казенное учреждение «Приморско-Ахтарский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Pr="00A05261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353860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Приморско-Ахтарский </w:t>
            </w:r>
          </w:p>
          <w:p w:rsidR="008F1620" w:rsidRDefault="008F1620" w:rsidP="009933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г.Приморско-Ахтарск,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Фестивал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ная, 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57</w:t>
            </w:r>
          </w:p>
        </w:tc>
        <w:tc>
          <w:tcPr>
            <w:tcW w:w="2126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(86143) 3-18-37, mfс.prаhtаrsk@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mаil.ru 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2268" w:type="dxa"/>
          </w:tcPr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20-00</w:t>
            </w:r>
          </w:p>
          <w:p w:rsidR="008F1620" w:rsidRPr="00D35BF7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</w:t>
            </w:r>
          </w:p>
          <w:p w:rsidR="008F1620" w:rsidRPr="00D35BF7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D35BF7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7F7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D35B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МО «МФЦ 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верского района»/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бюдже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ное учреждение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ния Северский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тавлению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1620" w:rsidRPr="009933C3" w:rsidRDefault="008F1620" w:rsidP="009933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F1620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Северский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t>район,</w:t>
            </w:r>
            <w:r w:rsidRPr="009933C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F227E">
              <w:rPr>
                <w:rFonts w:ascii="Times New Roman" w:hAnsi="Times New Roman"/>
                <w:sz w:val="24"/>
                <w:szCs w:val="24"/>
              </w:rPr>
              <w:t>ст-ца Северская, ул. Ленина,</w:t>
            </w:r>
          </w:p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121 «Б»</w:t>
            </w:r>
          </w:p>
        </w:tc>
        <w:tc>
          <w:tcPr>
            <w:tcW w:w="2126" w:type="dxa"/>
          </w:tcPr>
          <w:p w:rsidR="008F1620" w:rsidRPr="009F227E" w:rsidRDefault="008F1620" w:rsidP="00993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8(86166) 2-01-04, sevmfc@mail.ru http://sevmfc.ru</w:t>
            </w:r>
          </w:p>
        </w:tc>
        <w:tc>
          <w:tcPr>
            <w:tcW w:w="2268" w:type="dxa"/>
          </w:tcPr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</w:t>
            </w:r>
          </w:p>
          <w:p w:rsidR="008F1620" w:rsidRPr="00D35BF7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торник-четверг: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18-00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ятница: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</w:t>
            </w:r>
          </w:p>
          <w:p w:rsidR="008F1620" w:rsidRPr="00D35BF7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D35BF7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8F1620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оскресенье:</w:t>
            </w:r>
          </w:p>
          <w:p w:rsidR="008F1620" w:rsidRPr="00EE7CC5" w:rsidRDefault="008F1620" w:rsidP="00D35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  <w:r w:rsidRPr="00D35BF7">
              <w:rPr>
                <w:rFonts w:ascii="Cambria Math" w:hAnsi="Cambria Math" w:cs="Cambria Math"/>
                <w:sz w:val="24"/>
                <w:szCs w:val="24"/>
                <w:lang w:eastAsia="ru-RU"/>
              </w:rPr>
              <w:t>​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МАУ «МФЦ Славя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ский» / муниципальное автономное учрежд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ние «Многофункци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нальный центр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и муниципальных услуг Славянского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</w:t>
            </w:r>
          </w:p>
        </w:tc>
        <w:tc>
          <w:tcPr>
            <w:tcW w:w="1984" w:type="dxa"/>
          </w:tcPr>
          <w:p w:rsidR="008F1620" w:rsidRPr="00A05261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353560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8F1620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Славянск-на-Кубани,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Отдельская, д. 324 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8(86146) 2-58-85 director@slavmfc.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ru 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2268" w:type="dxa"/>
          </w:tcPr>
          <w:p w:rsidR="008F1620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Понедельник-пятница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782718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с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EE7CC5" w:rsidRDefault="008F1620" w:rsidP="00782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1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Стар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минского района» /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ниципальное казенное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Ст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роминского </w:t>
            </w:r>
          </w:p>
        </w:tc>
        <w:tc>
          <w:tcPr>
            <w:tcW w:w="1984" w:type="dxa"/>
          </w:tcPr>
          <w:p w:rsidR="008F1620" w:rsidRPr="006F7F60" w:rsidRDefault="008F1620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7F60">
              <w:rPr>
                <w:rFonts w:ascii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F60">
              <w:rPr>
                <w:rFonts w:ascii="Times New Roman" w:hAnsi="Times New Roman"/>
                <w:sz w:val="24"/>
                <w:szCs w:val="24"/>
                <w:lang w:eastAsia="ru-RU"/>
              </w:rPr>
              <w:t>Староминский район,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Староми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Коммунаров, д. 86</w:t>
            </w: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(86153) 4-34-07, </w:t>
            </w:r>
            <w:hyperlink r:id="rId26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mfc.starominsk@   yandex.ru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http://starmin.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e-mfc.ru</w:t>
            </w:r>
          </w:p>
        </w:tc>
        <w:tc>
          <w:tcPr>
            <w:tcW w:w="2268" w:type="dxa"/>
          </w:tcPr>
          <w:p w:rsidR="008F1620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F1620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с 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17-00,</w:t>
            </w:r>
          </w:p>
          <w:p w:rsidR="008F1620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перерыв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D35BF7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12-30 до 13-30;</w:t>
            </w:r>
          </w:p>
          <w:p w:rsidR="008F1620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8-00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13-00</w:t>
            </w:r>
          </w:p>
          <w:p w:rsidR="008F1620" w:rsidRPr="00D35BF7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без перерыва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8F1620" w:rsidRPr="00E473A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−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6F7F60" w:rsidRDefault="008F1620" w:rsidP="00E473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Pr="00D35BF7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2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</w:tc>
        <w:tc>
          <w:tcPr>
            <w:tcW w:w="1984" w:type="dxa"/>
          </w:tcPr>
          <w:p w:rsidR="008F1620" w:rsidRPr="006F7F60" w:rsidRDefault="008F1620" w:rsidP="006F7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F1620" w:rsidRPr="00D35BF7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6F7F60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МО Тб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лисский район»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Тбилисский район»</w:t>
            </w:r>
          </w:p>
        </w:tc>
        <w:tc>
          <w:tcPr>
            <w:tcW w:w="1984" w:type="dxa"/>
          </w:tcPr>
          <w:p w:rsidR="008F1620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8F1620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8F1620" w:rsidRPr="00A05261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Тбили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ская,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Новая,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 «Б»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(86158) 3-31-92, mfctbil@mail.ru </w:t>
            </w:r>
            <w:hyperlink r:id="rId27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tbilisskaya.com</w:t>
            </w:r>
          </w:p>
        </w:tc>
        <w:tc>
          <w:tcPr>
            <w:tcW w:w="2268" w:type="dxa"/>
          </w:tcPr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8-00 до 17-00,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12-00 до 13-00;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8F1620" w:rsidRPr="006E4F64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 −</w:t>
            </w:r>
          </w:p>
          <w:p w:rsidR="008F1620" w:rsidRPr="00EE7CC5" w:rsidRDefault="008F1620" w:rsidP="006E4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4F64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83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 Темрю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по предоставлению 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сударственных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вания Темрюкский район</w:t>
            </w:r>
          </w:p>
        </w:tc>
        <w:tc>
          <w:tcPr>
            <w:tcW w:w="1984" w:type="dxa"/>
          </w:tcPr>
          <w:p w:rsidR="008F1620" w:rsidRDefault="008F1620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261">
              <w:rPr>
                <w:rFonts w:ascii="Times New Roman" w:hAnsi="Times New Roman"/>
                <w:sz w:val="24"/>
                <w:szCs w:val="24"/>
              </w:rPr>
              <w:t>353500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F1620" w:rsidRDefault="008F1620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F1620" w:rsidRPr="00A05261" w:rsidRDefault="008F1620" w:rsidP="006F7F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Темрюк,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Герцена,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46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(86148) 5-44-45 mfctemryuk@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rambler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://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mfc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temryuk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268" w:type="dxa"/>
          </w:tcPr>
          <w:p w:rsidR="008F1620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</w:t>
            </w:r>
          </w:p>
          <w:p w:rsidR="008F1620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F1620" w:rsidRPr="00783BF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18-30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вторник, среда:</w:t>
            </w:r>
          </w:p>
          <w:p w:rsidR="008F1620" w:rsidRPr="00783BF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19-00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четверг:</w:t>
            </w:r>
          </w:p>
          <w:p w:rsidR="008F1620" w:rsidRPr="00783BF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8-00 до 20-00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783BF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8F1620" w:rsidRPr="00783BF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оскресенье: в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83BFE">
              <w:rPr>
                <w:rFonts w:ascii="Times New Roman" w:hAnsi="Times New Roman"/>
                <w:sz w:val="24"/>
                <w:szCs w:val="24"/>
                <w:lang w:eastAsia="ru-RU"/>
              </w:rPr>
              <w:t>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83BFE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«МФЦ» Тим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шевский район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муниципального образования Тимаше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</w:tc>
        <w:tc>
          <w:tcPr>
            <w:tcW w:w="1984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352700,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Тимашевский район,</w:t>
            </w:r>
          </w:p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Тимашевск,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Пионерская, д. 90 «А»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(86130) 4-25-82; mfctim@yandex.ru </w:t>
            </w:r>
            <w:hyperlink r:id="rId28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http://mfc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timregion.ru</w:t>
            </w:r>
          </w:p>
        </w:tc>
        <w:tc>
          <w:tcPr>
            <w:tcW w:w="2268" w:type="dxa"/>
          </w:tcPr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4F64">
              <w:rPr>
                <w:rFonts w:ascii="Times New Roman" w:hAnsi="Times New Roman"/>
                <w:sz w:val="24"/>
                <w:szCs w:val="24"/>
              </w:rPr>
              <w:t>онедельник – пятница, кроме среды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18-00;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среда: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20-00;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суббота: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8-00 до 14.00</w:t>
            </w:r>
          </w:p>
          <w:p w:rsidR="008F1620" w:rsidRPr="006E4F64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(без перерыв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4F6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8F1620" w:rsidRPr="006E4F64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воскресенье −</w:t>
            </w:r>
          </w:p>
          <w:p w:rsidR="008F1620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F64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1620" w:rsidRPr="00EE7CC5" w:rsidRDefault="008F1620" w:rsidP="006E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Тихоре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кого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она»/Муниципальное казенное учреждение муниципального обр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зования Тихорецкий район «Многофун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по предоставлению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услуг»</w:t>
            </w:r>
          </w:p>
        </w:tc>
        <w:tc>
          <w:tcPr>
            <w:tcW w:w="1984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352120,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Тихорецкий район,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Тихорецк, 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Энгельса,</w:t>
            </w:r>
          </w:p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76</w:t>
            </w:r>
            <w:r w:rsidRPr="009F227E">
              <w:t xml:space="preserve"> 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«Д»,</w:t>
            </w:r>
          </w:p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76 «Е»</w:t>
            </w: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 (86196) 7-54-79, tihoresk-mfc@yandex.ru </w:t>
            </w:r>
            <w:hyperlink r:id="rId29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http://tihoreck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 − пятница: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20-00,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суббота: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-00 до 14-00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8F1620" w:rsidRPr="00CF6DD0" w:rsidRDefault="008F1620" w:rsidP="00CF6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 −</w:t>
            </w:r>
          </w:p>
          <w:p w:rsidR="008F1620" w:rsidRPr="00EE7CC5" w:rsidRDefault="008F1620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6DD0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  <w:r w:rsidRPr="009F227E">
              <w:t xml:space="preserve"> </w:t>
            </w:r>
          </w:p>
          <w:p w:rsidR="008F1620" w:rsidRPr="00EE7CC5" w:rsidRDefault="008F1620" w:rsidP="00492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МКУ «МФЦ Туапси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казенное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функциональный центр предоставления </w:t>
            </w:r>
          </w:p>
        </w:tc>
        <w:tc>
          <w:tcPr>
            <w:tcW w:w="1984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352800, 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Тупсинский район,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г. Туапсе, 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ул. Горького, д.28</w:t>
            </w: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 (86167) 2-97-38, mfc-tuapse@mail.ru http://mfc.tuapseregion.ru</w:t>
            </w:r>
          </w:p>
        </w:tc>
        <w:tc>
          <w:tcPr>
            <w:tcW w:w="2268" w:type="dxa"/>
          </w:tcPr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Понедельник, вторник, четверг, пятница</w:t>
            </w:r>
          </w:p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8F1620" w:rsidRPr="004627AF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перерыва);</w:t>
            </w:r>
          </w:p>
          <w:p w:rsidR="008F1620" w:rsidRPr="00EE7CC5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  <w:bookmarkStart w:id="0" w:name="_GoBack"/>
            <w:bookmarkEnd w:id="0"/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3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8F1620" w:rsidRPr="009F227E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473A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7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государственных и м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ниципальных услуг 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апсинского района»</w:t>
            </w:r>
          </w:p>
        </w:tc>
        <w:tc>
          <w:tcPr>
            <w:tcW w:w="1984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1620" w:rsidRPr="004627AF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ерерыв</w:t>
            </w:r>
          </w:p>
          <w:p w:rsidR="008F1620" w:rsidRPr="004627AF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с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уббота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 </w:t>
            </w:r>
            <w:r w:rsidRPr="00D35BF7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  <w:p w:rsidR="008F1620" w:rsidRPr="004627AF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ва)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оскресенье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E47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27AF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Успе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ского района /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пальное бюджетное 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ч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реждение «Успенский районный многофун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циональный центр пр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доставления государс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венных и муниципал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услуг»</w:t>
            </w:r>
          </w:p>
        </w:tc>
        <w:tc>
          <w:tcPr>
            <w:tcW w:w="1984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352450, 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Успенский ра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й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он, с. Успенское, ул. Калинина,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77</w:t>
            </w:r>
          </w:p>
        </w:tc>
        <w:tc>
          <w:tcPr>
            <w:tcW w:w="2126" w:type="dxa"/>
          </w:tcPr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8(86140) 5-56-93 mfc.uspenskiy@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mail.ru </w:t>
            </w:r>
            <w:hyperlink r:id="rId30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http://uspenskiy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6F7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Понедельник − пятница 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17−00;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B22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«Мног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функциональный центр предоставления гос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у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дарственных и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ципальных услуг нас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лению Усть-Лабинского района»</w:t>
            </w:r>
          </w:p>
        </w:tc>
        <w:tc>
          <w:tcPr>
            <w:tcW w:w="1984" w:type="dxa"/>
          </w:tcPr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352330, </w:t>
            </w:r>
          </w:p>
          <w:p w:rsidR="008F1620" w:rsidRDefault="008F1620" w:rsidP="006F7F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  <w:r w:rsidRPr="00A05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126" w:type="dxa"/>
          </w:tcPr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8(86135) 5-01-37 mfc-ustlab@mail.ru </w:t>
            </w:r>
            <w:hyperlink r:id="rId31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http://ust-lab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EE7C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e-mfc.ru</w:t>
            </w:r>
          </w:p>
        </w:tc>
        <w:tc>
          <w:tcPr>
            <w:tcW w:w="2268" w:type="dxa"/>
          </w:tcPr>
          <w:p w:rsidR="008F1620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вторник 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− пятница 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−00;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-00;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3E1A08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FF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  <w:tr w:rsidR="008F1620" w:rsidRPr="009F227E" w:rsidTr="00EE7CC5">
        <w:tc>
          <w:tcPr>
            <w:tcW w:w="578" w:type="dxa"/>
            <w:vAlign w:val="center"/>
          </w:tcPr>
          <w:p w:rsidR="008F1620" w:rsidRPr="007F73E6" w:rsidRDefault="008F1620" w:rsidP="00EE7CC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</w:tcPr>
          <w:p w:rsidR="008F1620" w:rsidRPr="009F227E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МБУ «МФЦ» Щерб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новский район / мун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ципальное бюджетное учреждение муниц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пального образования Щербиновский район «Многофункционал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ь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ный центр по предо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с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тавления государстве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ных (муниципальных) услуг» Щербиновского района</w:t>
            </w:r>
          </w:p>
        </w:tc>
        <w:tc>
          <w:tcPr>
            <w:tcW w:w="1984" w:type="dxa"/>
          </w:tcPr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353620, 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Щербиновский район,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ст-ца Староще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р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биновская, 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 xml:space="preserve">ул. Чкалова, 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д. 92.</w:t>
            </w:r>
          </w:p>
        </w:tc>
        <w:tc>
          <w:tcPr>
            <w:tcW w:w="2126" w:type="dxa"/>
          </w:tcPr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8(86151) 7-77-14 mfc_scherbin@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  <w:r w:rsidRPr="009F227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9F2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2" w:history="1"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mfc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9F227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staradm</w:t>
              </w:r>
            </w:hyperlink>
            <w:r w:rsidRPr="009F22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620" w:rsidRPr="009F227E" w:rsidRDefault="008F1620" w:rsidP="002D6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7E">
              <w:rPr>
                <w:rFonts w:ascii="Times New Roman" w:hAnsi="Times New Roman"/>
                <w:sz w:val="24"/>
                <w:szCs w:val="24"/>
              </w:rPr>
              <w:t>ru</w:t>
            </w:r>
          </w:p>
        </w:tc>
        <w:tc>
          <w:tcPr>
            <w:tcW w:w="2268" w:type="dxa"/>
          </w:tcPr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вторник, четверг, </w:t>
            </w: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17−00;</w:t>
            </w:r>
          </w:p>
          <w:p w:rsidR="008F1620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8-00 до 20-00;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с 8-00 до 13-00;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воскресенье:</w:t>
            </w:r>
          </w:p>
          <w:p w:rsidR="008F1620" w:rsidRPr="003E1A08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1A08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  <w:p w:rsidR="008F1620" w:rsidRPr="00EE7CC5" w:rsidRDefault="008F1620" w:rsidP="003E1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(без перерыва)</w:t>
            </w:r>
          </w:p>
        </w:tc>
      </w:tr>
    </w:tbl>
    <w:p w:rsidR="008F1620" w:rsidRPr="006E4F64" w:rsidRDefault="008F1620" w:rsidP="006E4F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F1620" w:rsidRPr="006E4F64" w:rsidRDefault="008F1620" w:rsidP="006E4F64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8F1620" w:rsidRPr="006E4F64" w:rsidRDefault="008F1620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Заместитель министра социального</w:t>
      </w:r>
    </w:p>
    <w:p w:rsidR="008F1620" w:rsidRPr="006E4F64" w:rsidRDefault="008F1620" w:rsidP="006E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развития и семейной политики</w:t>
      </w:r>
    </w:p>
    <w:p w:rsidR="008F1620" w:rsidRPr="007F73E6" w:rsidRDefault="008F1620" w:rsidP="006E4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F64">
        <w:rPr>
          <w:rFonts w:ascii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8F1620" w:rsidRPr="007F73E6" w:rsidSect="002D6CDE">
      <w:headerReference w:type="default" r:id="rId3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620" w:rsidRDefault="008F1620" w:rsidP="002D6CDE">
      <w:pPr>
        <w:spacing w:after="0" w:line="240" w:lineRule="auto"/>
      </w:pPr>
      <w:r>
        <w:separator/>
      </w:r>
    </w:p>
  </w:endnote>
  <w:endnote w:type="continuationSeparator" w:id="0">
    <w:p w:rsidR="008F1620" w:rsidRDefault="008F1620" w:rsidP="002D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620" w:rsidRDefault="008F1620" w:rsidP="002D6CDE">
      <w:pPr>
        <w:spacing w:after="0" w:line="240" w:lineRule="auto"/>
      </w:pPr>
      <w:r>
        <w:separator/>
      </w:r>
    </w:p>
  </w:footnote>
  <w:footnote w:type="continuationSeparator" w:id="0">
    <w:p w:rsidR="008F1620" w:rsidRDefault="008F1620" w:rsidP="002D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620" w:rsidRPr="00E473AE" w:rsidRDefault="008F1620" w:rsidP="00E473AE">
    <w:pPr>
      <w:pStyle w:val="Header"/>
      <w:jc w:val="center"/>
      <w:rPr>
        <w:rFonts w:ascii="Times New Roman" w:hAnsi="Times New Roman"/>
        <w:sz w:val="28"/>
      </w:rPr>
    </w:pPr>
    <w:r w:rsidRPr="002D6CDE">
      <w:rPr>
        <w:rFonts w:ascii="Times New Roman" w:hAnsi="Times New Roman"/>
        <w:sz w:val="28"/>
      </w:rPr>
      <w:fldChar w:fldCharType="begin"/>
    </w:r>
    <w:r w:rsidRPr="002D6CDE">
      <w:rPr>
        <w:rFonts w:ascii="Times New Roman" w:hAnsi="Times New Roman"/>
        <w:sz w:val="28"/>
      </w:rPr>
      <w:instrText>PAGE   \* MERGEFORMAT</w:instrText>
    </w:r>
    <w:r w:rsidRPr="002D6CDE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10</w:t>
    </w:r>
    <w:r w:rsidRPr="002D6CD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6400"/>
    <w:multiLevelType w:val="hybridMultilevel"/>
    <w:tmpl w:val="5E820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FC1"/>
    <w:rsid w:val="00014FC1"/>
    <w:rsid w:val="0006296D"/>
    <w:rsid w:val="000B76F2"/>
    <w:rsid w:val="000C25B6"/>
    <w:rsid w:val="001045E7"/>
    <w:rsid w:val="00146396"/>
    <w:rsid w:val="0018585A"/>
    <w:rsid w:val="00275E3C"/>
    <w:rsid w:val="00285493"/>
    <w:rsid w:val="002D6CDE"/>
    <w:rsid w:val="002D7825"/>
    <w:rsid w:val="002F7117"/>
    <w:rsid w:val="00362A11"/>
    <w:rsid w:val="00396C0C"/>
    <w:rsid w:val="003D2384"/>
    <w:rsid w:val="003E1A08"/>
    <w:rsid w:val="00404DF9"/>
    <w:rsid w:val="00412A76"/>
    <w:rsid w:val="004627AF"/>
    <w:rsid w:val="004828FB"/>
    <w:rsid w:val="00486C59"/>
    <w:rsid w:val="00492D75"/>
    <w:rsid w:val="00537637"/>
    <w:rsid w:val="005E3290"/>
    <w:rsid w:val="00636910"/>
    <w:rsid w:val="0069318C"/>
    <w:rsid w:val="00697F52"/>
    <w:rsid w:val="006C6FBC"/>
    <w:rsid w:val="006D2C16"/>
    <w:rsid w:val="006E4F64"/>
    <w:rsid w:val="006F7F60"/>
    <w:rsid w:val="0073070A"/>
    <w:rsid w:val="00752505"/>
    <w:rsid w:val="00782718"/>
    <w:rsid w:val="00783BFE"/>
    <w:rsid w:val="007F73E6"/>
    <w:rsid w:val="00886C73"/>
    <w:rsid w:val="008F01FA"/>
    <w:rsid w:val="008F1620"/>
    <w:rsid w:val="009933C3"/>
    <w:rsid w:val="0099561E"/>
    <w:rsid w:val="009F227E"/>
    <w:rsid w:val="00A05261"/>
    <w:rsid w:val="00A07483"/>
    <w:rsid w:val="00A15F4B"/>
    <w:rsid w:val="00AA102C"/>
    <w:rsid w:val="00AA50CF"/>
    <w:rsid w:val="00B22EC2"/>
    <w:rsid w:val="00B4747F"/>
    <w:rsid w:val="00BA0AA0"/>
    <w:rsid w:val="00C0589A"/>
    <w:rsid w:val="00C82749"/>
    <w:rsid w:val="00C8302C"/>
    <w:rsid w:val="00C90796"/>
    <w:rsid w:val="00CF6DD0"/>
    <w:rsid w:val="00D35BF7"/>
    <w:rsid w:val="00D75552"/>
    <w:rsid w:val="00E333BE"/>
    <w:rsid w:val="00E473AE"/>
    <w:rsid w:val="00EE6482"/>
    <w:rsid w:val="00EE7CC5"/>
    <w:rsid w:val="00F550BF"/>
    <w:rsid w:val="00FC2C25"/>
    <w:rsid w:val="00FF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74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73E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7F73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73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6CD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6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D6CDE"/>
    <w:rPr>
      <w:rFonts w:cs="Times New Roman"/>
    </w:rPr>
  </w:style>
  <w:style w:type="paragraph" w:customStyle="1" w:styleId="ConsPlusNormal">
    <w:name w:val="ConsPlusNormal"/>
    <w:uiPriority w:val="99"/>
    <w:rsid w:val="006F7F6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6F7F60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6F7F60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9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6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1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150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1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1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111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11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1544">
                                                          <w:marLeft w:val="15"/>
                                                          <w:marRight w:val="15"/>
                                                          <w:marTop w:val="15"/>
                                                          <w:marBottom w:val="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11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1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11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11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1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3111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1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1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999999"/>
                <w:right w:val="none" w:sz="0" w:space="0" w:color="auto"/>
              </w:divBdr>
              <w:divsChild>
                <w:div w:id="13731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1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1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11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539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1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518">
                  <w:marLeft w:val="15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lendzhik" TargetMode="External"/><Relationship Id="rId13" Type="http://schemas.openxmlformats.org/officeDocument/2006/relationships/hyperlink" Target="http://belglin" TargetMode="External"/><Relationship Id="rId18" Type="http://schemas.openxmlformats.org/officeDocument/2006/relationships/hyperlink" Target="http://mfc" TargetMode="External"/><Relationship Id="rId26" Type="http://schemas.openxmlformats.org/officeDocument/2006/relationships/hyperlink" Target="mailto:mfc.starominsk@%20%20%20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urganinsk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armavir" TargetMode="Externa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kanevskaya" TargetMode="External"/><Relationship Id="rId25" Type="http://schemas.openxmlformats.org/officeDocument/2006/relationships/hyperlink" Target="http://www.mfc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kalina" TargetMode="External"/><Relationship Id="rId20" Type="http://schemas.openxmlformats.org/officeDocument/2006/relationships/hyperlink" Target="http://krymskmfc" TargetMode="External"/><Relationship Id="rId29" Type="http://schemas.openxmlformats.org/officeDocument/2006/relationships/hyperlink" Target="http://tihorec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fc.apsheronsk@mail.ru" TargetMode="External"/><Relationship Id="rId24" Type="http://schemas.openxmlformats.org/officeDocument/2006/relationships/hyperlink" Target="http://mfc" TargetMode="External"/><Relationship Id="rId32" Type="http://schemas.openxmlformats.org/officeDocument/2006/relationships/hyperlink" Target="http://mfc.starad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insk" TargetMode="External"/><Relationship Id="rId23" Type="http://schemas.openxmlformats.org/officeDocument/2006/relationships/hyperlink" Target="http://mostovskoi" TargetMode="External"/><Relationship Id="rId28" Type="http://schemas.openxmlformats.org/officeDocument/2006/relationships/hyperlink" Target="http://mfc" TargetMode="External"/><Relationship Id="rId10" Type="http://schemas.openxmlformats.org/officeDocument/2006/relationships/hyperlink" Target="http://mfc" TargetMode="External"/><Relationship Id="rId19" Type="http://schemas.openxmlformats.org/officeDocument/2006/relationships/hyperlink" Target="http://krasnarm" TargetMode="External"/><Relationship Id="rId31" Type="http://schemas.openxmlformats.org/officeDocument/2006/relationships/hyperlink" Target="http://ust-l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fc" TargetMode="External"/><Relationship Id="rId14" Type="http://schemas.openxmlformats.org/officeDocument/2006/relationships/hyperlink" Target="http://viselki" TargetMode="External"/><Relationship Id="rId22" Type="http://schemas.openxmlformats.org/officeDocument/2006/relationships/hyperlink" Target="http://labinsk" TargetMode="External"/><Relationship Id="rId27" Type="http://schemas.openxmlformats.org/officeDocument/2006/relationships/hyperlink" Target="http://mfc" TargetMode="External"/><Relationship Id="rId30" Type="http://schemas.openxmlformats.org/officeDocument/2006/relationships/hyperlink" Target="http://uspenski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476</TotalTime>
  <Pages>11</Pages>
  <Words>3271</Words>
  <Characters>18648</Characters>
  <Application>Microsoft Office Outlook</Application>
  <DocSecurity>0</DocSecurity>
  <Lines>0</Lines>
  <Paragraphs>0</Paragraphs>
  <ScaleCrop>false</ScaleCrop>
  <Company>DFP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19</cp:revision>
  <cp:lastPrinted>2014-08-19T11:08:00Z</cp:lastPrinted>
  <dcterms:created xsi:type="dcterms:W3CDTF">2014-08-15T14:27:00Z</dcterms:created>
  <dcterms:modified xsi:type="dcterms:W3CDTF">2014-09-09T07:50:00Z</dcterms:modified>
</cp:coreProperties>
</file>