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EA" w:rsidRPr="002B7FCE" w:rsidRDefault="009F31EA" w:rsidP="007B1ACA">
      <w:pPr>
        <w:spacing w:after="0" w:line="240" w:lineRule="auto"/>
        <w:ind w:left="522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B7FCE">
        <w:rPr>
          <w:rFonts w:ascii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z w:val="28"/>
          <w:szCs w:val="28"/>
          <w:lang w:eastAsia="ru-RU"/>
        </w:rPr>
        <w:t>РИЛОЖЕНИЕ</w:t>
      </w:r>
      <w:r w:rsidRPr="002B7FCE"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eastAsia="ru-RU"/>
        </w:rPr>
        <w:t>4</w:t>
      </w:r>
    </w:p>
    <w:p w:rsidR="009F31EA" w:rsidRPr="002B7FCE" w:rsidRDefault="009F31EA" w:rsidP="007B1ACA">
      <w:pPr>
        <w:spacing w:after="0" w:line="240" w:lineRule="auto"/>
        <w:ind w:left="522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B7FCE">
        <w:rPr>
          <w:rFonts w:ascii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9F31EA" w:rsidRPr="002B7FCE" w:rsidRDefault="009F31EA" w:rsidP="007B1ACA">
      <w:pPr>
        <w:spacing w:after="0" w:line="240" w:lineRule="auto"/>
        <w:ind w:left="522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B7FCE">
        <w:rPr>
          <w:rFonts w:ascii="Times New Roman" w:hAnsi="Times New Roman"/>
          <w:bCs/>
          <w:sz w:val="28"/>
          <w:szCs w:val="28"/>
          <w:lang w:eastAsia="ru-RU"/>
        </w:rPr>
        <w:t>предоставления государственной услуги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«Установление предварительной опеки или попечительства в отношении несовершеннолетних»</w:t>
      </w:r>
    </w:p>
    <w:p w:rsidR="009F31EA" w:rsidRDefault="009F31EA" w:rsidP="008F5EFA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31EA" w:rsidRPr="008F5EFA" w:rsidRDefault="009F31EA" w:rsidP="008F5EFA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Дата составления акта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Default="009F31EA" w:rsidP="00DD4A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</w:t>
      </w:r>
    </w:p>
    <w:p w:rsidR="009F31EA" w:rsidRDefault="009F31EA" w:rsidP="00DD4A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обследования условий жизни гражданина, </w:t>
      </w:r>
    </w:p>
    <w:p w:rsidR="009F31EA" w:rsidRPr="008F5EFA" w:rsidRDefault="009F31EA" w:rsidP="00DD4A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проживающего на территории Российской Федерации 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Дата обследования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F5EF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F5EFA">
        <w:rPr>
          <w:rFonts w:ascii="Times New Roman" w:hAnsi="Times New Roman" w:cs="Times New Roman"/>
          <w:sz w:val="28"/>
          <w:szCs w:val="28"/>
        </w:rPr>
        <w:t xml:space="preserve"> _________________ 20__ г.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Фамилия, имя, отчество, должность лица, </w:t>
      </w:r>
      <w:r>
        <w:rPr>
          <w:rFonts w:ascii="Times New Roman" w:hAnsi="Times New Roman" w:cs="Times New Roman"/>
          <w:sz w:val="28"/>
          <w:szCs w:val="28"/>
        </w:rPr>
        <w:t xml:space="preserve">проводившего </w:t>
      </w:r>
      <w:r w:rsidRPr="008F5EFA">
        <w:rPr>
          <w:rFonts w:ascii="Times New Roman" w:hAnsi="Times New Roman" w:cs="Times New Roman"/>
          <w:sz w:val="28"/>
          <w:szCs w:val="28"/>
        </w:rPr>
        <w:t>обследование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F5EFA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Проводилось обследование условий жизни 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F5EFA">
        <w:rPr>
          <w:rFonts w:ascii="Times New Roman" w:hAnsi="Times New Roman" w:cs="Times New Roman"/>
          <w:sz w:val="24"/>
          <w:szCs w:val="24"/>
        </w:rPr>
        <w:t xml:space="preserve">                                  (фамилия, имя, отчество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9F31EA" w:rsidRPr="008F5EFA" w:rsidRDefault="009F31EA" w:rsidP="008F5E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>дата рождения)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документ, удостоверяющий личность: 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F31EA" w:rsidRPr="008F5EFA" w:rsidRDefault="009F31EA" w:rsidP="008F5E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>(когда и кем выдан)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работающего в _____________________________________________________</w:t>
      </w:r>
    </w:p>
    <w:p w:rsidR="009F31EA" w:rsidRPr="00DD4AA6" w:rsidRDefault="009F31EA" w:rsidP="00DD4AA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D4AA6">
        <w:rPr>
          <w:rFonts w:ascii="Times New Roman" w:hAnsi="Times New Roman" w:cs="Times New Roman"/>
          <w:sz w:val="24"/>
          <w:szCs w:val="24"/>
        </w:rPr>
        <w:t>(место работы с указанием адреса и рабочего телефона)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должности_________________________________________________________,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(по месту регистрации) </w:t>
      </w:r>
      <w:r w:rsidRPr="008F5EFA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(по месту пребывания)</w:t>
      </w:r>
      <w:r w:rsidRPr="008F5EFA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F31EA" w:rsidRPr="00DD4AA6" w:rsidRDefault="009F31EA" w:rsidP="00DD4A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Обследованием установлено: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Жилая площадь, на которой проживает 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F5EFA">
        <w:rPr>
          <w:rFonts w:ascii="Times New Roman" w:hAnsi="Times New Roman" w:cs="Times New Roman"/>
          <w:sz w:val="28"/>
          <w:szCs w:val="28"/>
        </w:rPr>
        <w:t>,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F5EF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(ф</w:t>
      </w:r>
      <w:r w:rsidRPr="008F5EFA">
        <w:rPr>
          <w:rFonts w:ascii="Times New Roman" w:hAnsi="Times New Roman" w:cs="Times New Roman"/>
          <w:sz w:val="24"/>
          <w:szCs w:val="24"/>
        </w:rPr>
        <w:t>амилия, имя, отчество)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составляет _____ кв. м, состоит из _________________________ комнат, размер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каждой комнаты: ________ кв. м, _____________ кв. м, ________ кв. м. на 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этаже в _______ этажном доме.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дома (кирпичный, панельный, деревянный и т.п.; в нормальном </w:t>
      </w:r>
      <w:r w:rsidRPr="008F5EFA">
        <w:rPr>
          <w:rFonts w:ascii="Times New Roman" w:hAnsi="Times New Roman" w:cs="Times New Roman"/>
          <w:sz w:val="28"/>
          <w:szCs w:val="28"/>
        </w:rPr>
        <w:t>состоянии, ветхий, аварийный; комнаты сухие, светлые, проходные, количество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окон и пр</w:t>
      </w:r>
      <w:r>
        <w:rPr>
          <w:rFonts w:ascii="Times New Roman" w:hAnsi="Times New Roman" w:cs="Times New Roman"/>
          <w:sz w:val="28"/>
          <w:szCs w:val="28"/>
        </w:rPr>
        <w:t>очее</w:t>
      </w:r>
      <w:r w:rsidRPr="008F5EFA">
        <w:rPr>
          <w:rFonts w:ascii="Times New Roman" w:hAnsi="Times New Roman" w:cs="Times New Roman"/>
          <w:sz w:val="28"/>
          <w:szCs w:val="28"/>
        </w:rPr>
        <w:t>)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дома и жилой площади</w:t>
      </w:r>
      <w:r w:rsidRPr="008F5EFA">
        <w:rPr>
          <w:rFonts w:ascii="Times New Roman" w:hAnsi="Times New Roman" w:cs="Times New Roman"/>
          <w:sz w:val="28"/>
          <w:szCs w:val="28"/>
        </w:rPr>
        <w:t xml:space="preserve"> (водопровод, </w:t>
      </w:r>
      <w:r>
        <w:rPr>
          <w:rFonts w:ascii="Times New Roman" w:hAnsi="Times New Roman" w:cs="Times New Roman"/>
          <w:sz w:val="28"/>
          <w:szCs w:val="28"/>
        </w:rPr>
        <w:t xml:space="preserve">канализация, какое </w:t>
      </w:r>
      <w:r w:rsidRPr="008F5EFA">
        <w:rPr>
          <w:rFonts w:ascii="Times New Roman" w:hAnsi="Times New Roman" w:cs="Times New Roman"/>
          <w:sz w:val="28"/>
          <w:szCs w:val="28"/>
        </w:rPr>
        <w:t>отопление, газ, ванна, лифт, телефон и т.д.): _____________________________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Санитарно</w:t>
      </w:r>
      <w:r>
        <w:rPr>
          <w:rFonts w:ascii="Times New Roman" w:hAnsi="Times New Roman" w:cs="Times New Roman"/>
          <w:sz w:val="28"/>
          <w:szCs w:val="28"/>
        </w:rPr>
        <w:t xml:space="preserve">-гигиеническое состояние жилой площади (хорошее, </w:t>
      </w:r>
      <w:r w:rsidRPr="008F5EFA">
        <w:rPr>
          <w:rFonts w:ascii="Times New Roman" w:hAnsi="Times New Roman" w:cs="Times New Roman"/>
          <w:sz w:val="28"/>
          <w:szCs w:val="28"/>
        </w:rPr>
        <w:t>удовлетворительное, неудовлетворительное) 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Наличие для ребенка отдельной комна</w:t>
      </w:r>
      <w:r>
        <w:rPr>
          <w:rFonts w:ascii="Times New Roman" w:hAnsi="Times New Roman" w:cs="Times New Roman"/>
          <w:sz w:val="28"/>
          <w:szCs w:val="28"/>
        </w:rPr>
        <w:t>ты, мебели, места для игр,</w:t>
      </w:r>
      <w:r w:rsidRPr="008F5EFA">
        <w:rPr>
          <w:rFonts w:ascii="Times New Roman" w:hAnsi="Times New Roman" w:cs="Times New Roman"/>
          <w:sz w:val="28"/>
          <w:szCs w:val="28"/>
        </w:rPr>
        <w:t xml:space="preserve"> занятий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жилой площади проживают</w:t>
      </w:r>
      <w:r w:rsidRPr="008F5EFA">
        <w:rPr>
          <w:rFonts w:ascii="Times New Roman" w:hAnsi="Times New Roman" w:cs="Times New Roman"/>
          <w:sz w:val="28"/>
          <w:szCs w:val="28"/>
        </w:rPr>
        <w:t xml:space="preserve"> (зарегистрированы в установленном порядке и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проживают фактически):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47"/>
        <w:gridCol w:w="1430"/>
        <w:gridCol w:w="1985"/>
        <w:gridCol w:w="1701"/>
        <w:gridCol w:w="2738"/>
      </w:tblGrid>
      <w:tr w:rsidR="009F31EA" w:rsidRPr="001D12DF" w:rsidTr="00425120">
        <w:trPr>
          <w:trHeight w:val="1000"/>
          <w:tblCellSpacing w:w="5" w:type="nil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Фамилия,</w:t>
            </w:r>
          </w:p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имя,</w:t>
            </w:r>
          </w:p>
          <w:p w:rsidR="009F31EA" w:rsidRPr="001D12DF" w:rsidRDefault="009F31EA" w:rsidP="0042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рождения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Место работы,</w:t>
            </w:r>
          </w:p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должность или</w:t>
            </w:r>
          </w:p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место учебы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Родственное</w:t>
            </w:r>
          </w:p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отношение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42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С какого времени</w:t>
            </w:r>
          </w:p>
          <w:p w:rsidR="009F31EA" w:rsidRPr="001D12DF" w:rsidRDefault="009F31EA" w:rsidP="008F5E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проживает на данной</w:t>
            </w:r>
          </w:p>
          <w:p w:rsidR="009F31EA" w:rsidRPr="001D12DF" w:rsidRDefault="009F31EA" w:rsidP="00425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12DF">
              <w:rPr>
                <w:rFonts w:ascii="Times New Roman" w:hAnsi="Times New Roman"/>
                <w:sz w:val="28"/>
                <w:szCs w:val="28"/>
              </w:rPr>
              <w:t>жилой площади</w:t>
            </w:r>
          </w:p>
        </w:tc>
      </w:tr>
      <w:tr w:rsidR="009F31EA" w:rsidRPr="001D12DF" w:rsidTr="00425120">
        <w:trPr>
          <w:tblCellSpacing w:w="5" w:type="nil"/>
        </w:trPr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31EA" w:rsidRPr="001D12DF" w:rsidRDefault="009F31EA" w:rsidP="008F5E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EA" w:rsidRPr="008F5EFA" w:rsidRDefault="009F31EA" w:rsidP="008F5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Отношения, сложившиеся между членами семьи </w:t>
      </w:r>
      <w:r>
        <w:rPr>
          <w:rFonts w:ascii="Times New Roman" w:hAnsi="Times New Roman" w:cs="Times New Roman"/>
          <w:sz w:val="28"/>
          <w:szCs w:val="28"/>
        </w:rPr>
        <w:t>гражданина ________________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F31EA" w:rsidRDefault="009F31EA" w:rsidP="0042512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4"/>
          <w:szCs w:val="24"/>
        </w:rPr>
        <w:t>(характер взаимоотношений между членами семьи,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F31EA" w:rsidRPr="008F5EFA" w:rsidRDefault="009F31EA" w:rsidP="002B7F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5EFA">
        <w:rPr>
          <w:rFonts w:ascii="Times New Roman" w:hAnsi="Times New Roman" w:cs="Times New Roman"/>
          <w:sz w:val="24"/>
          <w:szCs w:val="24"/>
        </w:rPr>
        <w:t>особенности общения с детьми,</w:t>
      </w:r>
      <w:r w:rsidRPr="00425120">
        <w:rPr>
          <w:rFonts w:ascii="Times New Roman" w:hAnsi="Times New Roman" w:cs="Times New Roman"/>
          <w:sz w:val="24"/>
          <w:szCs w:val="24"/>
        </w:rPr>
        <w:t xml:space="preserve"> </w:t>
      </w:r>
      <w:r w:rsidRPr="008F5EFA">
        <w:rPr>
          <w:rFonts w:ascii="Times New Roman" w:hAnsi="Times New Roman" w:cs="Times New Roman"/>
          <w:sz w:val="24"/>
          <w:szCs w:val="24"/>
        </w:rPr>
        <w:t>детей между собой</w:t>
      </w:r>
      <w:r>
        <w:rPr>
          <w:rFonts w:ascii="Times New Roman" w:hAnsi="Times New Roman" w:cs="Times New Roman"/>
          <w:sz w:val="24"/>
          <w:szCs w:val="24"/>
        </w:rPr>
        <w:t>, отношение родственников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F31EA" w:rsidRDefault="009F31EA" w:rsidP="002B7F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 временной передаче ребенка (детей) в семью</w:t>
      </w:r>
      <w:r w:rsidRPr="008F5EFA">
        <w:rPr>
          <w:rFonts w:ascii="Times New Roman" w:hAnsi="Times New Roman" w:cs="Times New Roman"/>
          <w:sz w:val="24"/>
          <w:szCs w:val="24"/>
        </w:rPr>
        <w:t xml:space="preserve"> и т.д.)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8F5E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данные обследования___________________________________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жизни гражданина, постоянно проживающего на территории Российской Федерации</w:t>
      </w:r>
      <w:r w:rsidRPr="008F5EFA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25120">
        <w:rPr>
          <w:rFonts w:ascii="Times New Roman" w:hAnsi="Times New Roman" w:cs="Times New Roman"/>
          <w:sz w:val="24"/>
          <w:szCs w:val="24"/>
        </w:rPr>
        <w:t xml:space="preserve">(удовлетворительные/неудовлетворительные </w:t>
      </w:r>
      <w:r w:rsidRPr="008F5EF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F31EA" w:rsidRPr="00425120" w:rsidRDefault="009F31E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425120">
        <w:rPr>
          <w:rFonts w:ascii="Times New Roman" w:hAnsi="Times New Roman" w:cs="Times New Roman"/>
          <w:sz w:val="24"/>
          <w:szCs w:val="24"/>
        </w:rPr>
        <w:t>с указанием конкретных обстоятельств)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Подпись лица, проводившего обследование 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F31EA" w:rsidRPr="008F5EF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8F5EF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___________                               _______________</w:t>
      </w:r>
    </w:p>
    <w:p w:rsidR="009F31EA" w:rsidRDefault="009F31E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5120">
        <w:rPr>
          <w:rFonts w:ascii="Times New Roman" w:hAnsi="Times New Roman" w:cs="Times New Roman"/>
          <w:sz w:val="24"/>
          <w:szCs w:val="24"/>
        </w:rPr>
        <w:t xml:space="preserve">(руководитель органа опеки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25120">
        <w:rPr>
          <w:rFonts w:ascii="Times New Roman" w:hAnsi="Times New Roman" w:cs="Times New Roman"/>
          <w:sz w:val="24"/>
          <w:szCs w:val="24"/>
        </w:rPr>
        <w:t xml:space="preserve">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25120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9F31EA" w:rsidRPr="00A50943" w:rsidRDefault="009F31EA" w:rsidP="008F5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5120">
        <w:rPr>
          <w:rFonts w:ascii="Times New Roman" w:hAnsi="Times New Roman" w:cs="Times New Roman"/>
          <w:sz w:val="24"/>
          <w:szCs w:val="24"/>
        </w:rPr>
        <w:t>и попечительства)</w:t>
      </w:r>
    </w:p>
    <w:p w:rsidR="009F31EA" w:rsidRDefault="009F31EA" w:rsidP="00A509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E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F5EFA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М.П.</w:t>
      </w:r>
    </w:p>
    <w:p w:rsidR="009F31EA" w:rsidRDefault="009F31EA" w:rsidP="00A509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Pr="00DF6E63" w:rsidRDefault="009F31EA" w:rsidP="00DF6E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31EA" w:rsidRPr="0017392E" w:rsidRDefault="009F31EA" w:rsidP="001739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392E">
        <w:rPr>
          <w:rFonts w:ascii="Times New Roman" w:hAnsi="Times New Roman" w:cs="Times New Roman"/>
          <w:sz w:val="28"/>
          <w:szCs w:val="28"/>
        </w:rPr>
        <w:t>Заместитель министра социального</w:t>
      </w:r>
    </w:p>
    <w:p w:rsidR="009F31EA" w:rsidRPr="0017392E" w:rsidRDefault="009F31EA" w:rsidP="001739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392E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9F31EA" w:rsidRPr="008F5EFA" w:rsidRDefault="009F31EA" w:rsidP="001739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392E"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Д.С. Проценко</w:t>
      </w:r>
    </w:p>
    <w:sectPr w:rsidR="009F31EA" w:rsidRPr="008F5EFA" w:rsidSect="008F5EF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1EA" w:rsidRDefault="009F31EA" w:rsidP="008F5EFA">
      <w:pPr>
        <w:spacing w:after="0" w:line="240" w:lineRule="auto"/>
      </w:pPr>
      <w:r>
        <w:separator/>
      </w:r>
    </w:p>
  </w:endnote>
  <w:endnote w:type="continuationSeparator" w:id="0">
    <w:p w:rsidR="009F31EA" w:rsidRDefault="009F31EA" w:rsidP="008F5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1EA" w:rsidRDefault="009F31EA" w:rsidP="008F5EFA">
      <w:pPr>
        <w:spacing w:after="0" w:line="240" w:lineRule="auto"/>
      </w:pPr>
      <w:r>
        <w:separator/>
      </w:r>
    </w:p>
  </w:footnote>
  <w:footnote w:type="continuationSeparator" w:id="0">
    <w:p w:rsidR="009F31EA" w:rsidRDefault="009F31EA" w:rsidP="008F5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1EA" w:rsidRPr="008F5EFA" w:rsidRDefault="009F31EA" w:rsidP="008F5EFA">
    <w:pPr>
      <w:pStyle w:val="Header"/>
      <w:jc w:val="center"/>
      <w:rPr>
        <w:rFonts w:ascii="Times New Roman" w:hAnsi="Times New Roman"/>
        <w:sz w:val="28"/>
        <w:szCs w:val="28"/>
      </w:rPr>
    </w:pPr>
    <w:r w:rsidRPr="008F5EFA">
      <w:rPr>
        <w:rFonts w:ascii="Times New Roman" w:hAnsi="Times New Roman"/>
        <w:sz w:val="28"/>
        <w:szCs w:val="28"/>
      </w:rPr>
      <w:fldChar w:fldCharType="begin"/>
    </w:r>
    <w:r w:rsidRPr="008F5EFA">
      <w:rPr>
        <w:rFonts w:ascii="Times New Roman" w:hAnsi="Times New Roman"/>
        <w:sz w:val="28"/>
        <w:szCs w:val="28"/>
      </w:rPr>
      <w:instrText>PAGE   \* MERGEFORMAT</w:instrText>
    </w:r>
    <w:r w:rsidRPr="008F5EF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8F5EF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2D6"/>
    <w:rsid w:val="00025A67"/>
    <w:rsid w:val="00077B1A"/>
    <w:rsid w:val="0017392E"/>
    <w:rsid w:val="001D12DF"/>
    <w:rsid w:val="001F7A7A"/>
    <w:rsid w:val="002B7FCE"/>
    <w:rsid w:val="003A1D96"/>
    <w:rsid w:val="003B1DCE"/>
    <w:rsid w:val="00425120"/>
    <w:rsid w:val="005B6F46"/>
    <w:rsid w:val="006B033A"/>
    <w:rsid w:val="006E42D6"/>
    <w:rsid w:val="007359E8"/>
    <w:rsid w:val="00745E08"/>
    <w:rsid w:val="007B1ACA"/>
    <w:rsid w:val="00816A7C"/>
    <w:rsid w:val="008A2A87"/>
    <w:rsid w:val="008F5EFA"/>
    <w:rsid w:val="009F31EA"/>
    <w:rsid w:val="00A50943"/>
    <w:rsid w:val="00B71468"/>
    <w:rsid w:val="00B81096"/>
    <w:rsid w:val="00CA415C"/>
    <w:rsid w:val="00D70FD2"/>
    <w:rsid w:val="00DD4AA6"/>
    <w:rsid w:val="00DF6E63"/>
    <w:rsid w:val="00E708BC"/>
    <w:rsid w:val="00E91D46"/>
    <w:rsid w:val="00FD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FD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5EF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8F5EF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8F5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F5E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F5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F5E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1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695</Words>
  <Characters>3968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17</cp:revision>
  <cp:lastPrinted>2014-10-07T14:15:00Z</cp:lastPrinted>
  <dcterms:created xsi:type="dcterms:W3CDTF">2014-02-26T16:54:00Z</dcterms:created>
  <dcterms:modified xsi:type="dcterms:W3CDTF">2014-10-07T14:21:00Z</dcterms:modified>
</cp:coreProperties>
</file>