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75" w:rsidRPr="00B5285C" w:rsidRDefault="00C64A75" w:rsidP="006C1AB2">
      <w:pPr>
        <w:pStyle w:val="Heading"/>
        <w:ind w:left="4962" w:right="-141"/>
        <w:rPr>
          <w:rFonts w:ascii="Times New Roman" w:hAnsi="Times New Roman" w:cs="Times New Roman"/>
          <w:b w:val="0"/>
          <w:sz w:val="28"/>
          <w:szCs w:val="28"/>
        </w:rPr>
      </w:pPr>
      <w:r w:rsidRPr="00B5285C">
        <w:rPr>
          <w:rFonts w:ascii="Times New Roman" w:hAnsi="Times New Roman" w:cs="Times New Roman"/>
          <w:b w:val="0"/>
          <w:sz w:val="28"/>
          <w:szCs w:val="28"/>
        </w:rPr>
        <w:t>Вносится глав</w:t>
      </w:r>
      <w:r w:rsidR="00546949"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B5285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</w:p>
    <w:p w:rsidR="00C64A75" w:rsidRPr="00B5285C" w:rsidRDefault="00546949" w:rsidP="006C1AB2">
      <w:pPr>
        <w:pStyle w:val="Heading"/>
        <w:ind w:left="4962" w:right="-141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(губернатором</w:t>
      </w:r>
      <w:r w:rsidR="00C64A75" w:rsidRPr="00B5285C">
        <w:rPr>
          <w:rFonts w:ascii="Times New Roman" w:hAnsi="Times New Roman" w:cs="Times New Roman"/>
          <w:b w:val="0"/>
          <w:sz w:val="28"/>
          <w:szCs w:val="28"/>
        </w:rPr>
        <w:t>) Краснодарского края</w:t>
      </w:r>
    </w:p>
    <w:p w:rsidR="00C64A75" w:rsidRPr="00B5285C" w:rsidRDefault="00C64A75" w:rsidP="006C1AB2">
      <w:pPr>
        <w:pStyle w:val="Heading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C64A75" w:rsidRPr="00B5285C" w:rsidRDefault="00C64A75" w:rsidP="006C1AB2">
      <w:pPr>
        <w:pStyle w:val="Heading"/>
        <w:ind w:left="5040" w:right="-14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285C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F83292" w:rsidRDefault="00F83292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AF25A4" w:rsidRDefault="00AF25A4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AF25A4" w:rsidRPr="00B5285C" w:rsidRDefault="00AF25A4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C64A75" w:rsidRPr="00076135" w:rsidRDefault="00C64A75" w:rsidP="006C1AB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>ЗАКОН</w:t>
      </w:r>
    </w:p>
    <w:p w:rsidR="00C64A75" w:rsidRDefault="00C64A75" w:rsidP="00F8329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 xml:space="preserve">КРАСНОДАРСКОГО КРАЯ </w:t>
      </w:r>
    </w:p>
    <w:p w:rsidR="00F83292" w:rsidRPr="00076135" w:rsidRDefault="00F83292" w:rsidP="00F8329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</w:p>
    <w:p w:rsidR="00C64A75" w:rsidRPr="00076135" w:rsidRDefault="00146E64" w:rsidP="006C1AB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>О внесении изменени</w:t>
      </w:r>
      <w:r w:rsidR="00FC6645">
        <w:rPr>
          <w:rFonts w:ascii="Times New Roman" w:hAnsi="Times New Roman" w:cs="Times New Roman"/>
          <w:sz w:val="32"/>
          <w:szCs w:val="32"/>
        </w:rPr>
        <w:t>й</w:t>
      </w:r>
      <w:r w:rsidR="00546570">
        <w:rPr>
          <w:rFonts w:ascii="Times New Roman" w:hAnsi="Times New Roman" w:cs="Times New Roman"/>
          <w:sz w:val="32"/>
          <w:szCs w:val="32"/>
        </w:rPr>
        <w:t xml:space="preserve"> в</w:t>
      </w:r>
      <w:r w:rsidR="00C64A75" w:rsidRPr="00076135">
        <w:rPr>
          <w:rFonts w:ascii="Times New Roman" w:hAnsi="Times New Roman" w:cs="Times New Roman"/>
          <w:sz w:val="32"/>
          <w:szCs w:val="32"/>
        </w:rPr>
        <w:t xml:space="preserve"> </w:t>
      </w:r>
      <w:r w:rsidRPr="00076135">
        <w:rPr>
          <w:rFonts w:ascii="Times New Roman" w:hAnsi="Times New Roman" w:cs="Times New Roman"/>
          <w:sz w:val="32"/>
          <w:szCs w:val="32"/>
        </w:rPr>
        <w:t>Закон</w:t>
      </w:r>
      <w:r w:rsidR="00C64A75" w:rsidRPr="00076135">
        <w:rPr>
          <w:rFonts w:ascii="Times New Roman" w:hAnsi="Times New Roman" w:cs="Times New Roman"/>
          <w:sz w:val="32"/>
          <w:szCs w:val="32"/>
        </w:rPr>
        <w:t xml:space="preserve"> Краснодарского края </w:t>
      </w:r>
    </w:p>
    <w:p w:rsidR="00F83292" w:rsidRPr="00AF25A4" w:rsidRDefault="00C64A75" w:rsidP="00AF25A4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>"О квотировании рабочих ме</w:t>
      </w:r>
      <w:proofErr w:type="gramStart"/>
      <w:r w:rsidRPr="00076135">
        <w:rPr>
          <w:rFonts w:ascii="Times New Roman" w:hAnsi="Times New Roman" w:cs="Times New Roman"/>
          <w:sz w:val="32"/>
          <w:szCs w:val="32"/>
        </w:rPr>
        <w:t>ст в Кр</w:t>
      </w:r>
      <w:proofErr w:type="gramEnd"/>
      <w:r w:rsidRPr="00076135">
        <w:rPr>
          <w:rFonts w:ascii="Times New Roman" w:hAnsi="Times New Roman" w:cs="Times New Roman"/>
          <w:sz w:val="32"/>
          <w:szCs w:val="32"/>
        </w:rPr>
        <w:t>аснодарском крае"</w:t>
      </w:r>
    </w:p>
    <w:p w:rsidR="00AF25A4" w:rsidRDefault="00AF25A4" w:rsidP="006C1AB2">
      <w:pPr>
        <w:autoSpaceDE w:val="0"/>
        <w:autoSpaceDN w:val="0"/>
        <w:adjustRightInd w:val="0"/>
        <w:spacing w:after="0" w:line="360" w:lineRule="auto"/>
        <w:ind w:right="-141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AB2" w:rsidRDefault="006C1AB2" w:rsidP="006C1AB2">
      <w:pPr>
        <w:autoSpaceDE w:val="0"/>
        <w:autoSpaceDN w:val="0"/>
        <w:adjustRightInd w:val="0"/>
        <w:spacing w:after="0" w:line="360" w:lineRule="auto"/>
        <w:ind w:right="-14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FC6645" w:rsidRDefault="006C1AB2" w:rsidP="00546949">
      <w:pPr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1AB2">
        <w:rPr>
          <w:rFonts w:ascii="Times New Roman" w:hAnsi="Times New Roman" w:cs="Times New Roman"/>
          <w:sz w:val="28"/>
          <w:szCs w:val="28"/>
        </w:rPr>
        <w:t>Внести</w:t>
      </w:r>
      <w:r w:rsidR="00BA27A7">
        <w:rPr>
          <w:rFonts w:ascii="Times New Roman" w:hAnsi="Times New Roman" w:cs="Times New Roman"/>
          <w:sz w:val="28"/>
          <w:szCs w:val="28"/>
        </w:rPr>
        <w:t xml:space="preserve"> в</w:t>
      </w:r>
      <w:r w:rsidRPr="006C1AB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6C1AB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6C1AB2">
        <w:rPr>
          <w:rFonts w:ascii="Times New Roman" w:hAnsi="Times New Roman" w:cs="Times New Roman"/>
          <w:sz w:val="28"/>
          <w:szCs w:val="28"/>
        </w:rPr>
        <w:t xml:space="preserve"> Краснодарского края от 8 февраля 2000 года № 231-КЗ </w:t>
      </w:r>
      <w:r w:rsidR="00A73006">
        <w:rPr>
          <w:rFonts w:ascii="Times New Roman" w:hAnsi="Times New Roman" w:cs="Times New Roman"/>
          <w:sz w:val="28"/>
          <w:szCs w:val="28"/>
        </w:rPr>
        <w:t xml:space="preserve"> </w:t>
      </w:r>
      <w:r w:rsidR="004673F3">
        <w:rPr>
          <w:rFonts w:ascii="Times New Roman" w:hAnsi="Times New Roman" w:cs="Times New Roman"/>
          <w:sz w:val="28"/>
          <w:szCs w:val="28"/>
        </w:rPr>
        <w:t xml:space="preserve">      </w:t>
      </w:r>
      <w:r w:rsidR="00036DA6" w:rsidRPr="00FC66E3">
        <w:rPr>
          <w:rFonts w:ascii="Times New Roman" w:hAnsi="Times New Roman" w:cs="Times New Roman"/>
          <w:sz w:val="28"/>
          <w:szCs w:val="28"/>
        </w:rPr>
        <w:t>"</w:t>
      </w:r>
      <w:r w:rsidRPr="006C1AB2">
        <w:rPr>
          <w:rFonts w:ascii="Times New Roman" w:hAnsi="Times New Roman" w:cs="Times New Roman"/>
          <w:sz w:val="28"/>
          <w:szCs w:val="28"/>
        </w:rPr>
        <w:t>О квотировании ра</w:t>
      </w:r>
      <w:r w:rsidR="00000E7C">
        <w:rPr>
          <w:rFonts w:ascii="Times New Roman" w:hAnsi="Times New Roman" w:cs="Times New Roman"/>
          <w:sz w:val="28"/>
          <w:szCs w:val="28"/>
        </w:rPr>
        <w:t>бочих ме</w:t>
      </w:r>
      <w:proofErr w:type="gramStart"/>
      <w:r w:rsidR="00000E7C">
        <w:rPr>
          <w:rFonts w:ascii="Times New Roman" w:hAnsi="Times New Roman" w:cs="Times New Roman"/>
          <w:sz w:val="28"/>
          <w:szCs w:val="28"/>
        </w:rPr>
        <w:t>ст в Кр</w:t>
      </w:r>
      <w:proofErr w:type="gramEnd"/>
      <w:r w:rsidR="00000E7C">
        <w:rPr>
          <w:rFonts w:ascii="Times New Roman" w:hAnsi="Times New Roman" w:cs="Times New Roman"/>
          <w:sz w:val="28"/>
          <w:szCs w:val="28"/>
        </w:rPr>
        <w:t>аснодарском крае</w:t>
      </w:r>
      <w:r w:rsidR="00036DA6" w:rsidRPr="00FC66E3">
        <w:rPr>
          <w:rFonts w:ascii="Times New Roman" w:hAnsi="Times New Roman" w:cs="Times New Roman"/>
          <w:sz w:val="28"/>
          <w:szCs w:val="28"/>
        </w:rPr>
        <w:t>"</w:t>
      </w:r>
      <w:r w:rsidR="00873D46">
        <w:rPr>
          <w:rFonts w:ascii="Times New Roman" w:hAnsi="Times New Roman" w:cs="Times New Roman"/>
          <w:sz w:val="28"/>
          <w:szCs w:val="28"/>
        </w:rPr>
        <w:t xml:space="preserve"> </w:t>
      </w:r>
      <w:r w:rsidRPr="006C1AB2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4673F3">
        <w:rPr>
          <w:rFonts w:ascii="Times New Roman" w:hAnsi="Times New Roman" w:cs="Times New Roman"/>
          <w:sz w:val="28"/>
          <w:szCs w:val="28"/>
        </w:rPr>
        <w:t xml:space="preserve">            </w:t>
      </w:r>
      <w:hyperlink r:id="rId10" w:history="1">
        <w:r w:rsidRPr="006C1AB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от</w:t>
        </w:r>
        <w:r w:rsidR="00974FF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Pr="006C1AB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19 июля 2000 года № 290-КЗ</w:t>
        </w:r>
      </w:hyperlink>
      <w:r w:rsidRPr="006C1AB2">
        <w:rPr>
          <w:rFonts w:ascii="Times New Roman" w:hAnsi="Times New Roman" w:cs="Times New Roman"/>
          <w:sz w:val="28"/>
          <w:szCs w:val="28"/>
        </w:rPr>
        <w:t xml:space="preserve">; </w:t>
      </w:r>
      <w:r w:rsidR="00FC66E3">
        <w:rPr>
          <w:rFonts w:ascii="Times New Roman" w:hAnsi="Times New Roman" w:cs="Times New Roman"/>
          <w:sz w:val="28"/>
          <w:szCs w:val="28"/>
        </w:rPr>
        <w:t xml:space="preserve">от </w:t>
      </w:r>
      <w:hyperlink r:id="rId11" w:history="1">
        <w:r w:rsidRPr="006C1AB2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7 августа 2002 года № 513-КЗ</w:t>
        </w:r>
      </w:hyperlink>
      <w:r w:rsidRPr="006C1AB2">
        <w:rPr>
          <w:rFonts w:ascii="Times New Roman" w:hAnsi="Times New Roman" w:cs="Times New Roman"/>
          <w:sz w:val="28"/>
          <w:szCs w:val="28"/>
        </w:rPr>
        <w:t>;</w:t>
      </w:r>
      <w:r w:rsidR="00FC66E3">
        <w:rPr>
          <w:rFonts w:ascii="Times New Roman" w:hAnsi="Times New Roman" w:cs="Times New Roman"/>
          <w:sz w:val="28"/>
          <w:szCs w:val="28"/>
        </w:rPr>
        <w:t xml:space="preserve"> от</w:t>
      </w:r>
      <w:r w:rsidRPr="006C1AB2">
        <w:rPr>
          <w:rFonts w:ascii="Times New Roman" w:hAnsi="Times New Roman" w:cs="Times New Roman"/>
          <w:sz w:val="28"/>
          <w:szCs w:val="28"/>
        </w:rPr>
        <w:t xml:space="preserve"> </w:t>
      </w:r>
      <w:r w:rsidR="004673F3">
        <w:rPr>
          <w:rFonts w:ascii="Times New Roman" w:hAnsi="Times New Roman" w:cs="Times New Roman"/>
          <w:sz w:val="28"/>
          <w:szCs w:val="28"/>
        </w:rPr>
        <w:t>22 июля 2004 года</w:t>
      </w:r>
      <w:r w:rsidR="00873D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762-КЗ;</w:t>
      </w:r>
      <w:r w:rsidR="00FC66E3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27 января 2005 года № 831-КЗ;</w:t>
      </w:r>
      <w:r w:rsidR="00FC66E3">
        <w:rPr>
          <w:rFonts w:ascii="Times New Roman" w:hAnsi="Times New Roman" w:cs="Times New Roman"/>
          <w:sz w:val="28"/>
          <w:szCs w:val="28"/>
        </w:rPr>
        <w:t xml:space="preserve"> </w:t>
      </w:r>
      <w:r w:rsidR="0067023A">
        <w:rPr>
          <w:rFonts w:ascii="Times New Roman" w:hAnsi="Times New Roman" w:cs="Times New Roman"/>
          <w:sz w:val="28"/>
          <w:szCs w:val="28"/>
        </w:rPr>
        <w:t xml:space="preserve"> </w:t>
      </w:r>
      <w:r w:rsidR="00FC66E3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28 июня 2007 года </w:t>
      </w:r>
      <w:r w:rsidR="004673F3">
        <w:rPr>
          <w:rFonts w:ascii="Times New Roman" w:hAnsi="Times New Roman" w:cs="Times New Roman"/>
          <w:sz w:val="28"/>
          <w:szCs w:val="28"/>
        </w:rPr>
        <w:t xml:space="preserve"> </w:t>
      </w:r>
      <w:r w:rsidR="00974FFD">
        <w:rPr>
          <w:rFonts w:ascii="Times New Roman" w:hAnsi="Times New Roman" w:cs="Times New Roman"/>
          <w:sz w:val="28"/>
          <w:szCs w:val="28"/>
        </w:rPr>
        <w:t>№ 1272-КЗ;</w:t>
      </w:r>
      <w:r w:rsidR="00FC66E3">
        <w:rPr>
          <w:rFonts w:ascii="Times New Roman" w:hAnsi="Times New Roman" w:cs="Times New Roman"/>
          <w:sz w:val="28"/>
          <w:szCs w:val="28"/>
        </w:rPr>
        <w:t xml:space="preserve"> от</w:t>
      </w:r>
      <w:r w:rsidR="00974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 июля 2010 года № 2025-КЗ</w:t>
      </w:r>
      <w:r w:rsidR="00873D46">
        <w:rPr>
          <w:rFonts w:ascii="Times New Roman" w:hAnsi="Times New Roman" w:cs="Times New Roman"/>
          <w:sz w:val="28"/>
          <w:szCs w:val="28"/>
        </w:rPr>
        <w:t xml:space="preserve">; </w:t>
      </w:r>
      <w:r w:rsidR="00FC66E3">
        <w:rPr>
          <w:rFonts w:ascii="Times New Roman" w:hAnsi="Times New Roman" w:cs="Times New Roman"/>
          <w:sz w:val="28"/>
          <w:szCs w:val="28"/>
        </w:rPr>
        <w:t xml:space="preserve">от </w:t>
      </w:r>
      <w:r w:rsidR="00FA7CD0">
        <w:rPr>
          <w:rFonts w:ascii="Times New Roman" w:hAnsi="Times New Roman" w:cs="Times New Roman"/>
          <w:sz w:val="28"/>
          <w:szCs w:val="28"/>
        </w:rPr>
        <w:t xml:space="preserve">4 </w:t>
      </w:r>
      <w:r w:rsidR="00FA7CD0" w:rsidRPr="00FA7CD0">
        <w:rPr>
          <w:rFonts w:ascii="Times New Roman" w:hAnsi="Times New Roman" w:cs="Times New Roman"/>
          <w:sz w:val="28"/>
          <w:szCs w:val="28"/>
        </w:rPr>
        <w:t>февраля 2014</w:t>
      </w:r>
      <w:r w:rsidR="0008478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7CD0">
        <w:rPr>
          <w:rFonts w:ascii="Times New Roman" w:hAnsi="Times New Roman" w:cs="Times New Roman"/>
          <w:sz w:val="28"/>
          <w:szCs w:val="28"/>
        </w:rPr>
        <w:t xml:space="preserve"> </w:t>
      </w:r>
      <w:r w:rsidR="004673F3">
        <w:rPr>
          <w:rFonts w:ascii="Times New Roman" w:hAnsi="Times New Roman" w:cs="Times New Roman"/>
          <w:sz w:val="28"/>
          <w:szCs w:val="28"/>
        </w:rPr>
        <w:t xml:space="preserve">        </w:t>
      </w:r>
      <w:r w:rsidR="00FA7CD0">
        <w:rPr>
          <w:rFonts w:ascii="Times New Roman" w:hAnsi="Times New Roman" w:cs="Times New Roman"/>
          <w:sz w:val="28"/>
          <w:szCs w:val="28"/>
        </w:rPr>
        <w:t>№</w:t>
      </w:r>
      <w:r w:rsidR="00FA7CD0" w:rsidRPr="00FA7CD0">
        <w:rPr>
          <w:rFonts w:ascii="Times New Roman" w:hAnsi="Times New Roman" w:cs="Times New Roman"/>
          <w:sz w:val="28"/>
          <w:szCs w:val="28"/>
        </w:rPr>
        <w:t> 2901-КЗ</w:t>
      </w:r>
      <w:r w:rsidR="0090566C">
        <w:rPr>
          <w:rFonts w:ascii="Times New Roman" w:hAnsi="Times New Roman" w:cs="Times New Roman"/>
          <w:sz w:val="28"/>
          <w:szCs w:val="28"/>
        </w:rPr>
        <w:t xml:space="preserve">; </w:t>
      </w:r>
      <w:r w:rsidR="0067023A">
        <w:rPr>
          <w:rFonts w:ascii="Times New Roman" w:hAnsi="Times New Roman" w:cs="Times New Roman"/>
          <w:sz w:val="28"/>
          <w:szCs w:val="28"/>
        </w:rPr>
        <w:t>от 25 декабря 2015 года</w:t>
      </w:r>
      <w:r w:rsidR="00873D46">
        <w:rPr>
          <w:rFonts w:ascii="Times New Roman" w:hAnsi="Times New Roman" w:cs="Times New Roman"/>
          <w:sz w:val="28"/>
          <w:szCs w:val="28"/>
        </w:rPr>
        <w:t xml:space="preserve"> № 3309-КЗ; </w:t>
      </w:r>
      <w:r w:rsidR="0067023A">
        <w:rPr>
          <w:rFonts w:ascii="Times New Roman" w:hAnsi="Times New Roman" w:cs="Times New Roman"/>
          <w:sz w:val="28"/>
          <w:szCs w:val="28"/>
        </w:rPr>
        <w:t xml:space="preserve">от </w:t>
      </w:r>
      <w:r w:rsidR="0090566C">
        <w:rPr>
          <w:rFonts w:ascii="Times New Roman" w:hAnsi="Times New Roman" w:cs="Times New Roman"/>
          <w:sz w:val="28"/>
          <w:szCs w:val="28"/>
        </w:rPr>
        <w:t xml:space="preserve">11 февраля 2016 года </w:t>
      </w:r>
      <w:r w:rsidR="004673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0566C">
        <w:rPr>
          <w:rFonts w:ascii="Times New Roman" w:hAnsi="Times New Roman" w:cs="Times New Roman"/>
          <w:sz w:val="28"/>
          <w:szCs w:val="28"/>
        </w:rPr>
        <w:t>№ 3325-КЗ</w:t>
      </w:r>
      <w:r w:rsidR="006907B7">
        <w:rPr>
          <w:rFonts w:ascii="Times New Roman" w:hAnsi="Times New Roman" w:cs="Times New Roman"/>
          <w:sz w:val="28"/>
          <w:szCs w:val="28"/>
        </w:rPr>
        <w:t>)</w:t>
      </w:r>
      <w:r w:rsidR="00546949">
        <w:rPr>
          <w:rFonts w:ascii="Times New Roman" w:hAnsi="Times New Roman" w:cs="Times New Roman"/>
          <w:sz w:val="28"/>
          <w:szCs w:val="28"/>
        </w:rPr>
        <w:t xml:space="preserve"> </w:t>
      </w:r>
      <w:r w:rsidR="0067023A">
        <w:rPr>
          <w:rFonts w:ascii="Times New Roman" w:hAnsi="Times New Roman" w:cs="Times New Roman"/>
          <w:sz w:val="28"/>
          <w:szCs w:val="28"/>
        </w:rPr>
        <w:t>следующ</w:t>
      </w:r>
      <w:r w:rsidR="00FC6645">
        <w:rPr>
          <w:rFonts w:ascii="Times New Roman" w:hAnsi="Times New Roman" w:cs="Times New Roman"/>
          <w:sz w:val="28"/>
          <w:szCs w:val="28"/>
        </w:rPr>
        <w:t>ие</w:t>
      </w:r>
      <w:r w:rsidR="006702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</w:t>
      </w:r>
      <w:r w:rsidR="00FC6645">
        <w:rPr>
          <w:rFonts w:ascii="Times New Roman" w:hAnsi="Times New Roman" w:cs="Times New Roman"/>
          <w:sz w:val="28"/>
          <w:szCs w:val="28"/>
        </w:rPr>
        <w:t>я</w:t>
      </w:r>
      <w:r w:rsidR="0067023A">
        <w:rPr>
          <w:rFonts w:ascii="Times New Roman" w:hAnsi="Times New Roman" w:cs="Times New Roman"/>
          <w:sz w:val="28"/>
          <w:szCs w:val="28"/>
        </w:rPr>
        <w:t>:</w:t>
      </w:r>
      <w:r w:rsidR="00AE11E7" w:rsidRPr="00AE1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BCC" w:rsidRDefault="00873D46" w:rsidP="00FC6645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C1A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 w:rsidR="00CE4B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1 статьи 4</w:t>
      </w:r>
      <w:r w:rsidR="00CE4BCC">
        <w:rPr>
          <w:rFonts w:ascii="Times New Roman" w:hAnsi="Times New Roman" w:cs="Times New Roman"/>
          <w:sz w:val="28"/>
          <w:szCs w:val="28"/>
        </w:rPr>
        <w:t>:</w:t>
      </w:r>
      <w:r w:rsidRPr="006C1A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1E7" w:rsidRPr="00CE4BCC" w:rsidRDefault="00FC6645" w:rsidP="00CE4BCC">
      <w:pPr>
        <w:autoSpaceDE w:val="0"/>
        <w:autoSpaceDN w:val="0"/>
        <w:adjustRightInd w:val="0"/>
        <w:spacing w:after="0" w:line="360" w:lineRule="auto"/>
        <w:ind w:left="720" w:right="-1"/>
        <w:jc w:val="both"/>
        <w:rPr>
          <w:rFonts w:ascii="Times New Roman" w:hAnsi="Times New Roman" w:cs="Times New Roman"/>
          <w:sz w:val="28"/>
          <w:szCs w:val="28"/>
        </w:rPr>
      </w:pPr>
      <w:r w:rsidRPr="00CE4BCC">
        <w:rPr>
          <w:rFonts w:ascii="Times New Roman" w:hAnsi="Times New Roman" w:cs="Times New Roman"/>
          <w:sz w:val="28"/>
          <w:szCs w:val="28"/>
        </w:rPr>
        <w:t>в абзаце первом слова «2 процента» заменить словами «3 процента»;</w:t>
      </w:r>
    </w:p>
    <w:p w:rsidR="00FC66E3" w:rsidRDefault="00FC6645" w:rsidP="00CE4BCC">
      <w:pPr>
        <w:autoSpaceDE w:val="0"/>
        <w:autoSpaceDN w:val="0"/>
        <w:adjustRightInd w:val="0"/>
        <w:spacing w:after="0" w:line="36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BCC">
        <w:rPr>
          <w:rFonts w:ascii="Times New Roman" w:hAnsi="Times New Roman" w:cs="Times New Roman"/>
          <w:sz w:val="28"/>
          <w:szCs w:val="28"/>
        </w:rPr>
        <w:t>в абзаце втором после слова «составляет» слова «2 процента» заменить</w:t>
      </w:r>
      <w:r w:rsidR="00CE4BCC">
        <w:rPr>
          <w:rFonts w:ascii="Times New Roman" w:hAnsi="Times New Roman" w:cs="Times New Roman"/>
          <w:sz w:val="28"/>
          <w:szCs w:val="28"/>
        </w:rPr>
        <w:t xml:space="preserve"> словами «3 процента»</w:t>
      </w:r>
      <w:r w:rsidR="00093846">
        <w:rPr>
          <w:rFonts w:ascii="Times New Roman" w:hAnsi="Times New Roman" w:cs="Times New Roman"/>
          <w:sz w:val="28"/>
          <w:szCs w:val="28"/>
        </w:rPr>
        <w:t>;</w:t>
      </w:r>
    </w:p>
    <w:p w:rsidR="00F83292" w:rsidRPr="00AF25A4" w:rsidRDefault="00093846" w:rsidP="00AF25A4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статьи 5 слова «</w:t>
      </w:r>
      <w:r w:rsidR="00F83292">
        <w:rPr>
          <w:rFonts w:ascii="Times New Roman" w:hAnsi="Times New Roman" w:cs="Times New Roman"/>
          <w:sz w:val="28"/>
          <w:szCs w:val="28"/>
        </w:rPr>
        <w:t>на основании данных о численности р</w:t>
      </w:r>
      <w:r w:rsidR="00F83292">
        <w:rPr>
          <w:rFonts w:ascii="Times New Roman" w:hAnsi="Times New Roman" w:cs="Times New Roman"/>
          <w:sz w:val="28"/>
          <w:szCs w:val="28"/>
        </w:rPr>
        <w:t>а</w:t>
      </w:r>
      <w:r w:rsidR="00F83292">
        <w:rPr>
          <w:rFonts w:ascii="Times New Roman" w:hAnsi="Times New Roman" w:cs="Times New Roman"/>
          <w:sz w:val="28"/>
          <w:szCs w:val="28"/>
        </w:rPr>
        <w:t xml:space="preserve">ботников в организациях, полученных от </w:t>
      </w:r>
      <w:r w:rsidR="0094639D">
        <w:rPr>
          <w:rFonts w:ascii="Times New Roman" w:hAnsi="Times New Roman" w:cs="Times New Roman"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sz w:val="28"/>
          <w:szCs w:val="28"/>
        </w:rPr>
        <w:t>государственной статистики» заменить словами «</w:t>
      </w:r>
      <w:r w:rsidR="00F83292">
        <w:rPr>
          <w:rFonts w:ascii="Times New Roman" w:hAnsi="Times New Roman" w:cs="Times New Roman"/>
          <w:sz w:val="28"/>
          <w:szCs w:val="28"/>
        </w:rPr>
        <w:t>на основании данных о среднесписочной численности р</w:t>
      </w:r>
      <w:r w:rsidR="00F83292">
        <w:rPr>
          <w:rFonts w:ascii="Times New Roman" w:hAnsi="Times New Roman" w:cs="Times New Roman"/>
          <w:sz w:val="28"/>
          <w:szCs w:val="28"/>
        </w:rPr>
        <w:t>а</w:t>
      </w:r>
      <w:r w:rsidR="00F83292">
        <w:rPr>
          <w:rFonts w:ascii="Times New Roman" w:hAnsi="Times New Roman" w:cs="Times New Roman"/>
          <w:sz w:val="28"/>
          <w:szCs w:val="28"/>
        </w:rPr>
        <w:t xml:space="preserve">ботников за предшествующий календарный год, полученных от </w:t>
      </w:r>
      <w:r>
        <w:rPr>
          <w:rFonts w:ascii="Times New Roman" w:hAnsi="Times New Roman" w:cs="Times New Roman"/>
          <w:sz w:val="28"/>
          <w:szCs w:val="28"/>
        </w:rPr>
        <w:t>налогов</w:t>
      </w:r>
      <w:r w:rsidR="0094639D">
        <w:rPr>
          <w:rFonts w:ascii="Times New Roman" w:hAnsi="Times New Roman" w:cs="Times New Roman"/>
          <w:sz w:val="28"/>
          <w:szCs w:val="28"/>
        </w:rPr>
        <w:t>ых о</w:t>
      </w:r>
      <w:r w:rsidR="0094639D">
        <w:rPr>
          <w:rFonts w:ascii="Times New Roman" w:hAnsi="Times New Roman" w:cs="Times New Roman"/>
          <w:sz w:val="28"/>
          <w:szCs w:val="28"/>
        </w:rPr>
        <w:t>р</w:t>
      </w:r>
      <w:r w:rsidR="0094639D">
        <w:rPr>
          <w:rFonts w:ascii="Times New Roman" w:hAnsi="Times New Roman" w:cs="Times New Roman"/>
          <w:sz w:val="28"/>
          <w:szCs w:val="28"/>
        </w:rPr>
        <w:t>ганов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8274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5A4" w:rsidRDefault="00AF25A4" w:rsidP="00FC66E3">
      <w:pPr>
        <w:tabs>
          <w:tab w:val="center" w:pos="5179"/>
        </w:tabs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25A4" w:rsidRDefault="00AF25A4" w:rsidP="00FC66E3">
      <w:pPr>
        <w:tabs>
          <w:tab w:val="center" w:pos="5179"/>
        </w:tabs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AB2" w:rsidRDefault="006C1AB2" w:rsidP="00FC66E3">
      <w:pPr>
        <w:tabs>
          <w:tab w:val="center" w:pos="5179"/>
        </w:tabs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C1AB2" w:rsidRDefault="006C1AB2" w:rsidP="00FC66E3">
      <w:pPr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1843B4">
        <w:rPr>
          <w:rFonts w:ascii="Times New Roman" w:hAnsi="Times New Roman" w:cs="Times New Roman"/>
          <w:sz w:val="28"/>
          <w:szCs w:val="28"/>
        </w:rPr>
        <w:t>через</w:t>
      </w:r>
      <w:r>
        <w:rPr>
          <w:rFonts w:ascii="Times New Roman" w:hAnsi="Times New Roman" w:cs="Times New Roman"/>
          <w:sz w:val="28"/>
          <w:szCs w:val="28"/>
        </w:rPr>
        <w:t xml:space="preserve"> 10 дней после дня</w:t>
      </w:r>
      <w:r w:rsidR="00AD4394">
        <w:rPr>
          <w:rFonts w:ascii="Times New Roman" w:hAnsi="Times New Roman" w:cs="Times New Roman"/>
          <w:sz w:val="28"/>
          <w:szCs w:val="28"/>
        </w:rPr>
        <w:t xml:space="preserve"> его официал</w:t>
      </w:r>
      <w:r w:rsidR="00AD4394">
        <w:rPr>
          <w:rFonts w:ascii="Times New Roman" w:hAnsi="Times New Roman" w:cs="Times New Roman"/>
          <w:sz w:val="28"/>
          <w:szCs w:val="28"/>
        </w:rPr>
        <w:t>ь</w:t>
      </w:r>
      <w:r w:rsidR="00AD4394">
        <w:rPr>
          <w:rFonts w:ascii="Times New Roman" w:hAnsi="Times New Roman" w:cs="Times New Roman"/>
          <w:sz w:val="28"/>
          <w:szCs w:val="28"/>
        </w:rPr>
        <w:t>ного опубликования.</w:t>
      </w:r>
    </w:p>
    <w:p w:rsidR="00AF25A4" w:rsidRDefault="00AF25A4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F25A4" w:rsidRDefault="00AF25A4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C398A" w:rsidRDefault="00281CA7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16F9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16F91">
        <w:rPr>
          <w:rFonts w:ascii="Times New Roman" w:hAnsi="Times New Roman" w:cs="Times New Roman"/>
          <w:sz w:val="28"/>
          <w:szCs w:val="28"/>
        </w:rPr>
        <w:t xml:space="preserve"> администрации (губернатор)</w:t>
      </w:r>
    </w:p>
    <w:p w:rsidR="00016F91" w:rsidRDefault="00016F91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</w:t>
      </w:r>
      <w:r w:rsidR="00AE11E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E11E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1E7">
        <w:rPr>
          <w:rFonts w:ascii="Times New Roman" w:hAnsi="Times New Roman" w:cs="Times New Roman"/>
          <w:sz w:val="28"/>
          <w:szCs w:val="28"/>
        </w:rPr>
        <w:t>В.И. Кондратьев</w:t>
      </w:r>
    </w:p>
    <w:sectPr w:rsidR="00016F91" w:rsidSect="004673F3">
      <w:headerReference w:type="default" r:id="rId12"/>
      <w:pgSz w:w="11906" w:h="16838" w:code="9"/>
      <w:pgMar w:top="851" w:right="567" w:bottom="85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BD" w:rsidRDefault="00455EBD" w:rsidP="009C303A">
      <w:pPr>
        <w:spacing w:after="0" w:line="240" w:lineRule="auto"/>
      </w:pPr>
      <w:r>
        <w:separator/>
      </w:r>
    </w:p>
  </w:endnote>
  <w:endnote w:type="continuationSeparator" w:id="0">
    <w:p w:rsidR="00455EBD" w:rsidRDefault="00455EBD" w:rsidP="009C3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BD" w:rsidRDefault="00455EBD" w:rsidP="009C303A">
      <w:pPr>
        <w:spacing w:after="0" w:line="240" w:lineRule="auto"/>
      </w:pPr>
      <w:r>
        <w:separator/>
      </w:r>
    </w:p>
  </w:footnote>
  <w:footnote w:type="continuationSeparator" w:id="0">
    <w:p w:rsidR="00455EBD" w:rsidRDefault="00455EBD" w:rsidP="009C3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716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4F46" w:rsidRDefault="00804F46">
        <w:pPr>
          <w:pStyle w:val="a5"/>
          <w:jc w:val="center"/>
        </w:pPr>
      </w:p>
      <w:p w:rsidR="00A73006" w:rsidRDefault="00A73006">
        <w:pPr>
          <w:pStyle w:val="a5"/>
          <w:jc w:val="center"/>
        </w:pPr>
      </w:p>
      <w:p w:rsidR="002E2462" w:rsidRPr="002E2462" w:rsidRDefault="002E24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24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24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24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27A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24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398A" w:rsidRDefault="003C398A" w:rsidP="003C398A">
    <w:pPr>
      <w:pStyle w:val="a5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C4029"/>
    <w:multiLevelType w:val="hybridMultilevel"/>
    <w:tmpl w:val="B72CC826"/>
    <w:lvl w:ilvl="0" w:tplc="7FC4FA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490"/>
    <w:rsid w:val="00000E7C"/>
    <w:rsid w:val="00016F91"/>
    <w:rsid w:val="00024957"/>
    <w:rsid w:val="00036DA6"/>
    <w:rsid w:val="00076135"/>
    <w:rsid w:val="0008478B"/>
    <w:rsid w:val="00093846"/>
    <w:rsid w:val="00093EC8"/>
    <w:rsid w:val="000C4347"/>
    <w:rsid w:val="00125541"/>
    <w:rsid w:val="00133438"/>
    <w:rsid w:val="0013402F"/>
    <w:rsid w:val="00134CF6"/>
    <w:rsid w:val="0014312B"/>
    <w:rsid w:val="00146E64"/>
    <w:rsid w:val="001565BD"/>
    <w:rsid w:val="001843B4"/>
    <w:rsid w:val="00191F32"/>
    <w:rsid w:val="002145B1"/>
    <w:rsid w:val="00224490"/>
    <w:rsid w:val="00281CA7"/>
    <w:rsid w:val="002B1A19"/>
    <w:rsid w:val="002E2462"/>
    <w:rsid w:val="00316845"/>
    <w:rsid w:val="00382144"/>
    <w:rsid w:val="00386987"/>
    <w:rsid w:val="003C398A"/>
    <w:rsid w:val="003D58EE"/>
    <w:rsid w:val="003F75A0"/>
    <w:rsid w:val="00455EBD"/>
    <w:rsid w:val="004673F3"/>
    <w:rsid w:val="00473EA0"/>
    <w:rsid w:val="004E28E9"/>
    <w:rsid w:val="004E35F6"/>
    <w:rsid w:val="00546570"/>
    <w:rsid w:val="00546949"/>
    <w:rsid w:val="005A4373"/>
    <w:rsid w:val="005C194E"/>
    <w:rsid w:val="00621476"/>
    <w:rsid w:val="00644432"/>
    <w:rsid w:val="006525C0"/>
    <w:rsid w:val="00665C1E"/>
    <w:rsid w:val="0067023A"/>
    <w:rsid w:val="00671930"/>
    <w:rsid w:val="006814AB"/>
    <w:rsid w:val="006907B7"/>
    <w:rsid w:val="006C1AB2"/>
    <w:rsid w:val="006E72FF"/>
    <w:rsid w:val="00732E08"/>
    <w:rsid w:val="007765D5"/>
    <w:rsid w:val="00782742"/>
    <w:rsid w:val="00796490"/>
    <w:rsid w:val="007A5B57"/>
    <w:rsid w:val="007B3EB0"/>
    <w:rsid w:val="007B62C7"/>
    <w:rsid w:val="00804F46"/>
    <w:rsid w:val="00870571"/>
    <w:rsid w:val="00873D46"/>
    <w:rsid w:val="0088433E"/>
    <w:rsid w:val="008B6A00"/>
    <w:rsid w:val="0090566C"/>
    <w:rsid w:val="0094639D"/>
    <w:rsid w:val="00964CA9"/>
    <w:rsid w:val="00974FFD"/>
    <w:rsid w:val="009C303A"/>
    <w:rsid w:val="009F3625"/>
    <w:rsid w:val="00A11EB7"/>
    <w:rsid w:val="00A633ED"/>
    <w:rsid w:val="00A73006"/>
    <w:rsid w:val="00AC56F1"/>
    <w:rsid w:val="00AD4394"/>
    <w:rsid w:val="00AE11E7"/>
    <w:rsid w:val="00AF25A4"/>
    <w:rsid w:val="00B5285C"/>
    <w:rsid w:val="00B62129"/>
    <w:rsid w:val="00BA27A7"/>
    <w:rsid w:val="00BC4167"/>
    <w:rsid w:val="00BD3CEB"/>
    <w:rsid w:val="00C04CE7"/>
    <w:rsid w:val="00C2451F"/>
    <w:rsid w:val="00C64A75"/>
    <w:rsid w:val="00C730E4"/>
    <w:rsid w:val="00CC299A"/>
    <w:rsid w:val="00CE4BCC"/>
    <w:rsid w:val="00D367F8"/>
    <w:rsid w:val="00D97D02"/>
    <w:rsid w:val="00F83292"/>
    <w:rsid w:val="00FA7CD0"/>
    <w:rsid w:val="00FC6645"/>
    <w:rsid w:val="00FC66E3"/>
    <w:rsid w:val="00FE47A6"/>
    <w:rsid w:val="00FF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64A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2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8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03A"/>
  </w:style>
  <w:style w:type="paragraph" w:styleId="a7">
    <w:name w:val="footer"/>
    <w:basedOn w:val="a"/>
    <w:link w:val="a8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03A"/>
  </w:style>
  <w:style w:type="character" w:styleId="a9">
    <w:name w:val="Hyperlink"/>
    <w:basedOn w:val="a0"/>
    <w:uiPriority w:val="99"/>
    <w:semiHidden/>
    <w:unhideWhenUsed/>
    <w:rsid w:val="0007613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C6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64A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2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8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03A"/>
  </w:style>
  <w:style w:type="paragraph" w:styleId="a7">
    <w:name w:val="footer"/>
    <w:basedOn w:val="a"/>
    <w:link w:val="a8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03A"/>
  </w:style>
  <w:style w:type="character" w:styleId="a9">
    <w:name w:val="Hyperlink"/>
    <w:basedOn w:val="a0"/>
    <w:uiPriority w:val="99"/>
    <w:semiHidden/>
    <w:unhideWhenUsed/>
    <w:rsid w:val="0007613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C6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6801924.3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23841987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23841258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6BB4C-E0D7-4B59-BD7E-AB30A9D9D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72E0890E</Template>
  <TotalTime>314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Б. Мартынова</dc:creator>
  <cp:lastModifiedBy>Лиана Д. Михайловская</cp:lastModifiedBy>
  <cp:revision>31</cp:revision>
  <cp:lastPrinted>2017-02-03T13:45:00Z</cp:lastPrinted>
  <dcterms:created xsi:type="dcterms:W3CDTF">2015-07-07T05:58:00Z</dcterms:created>
  <dcterms:modified xsi:type="dcterms:W3CDTF">2017-02-03T13:47:00Z</dcterms:modified>
</cp:coreProperties>
</file>