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A7" w:rsidRPr="00F824E4" w:rsidRDefault="00F95FA7" w:rsidP="00B4265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95FA7" w:rsidRPr="00F824E4" w:rsidRDefault="00F95FA7" w:rsidP="00B42657">
      <w:pPr>
        <w:rPr>
          <w:rFonts w:ascii="Times New Roman" w:hAnsi="Times New Roman" w:cs="Times New Roman"/>
        </w:rPr>
      </w:pPr>
    </w:p>
    <w:p w:rsidR="00F95FA7" w:rsidRPr="00F824E4" w:rsidRDefault="00F95FA7" w:rsidP="00B4265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F824E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F824E4">
        <w:rPr>
          <w:rFonts w:ascii="Times New Roman" w:hAnsi="Times New Roman" w:cs="Times New Roman"/>
        </w:rPr>
        <w:t>ПРИЛОЖЕНИЕ № 1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F95FA7" w:rsidRPr="00D409BC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F95FA7" w:rsidRPr="00D409BC" w:rsidRDefault="00F95FA7" w:rsidP="009E5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9BC">
              <w:rPr>
                <w:rFonts w:ascii="Times New Roman" w:hAnsi="Times New Roman" w:cs="Times New Roman"/>
              </w:rPr>
              <w:t xml:space="preserve">к Порядку составления и   утверждения  отчета о результатах деятельности государственного учреждения и об использовании  закрепленного за ним </w:t>
            </w:r>
            <w:bookmarkStart w:id="0" w:name="_GoBack"/>
            <w:bookmarkEnd w:id="0"/>
            <w:r w:rsidRPr="00D409BC">
              <w:rPr>
                <w:rFonts w:ascii="Times New Roman" w:hAnsi="Times New Roman" w:cs="Times New Roman"/>
              </w:rPr>
              <w:t>государственного имущества</w:t>
            </w:r>
          </w:p>
        </w:tc>
      </w:tr>
    </w:tbl>
    <w:p w:rsidR="00F95FA7" w:rsidRPr="00F824E4" w:rsidRDefault="00F95FA7" w:rsidP="00B4265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95FA7" w:rsidRPr="00F824E4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95FA7" w:rsidRPr="00F824E4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95FA7" w:rsidRPr="00F824E4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95FA7" w:rsidRPr="00F824E4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95FA7" w:rsidRPr="00F824E4" w:rsidRDefault="00F95FA7" w:rsidP="00B42657">
      <w:pPr>
        <w:jc w:val="center"/>
        <w:rPr>
          <w:rFonts w:ascii="Times New Roman" w:hAnsi="Times New Roman" w:cs="Times New Roman"/>
          <w:b/>
          <w:bCs/>
        </w:rPr>
      </w:pPr>
      <w:r w:rsidRPr="00F824E4">
        <w:rPr>
          <w:rFonts w:ascii="Times New Roman" w:hAnsi="Times New Roman" w:cs="Times New Roman"/>
          <w:b/>
          <w:bCs/>
        </w:rPr>
        <w:t>Отчет о результатах деятельности государственного</w:t>
      </w:r>
      <w:r>
        <w:rPr>
          <w:rFonts w:ascii="Times New Roman" w:hAnsi="Times New Roman" w:cs="Times New Roman"/>
          <w:b/>
          <w:bCs/>
        </w:rPr>
        <w:t xml:space="preserve"> казенного </w:t>
      </w:r>
      <w:r w:rsidRPr="00F824E4">
        <w:rPr>
          <w:rFonts w:ascii="Times New Roman" w:hAnsi="Times New Roman" w:cs="Times New Roman"/>
          <w:b/>
          <w:bCs/>
        </w:rPr>
        <w:t xml:space="preserve"> учреждения</w:t>
      </w:r>
    </w:p>
    <w:p w:rsidR="00F95FA7" w:rsidRPr="00F824E4" w:rsidRDefault="00F95FA7" w:rsidP="00B4265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социального обслуживания Краснодарского края «Тбилисский реабилитационный центр для детей и подростков с ограниченными возможностями «Бригантина»</w:t>
      </w:r>
    </w:p>
    <w:p w:rsidR="00F95FA7" w:rsidRPr="00F824E4" w:rsidRDefault="00F95FA7" w:rsidP="00B42657">
      <w:pPr>
        <w:jc w:val="center"/>
        <w:rPr>
          <w:rFonts w:ascii="Times New Roman" w:hAnsi="Times New Roman" w:cs="Times New Roman"/>
          <w:b/>
          <w:bCs/>
        </w:rPr>
      </w:pPr>
      <w:r w:rsidRPr="00F824E4">
        <w:rPr>
          <w:rFonts w:ascii="Times New Roman" w:hAnsi="Times New Roman" w:cs="Times New Roman"/>
          <w:b/>
          <w:bCs/>
        </w:rPr>
        <w:t>и об использовании закрепленного за ним государственного имущества</w:t>
      </w:r>
    </w:p>
    <w:p w:rsidR="00F95FA7" w:rsidRPr="00F824E4" w:rsidRDefault="00F95FA7" w:rsidP="00B42657">
      <w:pPr>
        <w:jc w:val="center"/>
        <w:rPr>
          <w:rFonts w:ascii="Times New Roman" w:hAnsi="Times New Roman" w:cs="Times New Roman"/>
          <w:b/>
          <w:bCs/>
        </w:rPr>
      </w:pPr>
      <w:r w:rsidRPr="00F824E4">
        <w:rPr>
          <w:rFonts w:ascii="Times New Roman" w:hAnsi="Times New Roman" w:cs="Times New Roman"/>
          <w:b/>
          <w:bCs/>
        </w:rPr>
        <w:t xml:space="preserve">за </w:t>
      </w:r>
      <w:r>
        <w:rPr>
          <w:rFonts w:ascii="Times New Roman" w:hAnsi="Times New Roman" w:cs="Times New Roman"/>
          <w:b/>
          <w:bCs/>
        </w:rPr>
        <w:t>2011</w:t>
      </w:r>
      <w:r w:rsidRPr="00F824E4">
        <w:rPr>
          <w:rFonts w:ascii="Times New Roman" w:hAnsi="Times New Roman" w:cs="Times New Roman"/>
          <w:b/>
          <w:bCs/>
        </w:rPr>
        <w:t xml:space="preserve"> год</w:t>
      </w:r>
    </w:p>
    <w:p w:rsidR="00F95FA7" w:rsidRPr="00F824E4" w:rsidRDefault="00F95FA7" w:rsidP="00B42657">
      <w:pPr>
        <w:jc w:val="center"/>
        <w:rPr>
          <w:rFonts w:ascii="Times New Roman" w:hAnsi="Times New Roman" w:cs="Times New Roman"/>
        </w:rPr>
      </w:pPr>
    </w:p>
    <w:p w:rsidR="00F95FA7" w:rsidRPr="007066E7" w:rsidRDefault="00F95FA7" w:rsidP="00B42657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6E7">
        <w:rPr>
          <w:rFonts w:ascii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F95FA7" w:rsidRPr="00F824E4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160"/>
        <w:gridCol w:w="4560"/>
      </w:tblGrid>
      <w:tr w:rsidR="00F95FA7" w:rsidRPr="00D409BC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государственное казенное учреждение социального обслуживания Краснодарского края «Тбилисский реабилитационный центр для детей и подростков с ограниченными возможностями </w:t>
            </w:r>
          </w:p>
          <w:p w:rsidR="00F95FA7" w:rsidRDefault="00F95FA7" w:rsidP="009E5AC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«Бригантина»</w:t>
            </w:r>
          </w:p>
        </w:tc>
      </w:tr>
      <w:tr w:rsidR="00F95FA7" w:rsidRPr="00D409BC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СО КК «Тбилисский реабилитационный центр «Бригантина»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РФ, 352360Краснодарский край., Тбилисский район, ст-ца Тбилисская, 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298 А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Почтовый адрес государственного</w:t>
            </w:r>
          </w:p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РФ, 352360 Краснодарский край., Тбилисский р-н, ст-ца Тбилисская, 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 298 А</w:t>
            </w:r>
          </w:p>
        </w:tc>
      </w:tr>
      <w:tr w:rsidR="00F95FA7" w:rsidRPr="00D409BC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декабря 2000 года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Макарова Ольга Павловна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(861 58)2 61 00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 Краснодарского края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свидетельство о внесении записи в Единый государственный реестр юридических лиц – серия 23 № 008293919 от 29 сентября 2011г.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свидетельство о постановке на учет российской организации в налоговом органе по месту нахождения на территории РФ – серия 23 № 008293920.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Устав  от 08.09.2011года.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 наблюдательным советом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1022304718732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2351009704</w:t>
            </w:r>
          </w:p>
        </w:tc>
      </w:tr>
      <w:tr w:rsidR="00F95FA7" w:rsidRPr="00D409B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автономного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5FA7" w:rsidRPr="00D409BC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ОКПО – 55109913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ОКАТО – 03249819001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ОКТМО – 03649419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ОКОГУ – 23390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ОКФС – 13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ОКОПФ – 72</w:t>
            </w:r>
          </w:p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ОКВЕД -85.32</w:t>
            </w:r>
          </w:p>
        </w:tc>
      </w:tr>
      <w:tr w:rsidR="00F95FA7" w:rsidRPr="00D409BC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Pr="00D409BC" w:rsidRDefault="00F95FA7" w:rsidP="009E5AC7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409BC">
              <w:rPr>
                <w:rFonts w:ascii="Times New Roman" w:hAnsi="Times New Roman" w:cs="Times New Roman"/>
                <w:sz w:val="24"/>
                <w:szCs w:val="24"/>
              </w:rPr>
              <w:t>Перечень филиалов  автономного учреждения на территории  Краснодарского края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FA7" w:rsidRDefault="00F95FA7" w:rsidP="009E5A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F95FA7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95FA7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учреждения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О.П.Макарова</w:t>
      </w:r>
    </w:p>
    <w:p w:rsidR="00F95FA7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95FA7" w:rsidRDefault="00F95FA7" w:rsidP="00B4265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Руководитель ЦБ                                                                                 Гудкова Т.И.</w:t>
      </w:r>
    </w:p>
    <w:p w:rsidR="00F95FA7" w:rsidRDefault="00F95FA7" w:rsidP="00B42657">
      <w:pPr>
        <w:pStyle w:val="ConsPlusNonformat"/>
        <w:widowControl/>
        <w:rPr>
          <w:rFonts w:cs="Times New Roman"/>
        </w:rPr>
      </w:pPr>
    </w:p>
    <w:p w:rsidR="00F95FA7" w:rsidRDefault="00F95FA7" w:rsidP="00B426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hAnsi="Times New Roman" w:cs="Times New Roman"/>
        </w:rPr>
        <w:t xml:space="preserve">Директор 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Макарова О.П.</w:t>
      </w:r>
    </w:p>
    <w:p w:rsidR="00F95FA7" w:rsidRPr="00842020" w:rsidRDefault="00F95FA7" w:rsidP="008420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2020">
        <w:rPr>
          <w:rFonts w:ascii="Times New Roman" w:hAnsi="Times New Roman" w:cs="Times New Roman"/>
        </w:rPr>
        <w:t>8 861 58 2 61 00</w:t>
      </w:r>
    </w:p>
    <w:sectPr w:rsidR="00F95FA7" w:rsidRPr="00842020" w:rsidSect="00337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835"/>
    <w:rsid w:val="000C5CC2"/>
    <w:rsid w:val="00106835"/>
    <w:rsid w:val="002635CD"/>
    <w:rsid w:val="00337E7E"/>
    <w:rsid w:val="007066E7"/>
    <w:rsid w:val="007215E3"/>
    <w:rsid w:val="00741835"/>
    <w:rsid w:val="00842020"/>
    <w:rsid w:val="008E58A0"/>
    <w:rsid w:val="009E5AC7"/>
    <w:rsid w:val="00B42657"/>
    <w:rsid w:val="00B561CA"/>
    <w:rsid w:val="00BA3B63"/>
    <w:rsid w:val="00D409BC"/>
    <w:rsid w:val="00F824E4"/>
    <w:rsid w:val="00F9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657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426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426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435</Words>
  <Characters>2482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USZN</cp:lastModifiedBy>
  <cp:revision>5</cp:revision>
  <dcterms:created xsi:type="dcterms:W3CDTF">2013-03-04T06:54:00Z</dcterms:created>
  <dcterms:modified xsi:type="dcterms:W3CDTF">2013-03-05T11:58:00Z</dcterms:modified>
</cp:coreProperties>
</file>