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3FA" w:rsidRDefault="001613FA" w:rsidP="00A13FA9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ПРИЛОЖЕНИЕ № 1</w:t>
      </w:r>
    </w:p>
    <w:tbl>
      <w:tblPr>
        <w:tblW w:w="5040" w:type="dxa"/>
        <w:tblInd w:w="4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40"/>
      </w:tblGrid>
      <w:tr w:rsidR="001613FA" w:rsidTr="004A1DDC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1613FA" w:rsidRPr="006B6553" w:rsidRDefault="001613FA" w:rsidP="006B655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6553">
              <w:rPr>
                <w:rFonts w:ascii="Times New Roman" w:hAnsi="Times New Roman" w:cs="Times New Roman"/>
                <w:sz w:val="28"/>
                <w:szCs w:val="28"/>
              </w:rPr>
              <w:t>к приказу департамента социальной защиты населения Краснодарского края от 26.03.2012 года № 150</w:t>
            </w:r>
          </w:p>
        </w:tc>
      </w:tr>
    </w:tbl>
    <w:p w:rsidR="001613FA" w:rsidRDefault="001613FA" w:rsidP="00E85D6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</w:p>
    <w:p w:rsidR="001613FA" w:rsidRDefault="001613FA" w:rsidP="00E85D60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ПРИЛОЖЕНИЕ № 1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87"/>
      </w:tblGrid>
      <w:tr w:rsidR="001613FA">
        <w:trPr>
          <w:trHeight w:val="2553"/>
          <w:jc w:val="right"/>
        </w:trPr>
        <w:tc>
          <w:tcPr>
            <w:tcW w:w="4887" w:type="dxa"/>
            <w:tcBorders>
              <w:top w:val="nil"/>
              <w:left w:val="nil"/>
              <w:bottom w:val="nil"/>
              <w:right w:val="nil"/>
            </w:tcBorders>
          </w:tcPr>
          <w:p w:rsidR="001613FA" w:rsidRPr="00AB0177" w:rsidRDefault="001613FA" w:rsidP="00AB017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отчету о результатах деятельности государственного казенного учреждения социального обслуживания Краснодарского края «Ейский реабилитационный центр для детей с ограниченными возможностями «Чайка» и об использовании закрепленного за ним государственного имущества</w:t>
            </w:r>
          </w:p>
        </w:tc>
      </w:tr>
    </w:tbl>
    <w:p w:rsidR="001613FA" w:rsidRPr="001655A9" w:rsidRDefault="001613FA" w:rsidP="00E85D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13FA" w:rsidRPr="001655A9" w:rsidRDefault="001613FA" w:rsidP="00D5165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655A9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1613FA" w:rsidRPr="004A1DDC" w:rsidRDefault="001613FA" w:rsidP="004A1D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1DDC">
        <w:rPr>
          <w:rFonts w:ascii="Times New Roman" w:hAnsi="Times New Roman" w:cs="Times New Roman"/>
          <w:b/>
          <w:bCs/>
          <w:sz w:val="28"/>
          <w:szCs w:val="28"/>
        </w:rPr>
        <w:t xml:space="preserve">Отчет о результатах деятельности </w:t>
      </w:r>
    </w:p>
    <w:p w:rsidR="001613FA" w:rsidRPr="00AA4902" w:rsidRDefault="001613FA" w:rsidP="004A1D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4902">
        <w:rPr>
          <w:rFonts w:ascii="Times New Roman" w:hAnsi="Times New Roman" w:cs="Times New Roman"/>
          <w:b/>
          <w:bCs/>
          <w:sz w:val="28"/>
          <w:szCs w:val="28"/>
        </w:rPr>
        <w:t>государственного казенного учреждения социального обслуживания Краснодарского края «Ейский реабилитационный центр для детей с ограниченными возможностями «Чайка»</w:t>
      </w:r>
    </w:p>
    <w:p w:rsidR="001613FA" w:rsidRPr="004A1DDC" w:rsidRDefault="001613FA" w:rsidP="004A1DD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1DDC">
        <w:rPr>
          <w:rFonts w:ascii="Times New Roman" w:hAnsi="Times New Roman" w:cs="Times New Roman"/>
          <w:b/>
          <w:bCs/>
          <w:sz w:val="28"/>
          <w:szCs w:val="28"/>
        </w:rPr>
        <w:t xml:space="preserve">и об использовании закрепленного за ним государственного имущества  </w:t>
      </w:r>
    </w:p>
    <w:p w:rsidR="001613FA" w:rsidRPr="00AA4902" w:rsidRDefault="001613FA" w:rsidP="004A1DD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902">
        <w:rPr>
          <w:rFonts w:ascii="Times New Roman" w:hAnsi="Times New Roman" w:cs="Times New Roman"/>
          <w:b/>
          <w:sz w:val="28"/>
          <w:szCs w:val="28"/>
        </w:rPr>
        <w:t xml:space="preserve">     за 2011 год</w:t>
      </w:r>
    </w:p>
    <w:p w:rsidR="001613FA" w:rsidRPr="004A1DDC" w:rsidRDefault="001613FA" w:rsidP="004A1DD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13FA" w:rsidRPr="001655A9" w:rsidRDefault="001613FA" w:rsidP="00D516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55A9">
        <w:rPr>
          <w:rFonts w:ascii="Times New Roman" w:hAnsi="Times New Roman" w:cs="Times New Roman"/>
          <w:sz w:val="28"/>
          <w:szCs w:val="28"/>
        </w:rPr>
        <w:t xml:space="preserve">Общие сведения о государственном учреждении                   </w:t>
      </w:r>
    </w:p>
    <w:p w:rsidR="001613FA" w:rsidRPr="00D51650" w:rsidRDefault="001613FA" w:rsidP="00D51650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D51650">
        <w:rPr>
          <w:rFonts w:ascii="Times New Roman" w:hAnsi="Times New Roman" w:cs="Times New Roman"/>
        </w:rPr>
        <w:t xml:space="preserve">                                                     </w:t>
      </w:r>
    </w:p>
    <w:tbl>
      <w:tblPr>
        <w:tblW w:w="9720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60"/>
        <w:gridCol w:w="4560"/>
      </w:tblGrid>
      <w:tr w:rsidR="001613FA" w:rsidRPr="00275C63">
        <w:trPr>
          <w:cantSplit/>
          <w:trHeight w:val="446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3FA" w:rsidRPr="00275C63" w:rsidRDefault="001613FA" w:rsidP="00D5165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3FA" w:rsidRPr="00D51650" w:rsidRDefault="001613FA" w:rsidP="00D5165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D51650">
              <w:rPr>
                <w:rFonts w:ascii="Times New Roman" w:hAnsi="Times New Roman" w:cs="Times New Roman"/>
                <w:sz w:val="24"/>
                <w:szCs w:val="24"/>
              </w:rPr>
              <w:t>осударственное казенное учреждение социального обслуживания Краснодарского края «Ейский реабилитационный центр для детей и подростков с ограниченными возможностями «Чайка»</w:t>
            </w:r>
          </w:p>
        </w:tc>
      </w:tr>
      <w:tr w:rsidR="001613FA" w:rsidRPr="00275C63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3FA" w:rsidRPr="00275C63" w:rsidRDefault="001613FA" w:rsidP="00D5165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3FA" w:rsidRPr="00D51650" w:rsidRDefault="001613FA" w:rsidP="00D51650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D51650">
              <w:rPr>
                <w:rFonts w:ascii="Times New Roman" w:hAnsi="Times New Roman" w:cs="Times New Roman"/>
                <w:sz w:val="24"/>
                <w:szCs w:val="24"/>
              </w:rPr>
              <w:t>ГКУ СО КК «Ейский реабилитационный центр «Чайка»</w:t>
            </w:r>
          </w:p>
        </w:tc>
      </w:tr>
      <w:tr w:rsidR="001613FA" w:rsidRPr="00275C6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3FA" w:rsidRPr="00275C63" w:rsidRDefault="001613FA" w:rsidP="00D5165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 государственного </w:t>
            </w:r>
          </w:p>
          <w:p w:rsidR="001613FA" w:rsidRPr="00275C63" w:rsidRDefault="001613FA" w:rsidP="00D5165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3FA" w:rsidRPr="00D51650" w:rsidRDefault="001613FA" w:rsidP="00D51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5165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353664 Краснодарский край, Ейский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с.Воронцовка, ул.Юбилейная, 17</w:t>
            </w:r>
            <w:r w:rsidRPr="00D51650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</w:tr>
      <w:tr w:rsidR="001613FA" w:rsidRPr="00275C6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3FA" w:rsidRPr="00275C63" w:rsidRDefault="001613FA" w:rsidP="00D5165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 государственного </w:t>
            </w:r>
          </w:p>
          <w:p w:rsidR="001613FA" w:rsidRPr="00275C63" w:rsidRDefault="001613FA" w:rsidP="00D5165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3FA" w:rsidRPr="00D51650" w:rsidRDefault="001613FA" w:rsidP="00D51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51650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353664 Краснодарский край, Ейский район,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с.Воронцовка, ул.Юбилейная, 17</w:t>
            </w:r>
            <w:r w:rsidRPr="00D51650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</w:p>
        </w:tc>
      </w:tr>
      <w:tr w:rsidR="001613FA" w:rsidRPr="00275C63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3FA" w:rsidRPr="00275C63" w:rsidRDefault="001613FA" w:rsidP="00D5165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>Год создания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3FA" w:rsidRPr="00D51650" w:rsidRDefault="001613FA" w:rsidP="00D51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51650">
              <w:rPr>
                <w:rFonts w:ascii="Times New Roman" w:hAnsi="Times New Roman" w:cs="Times New Roman"/>
                <w:sz w:val="24"/>
                <w:szCs w:val="24"/>
              </w:rPr>
              <w:t xml:space="preserve">2000 </w:t>
            </w:r>
          </w:p>
        </w:tc>
      </w:tr>
      <w:tr w:rsidR="001613FA" w:rsidRPr="00275C6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3FA" w:rsidRPr="00275C63" w:rsidRDefault="001613FA" w:rsidP="00D5165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руководителя, </w:t>
            </w:r>
          </w:p>
          <w:p w:rsidR="001613FA" w:rsidRPr="00275C63" w:rsidRDefault="001613FA" w:rsidP="00D5165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3FA" w:rsidRPr="00D51650" w:rsidRDefault="001613FA" w:rsidP="00D51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51650">
              <w:rPr>
                <w:rFonts w:ascii="Times New Roman" w:hAnsi="Times New Roman" w:cs="Times New Roman"/>
                <w:sz w:val="24"/>
                <w:szCs w:val="24"/>
              </w:rPr>
              <w:t>Евдокимова Ольга Николаевна</w:t>
            </w:r>
          </w:p>
          <w:p w:rsidR="001613FA" w:rsidRPr="00D51650" w:rsidRDefault="001613FA" w:rsidP="00D51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51650">
              <w:rPr>
                <w:rFonts w:ascii="Times New Roman" w:hAnsi="Times New Roman" w:cs="Times New Roman"/>
                <w:sz w:val="24"/>
                <w:szCs w:val="24"/>
              </w:rPr>
              <w:t>(86132)62331</w:t>
            </w:r>
          </w:p>
        </w:tc>
      </w:tr>
      <w:tr w:rsidR="001613FA" w:rsidRPr="00275C6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3FA" w:rsidRPr="00275C63" w:rsidRDefault="001613FA" w:rsidP="00D5165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>Орган исполнительной власти, осуществляющий функции и полномочия учредителя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3FA" w:rsidRPr="00DA6167" w:rsidRDefault="001613FA" w:rsidP="00D51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A6167">
              <w:rPr>
                <w:rFonts w:ascii="Times New Roman" w:hAnsi="Times New Roman" w:cs="Times New Roman"/>
                <w:sz w:val="24"/>
                <w:szCs w:val="24"/>
              </w:rPr>
              <w:t>министерство социального развития и семейной политики Краснодарского края</w:t>
            </w:r>
          </w:p>
        </w:tc>
      </w:tr>
      <w:tr w:rsidR="001613FA" w:rsidRPr="00275C6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3FA" w:rsidRPr="00275C63" w:rsidRDefault="001613FA" w:rsidP="00D5165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>Перечень разрешительных документов (с указанием номеров, даты выдачи и срока действия), на основании которых государственное учреждение осуществляет деятельность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3FA" w:rsidRPr="00D51650" w:rsidRDefault="001613FA" w:rsidP="00D51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51650">
              <w:rPr>
                <w:rFonts w:ascii="Times New Roman" w:hAnsi="Times New Roman" w:cs="Times New Roman"/>
                <w:sz w:val="24"/>
                <w:szCs w:val="24"/>
              </w:rPr>
              <w:t>Устав, утвержден приказом департамента социальной защиты населения Краснодарского края от 11.01.2011 года №3;</w:t>
            </w:r>
          </w:p>
          <w:p w:rsidR="001613FA" w:rsidRPr="00D51650" w:rsidRDefault="001613FA" w:rsidP="00D51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51650">
              <w:rPr>
                <w:rFonts w:ascii="Times New Roman" w:hAnsi="Times New Roman" w:cs="Times New Roman"/>
                <w:sz w:val="24"/>
                <w:szCs w:val="24"/>
              </w:rPr>
              <w:t>Изменение в Устав, утверждено от 06.04.2011 №300;</w:t>
            </w:r>
          </w:p>
          <w:p w:rsidR="001613FA" w:rsidRPr="00D51650" w:rsidRDefault="001613FA" w:rsidP="00D51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51650">
              <w:rPr>
                <w:rFonts w:ascii="Times New Roman" w:hAnsi="Times New Roman" w:cs="Times New Roman"/>
                <w:sz w:val="24"/>
                <w:szCs w:val="24"/>
              </w:rPr>
              <w:t xml:space="preserve">Свидетельство о государственной регистрации учреждения от 22.10.2002г. серия 23 № 003388969 </w:t>
            </w:r>
          </w:p>
          <w:p w:rsidR="001613FA" w:rsidRPr="00D51650" w:rsidRDefault="001613FA" w:rsidP="00D51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51650">
              <w:rPr>
                <w:rFonts w:ascii="Times New Roman" w:hAnsi="Times New Roman" w:cs="Times New Roman"/>
                <w:sz w:val="24"/>
                <w:szCs w:val="24"/>
              </w:rPr>
              <w:t xml:space="preserve">Лицензия на осуществление медицинской деятельности №ФС-23-01-002442 от 20.11.2008 сроком действия до 20 ноября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D51650">
                <w:rPr>
                  <w:rFonts w:ascii="Times New Roman" w:hAnsi="Times New Roman" w:cs="Times New Roman"/>
                  <w:sz w:val="24"/>
                  <w:szCs w:val="24"/>
                </w:rPr>
                <w:t>2013 г</w:t>
              </w:r>
            </w:smartTag>
          </w:p>
        </w:tc>
      </w:tr>
      <w:tr w:rsidR="001613FA" w:rsidRPr="00275C6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3FA" w:rsidRPr="00275C63" w:rsidRDefault="001613FA" w:rsidP="00D5165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 xml:space="preserve">Состав наблюдательного совета (для АУ) (с указанием должностей, фамилий, имен и отчеств)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3FA" w:rsidRPr="00D51650" w:rsidRDefault="001613FA" w:rsidP="00D51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3FA" w:rsidRPr="00275C6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3FA" w:rsidRPr="00275C63" w:rsidRDefault="001613FA" w:rsidP="00D5165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>Дата утверждения Отчета наблюдательным советом (для АУ)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3FA" w:rsidRPr="00D51650" w:rsidRDefault="001613FA" w:rsidP="00D51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3FA" w:rsidRPr="00275C6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3FA" w:rsidRPr="00275C63" w:rsidRDefault="001613FA" w:rsidP="00D5165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3FA" w:rsidRPr="00D51650" w:rsidRDefault="001613FA" w:rsidP="00D51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51650">
              <w:rPr>
                <w:rFonts w:ascii="Times New Roman" w:hAnsi="Times New Roman" w:cs="Times New Roman"/>
                <w:sz w:val="24"/>
                <w:szCs w:val="24"/>
              </w:rPr>
              <w:t>1022303857806</w:t>
            </w:r>
          </w:p>
        </w:tc>
      </w:tr>
      <w:tr w:rsidR="001613FA" w:rsidRPr="00275C6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3FA" w:rsidRPr="00275C63" w:rsidRDefault="001613FA" w:rsidP="00D5165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 xml:space="preserve">Идентификационный номер налогоплательщика (ИНН)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3FA" w:rsidRPr="00D51650" w:rsidRDefault="001613FA" w:rsidP="00D51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51650">
              <w:rPr>
                <w:rFonts w:ascii="Times New Roman" w:hAnsi="Times New Roman" w:cs="Times New Roman"/>
                <w:sz w:val="24"/>
                <w:szCs w:val="24"/>
              </w:rPr>
              <w:t>2331012265</w:t>
            </w:r>
          </w:p>
        </w:tc>
      </w:tr>
      <w:tr w:rsidR="001613FA" w:rsidRPr="00275C63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3FA" w:rsidRPr="00275C63" w:rsidRDefault="001613FA" w:rsidP="00D5165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>Код причины постановки на учет учреждения в налоговом органе (КПП)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3FA" w:rsidRPr="00D51650" w:rsidRDefault="001613FA" w:rsidP="00D51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51650">
              <w:rPr>
                <w:rFonts w:ascii="Times New Roman" w:hAnsi="Times New Roman" w:cs="Times New Roman"/>
                <w:sz w:val="24"/>
                <w:szCs w:val="24"/>
              </w:rPr>
              <w:t>233101001</w:t>
            </w:r>
          </w:p>
        </w:tc>
      </w:tr>
      <w:tr w:rsidR="001613FA" w:rsidRPr="00275C63">
        <w:trPr>
          <w:cantSplit/>
          <w:trHeight w:val="703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3FA" w:rsidRPr="00275C63" w:rsidRDefault="001613FA" w:rsidP="00D5165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>Коды по Общероссийскому классификатору видов экономической деятельности, продукции и услуг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3FA" w:rsidRPr="00D51650" w:rsidRDefault="001613FA" w:rsidP="00D51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51650">
              <w:rPr>
                <w:rFonts w:ascii="Times New Roman" w:hAnsi="Times New Roman" w:cs="Times New Roman"/>
                <w:sz w:val="24"/>
                <w:szCs w:val="24"/>
              </w:rPr>
              <w:t>85.31</w:t>
            </w:r>
          </w:p>
        </w:tc>
      </w:tr>
      <w:tr w:rsidR="001613FA" w:rsidRPr="00275C63">
        <w:trPr>
          <w:cantSplit/>
          <w:trHeight w:val="457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3FA" w:rsidRPr="00275C63" w:rsidRDefault="001613FA" w:rsidP="00D5165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5C63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филиалов учреждения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13FA" w:rsidRPr="00D51650" w:rsidRDefault="001613FA" w:rsidP="00D516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13FA" w:rsidRPr="00D51650" w:rsidRDefault="001613FA" w:rsidP="00D516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613FA" w:rsidRPr="00D51650" w:rsidRDefault="001613FA" w:rsidP="00D51650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613FA" w:rsidRPr="008F5FC1" w:rsidRDefault="001613FA" w:rsidP="003C147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 w:rsidRPr="008F5FC1">
        <w:rPr>
          <w:rFonts w:ascii="Times New Roman" w:hAnsi="Times New Roman" w:cs="Times New Roman"/>
          <w:sz w:val="28"/>
          <w:szCs w:val="28"/>
        </w:rPr>
        <w:t xml:space="preserve"> учреждения                                                    </w:t>
      </w:r>
    </w:p>
    <w:p w:rsidR="001613FA" w:rsidRPr="00C87368" w:rsidRDefault="001613FA" w:rsidP="003C147A">
      <w:pPr>
        <w:pStyle w:val="ConsPlusNonformat"/>
        <w:widowControl/>
        <w:jc w:val="both"/>
        <w:rPr>
          <w:sz w:val="22"/>
          <w:szCs w:val="22"/>
        </w:rPr>
      </w:pPr>
      <w:r>
        <w:t xml:space="preserve">                               ____________</w:t>
      </w:r>
      <w:r w:rsidRPr="00C87368">
        <w:rPr>
          <w:sz w:val="22"/>
          <w:szCs w:val="22"/>
        </w:rPr>
        <w:t xml:space="preserve">          </w:t>
      </w:r>
      <w:r>
        <w:rPr>
          <w:sz w:val="24"/>
          <w:szCs w:val="24"/>
          <w:u w:val="single"/>
        </w:rPr>
        <w:t>О</w:t>
      </w:r>
      <w:r w:rsidRPr="00491238">
        <w:rPr>
          <w:sz w:val="24"/>
          <w:szCs w:val="24"/>
          <w:u w:val="single"/>
        </w:rPr>
        <w:t>.</w:t>
      </w:r>
      <w:r>
        <w:rPr>
          <w:sz w:val="24"/>
          <w:szCs w:val="24"/>
          <w:u w:val="single"/>
        </w:rPr>
        <w:t>Н.Евдокимова</w:t>
      </w:r>
      <w:r w:rsidRPr="00491238">
        <w:rPr>
          <w:sz w:val="24"/>
          <w:szCs w:val="24"/>
        </w:rPr>
        <w:t>__</w:t>
      </w:r>
      <w:r w:rsidRPr="00C87368">
        <w:rPr>
          <w:sz w:val="22"/>
          <w:szCs w:val="22"/>
        </w:rPr>
        <w:t xml:space="preserve"> </w:t>
      </w:r>
    </w:p>
    <w:p w:rsidR="001613FA" w:rsidRPr="00476855" w:rsidRDefault="001613FA" w:rsidP="003C147A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  </w:t>
      </w:r>
      <w:r>
        <w:rPr>
          <w:rFonts w:ascii="Times New Roman" w:hAnsi="Times New Roman" w:cs="Times New Roman"/>
        </w:rPr>
        <w:t xml:space="preserve">    </w:t>
      </w:r>
      <w:r w:rsidRPr="00476855">
        <w:rPr>
          <w:rFonts w:ascii="Times New Roman" w:hAnsi="Times New Roman" w:cs="Times New Roman"/>
        </w:rPr>
        <w:t xml:space="preserve">(подпись)  </w:t>
      </w:r>
      <w:r>
        <w:rPr>
          <w:rFonts w:ascii="Times New Roman" w:hAnsi="Times New Roman" w:cs="Times New Roman"/>
        </w:rPr>
        <w:t xml:space="preserve">                               </w:t>
      </w:r>
      <w:r w:rsidRPr="00476855">
        <w:rPr>
          <w:rFonts w:ascii="Times New Roman" w:hAnsi="Times New Roman" w:cs="Times New Roman"/>
        </w:rPr>
        <w:t xml:space="preserve">(расшифровка подписи)   </w:t>
      </w:r>
    </w:p>
    <w:p w:rsidR="001613FA" w:rsidRPr="000B5923" w:rsidRDefault="001613FA" w:rsidP="003C147A">
      <w:pPr>
        <w:pStyle w:val="ConsPlusNonformat"/>
        <w:widowControl/>
        <w:jc w:val="both"/>
      </w:pPr>
      <w:r w:rsidRPr="000B5923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ЦБ</w:t>
      </w:r>
      <w:r>
        <w:t xml:space="preserve">             ____________</w:t>
      </w:r>
      <w:r w:rsidRPr="00C87368">
        <w:rPr>
          <w:sz w:val="22"/>
          <w:szCs w:val="22"/>
        </w:rPr>
        <w:t xml:space="preserve">           </w:t>
      </w:r>
      <w:r w:rsidRPr="00491238">
        <w:rPr>
          <w:sz w:val="24"/>
          <w:szCs w:val="24"/>
          <w:u w:val="single"/>
        </w:rPr>
        <w:t>Ю.А.Фарсобина</w:t>
      </w:r>
      <w:r w:rsidRPr="00491238">
        <w:rPr>
          <w:sz w:val="24"/>
          <w:szCs w:val="24"/>
        </w:rPr>
        <w:t>___</w:t>
      </w:r>
    </w:p>
    <w:p w:rsidR="001613FA" w:rsidRPr="00476855" w:rsidRDefault="001613FA" w:rsidP="003C147A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</w:t>
      </w:r>
      <w:r w:rsidRPr="0047685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</w:t>
      </w:r>
      <w:r w:rsidRPr="00476855">
        <w:rPr>
          <w:rFonts w:ascii="Times New Roman" w:hAnsi="Times New Roman" w:cs="Times New Roman"/>
        </w:rPr>
        <w:t>(расшифровка подписи)</w:t>
      </w:r>
    </w:p>
    <w:p w:rsidR="001613FA" w:rsidRPr="00D51650" w:rsidRDefault="001613FA" w:rsidP="00D51650">
      <w:pPr>
        <w:pStyle w:val="ConsPlusNonformat"/>
        <w:widowControl/>
        <w:rPr>
          <w:rFonts w:ascii="Times New Roman" w:hAnsi="Times New Roman" w:cs="Times New Roman"/>
        </w:rPr>
      </w:pPr>
    </w:p>
    <w:p w:rsidR="001613FA" w:rsidRPr="00D51650" w:rsidRDefault="001613FA" w:rsidP="00D51650">
      <w:pPr>
        <w:pStyle w:val="ConsPlusNonformat"/>
        <w:widowControl/>
        <w:tabs>
          <w:tab w:val="left" w:pos="840"/>
        </w:tabs>
        <w:rPr>
          <w:rFonts w:ascii="Times New Roman" w:hAnsi="Times New Roman" w:cs="Times New Roman"/>
          <w:sz w:val="22"/>
          <w:szCs w:val="22"/>
          <w:u w:val="single"/>
        </w:rPr>
      </w:pPr>
      <w:r w:rsidRPr="00D51650">
        <w:rPr>
          <w:rFonts w:ascii="Times New Roman" w:hAnsi="Times New Roman" w:cs="Times New Roman"/>
          <w:sz w:val="28"/>
          <w:szCs w:val="28"/>
        </w:rPr>
        <w:t>Исполнитель</w:t>
      </w:r>
      <w:r w:rsidRPr="00D51650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</w:t>
      </w:r>
      <w:r w:rsidRPr="00514E6F">
        <w:rPr>
          <w:rFonts w:ascii="Times New Roman" w:hAnsi="Times New Roman" w:cs="Times New Roman"/>
          <w:sz w:val="22"/>
          <w:szCs w:val="22"/>
          <w:u w:val="single"/>
        </w:rPr>
        <w:t>Юрисконсульт</w:t>
      </w:r>
      <w:r w:rsidRPr="00D51650">
        <w:rPr>
          <w:rFonts w:ascii="Times New Roman" w:hAnsi="Times New Roman" w:cs="Times New Roman"/>
        </w:rPr>
        <w:t xml:space="preserve">   </w:t>
      </w:r>
      <w:r w:rsidRPr="00514E6F">
        <w:rPr>
          <w:rFonts w:ascii="Times New Roman" w:hAnsi="Times New Roman" w:cs="Times New Roman"/>
          <w:sz w:val="22"/>
          <w:szCs w:val="22"/>
        </w:rPr>
        <w:t xml:space="preserve">____________   </w:t>
      </w:r>
      <w:r w:rsidRPr="00514E6F">
        <w:rPr>
          <w:rFonts w:ascii="Times New Roman" w:hAnsi="Times New Roman" w:cs="Times New Roman"/>
          <w:sz w:val="22"/>
          <w:szCs w:val="22"/>
          <w:u w:val="single"/>
        </w:rPr>
        <w:t>О.В. Балабошкина</w:t>
      </w:r>
      <w:r>
        <w:rPr>
          <w:rFonts w:ascii="Times New Roman" w:hAnsi="Times New Roman" w:cs="Times New Roman"/>
          <w:u w:val="single"/>
        </w:rPr>
        <w:t xml:space="preserve">     </w:t>
      </w:r>
      <w:r w:rsidRPr="00D51650">
        <w:rPr>
          <w:rFonts w:ascii="Times New Roman" w:hAnsi="Times New Roman" w:cs="Times New Roman"/>
          <w:u w:val="single"/>
        </w:rPr>
        <w:t xml:space="preserve">     </w:t>
      </w:r>
      <w:r w:rsidRPr="00D51650">
        <w:rPr>
          <w:rFonts w:ascii="Times New Roman" w:hAnsi="Times New Roman" w:cs="Times New Roman"/>
        </w:rPr>
        <w:t xml:space="preserve"> </w:t>
      </w:r>
      <w:r w:rsidRPr="00D51650">
        <w:rPr>
          <w:rFonts w:ascii="Times New Roman" w:hAnsi="Times New Roman" w:cs="Times New Roman"/>
          <w:sz w:val="22"/>
          <w:szCs w:val="22"/>
          <w:u w:val="single"/>
        </w:rPr>
        <w:t>(86132)</w:t>
      </w:r>
      <w:r>
        <w:rPr>
          <w:rFonts w:ascii="Times New Roman" w:hAnsi="Times New Roman" w:cs="Times New Roman"/>
          <w:sz w:val="22"/>
          <w:szCs w:val="22"/>
          <w:u w:val="single"/>
        </w:rPr>
        <w:t>6</w:t>
      </w:r>
      <w:r w:rsidRPr="00D51650">
        <w:rPr>
          <w:rFonts w:ascii="Times New Roman" w:hAnsi="Times New Roman" w:cs="Times New Roman"/>
          <w:sz w:val="22"/>
          <w:szCs w:val="22"/>
          <w:u w:val="single"/>
        </w:rPr>
        <w:t>233</w:t>
      </w:r>
      <w:r>
        <w:rPr>
          <w:rFonts w:ascii="Times New Roman" w:hAnsi="Times New Roman" w:cs="Times New Roman"/>
          <w:sz w:val="22"/>
          <w:szCs w:val="22"/>
          <w:u w:val="single"/>
        </w:rPr>
        <w:t>1</w:t>
      </w:r>
    </w:p>
    <w:p w:rsidR="001613FA" w:rsidRPr="00D51650" w:rsidRDefault="001613FA" w:rsidP="00D51650">
      <w:pPr>
        <w:pStyle w:val="ConsPlusNonformat"/>
        <w:widowControl/>
        <w:rPr>
          <w:rFonts w:ascii="Times New Roman" w:hAnsi="Times New Roman" w:cs="Times New Roman"/>
        </w:rPr>
      </w:pPr>
      <w:r w:rsidRPr="00D51650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                                 </w:t>
      </w:r>
      <w:r w:rsidRPr="00D51650">
        <w:rPr>
          <w:rFonts w:ascii="Times New Roman" w:hAnsi="Times New Roman" w:cs="Times New Roman"/>
        </w:rPr>
        <w:t xml:space="preserve">  (должность)      (подпись) </w:t>
      </w:r>
      <w:r>
        <w:rPr>
          <w:rFonts w:ascii="Times New Roman" w:hAnsi="Times New Roman" w:cs="Times New Roman"/>
        </w:rPr>
        <w:t xml:space="preserve">     </w:t>
      </w:r>
      <w:r w:rsidRPr="00D51650">
        <w:rPr>
          <w:rFonts w:ascii="Times New Roman" w:hAnsi="Times New Roman" w:cs="Times New Roman"/>
        </w:rPr>
        <w:t xml:space="preserve"> (расшифровка подписи) (телефон)  </w:t>
      </w:r>
    </w:p>
    <w:p w:rsidR="001613FA" w:rsidRPr="00D51650" w:rsidRDefault="001613FA" w:rsidP="00D5165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613FA" w:rsidRPr="00D51650" w:rsidRDefault="001613FA" w:rsidP="00D5165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613FA" w:rsidRPr="00D51650" w:rsidRDefault="001613FA" w:rsidP="00D5165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613FA" w:rsidRPr="00D51650" w:rsidRDefault="001613FA" w:rsidP="00D5165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613FA" w:rsidRPr="00D51650" w:rsidRDefault="001613FA" w:rsidP="00D5165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613FA" w:rsidRPr="00D51650" w:rsidRDefault="001613FA" w:rsidP="00D5165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613FA" w:rsidRDefault="001613FA" w:rsidP="00D5165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613FA" w:rsidRDefault="001613FA" w:rsidP="00D5165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1613FA" w:rsidRPr="00D51650" w:rsidRDefault="001613FA" w:rsidP="00D5165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sectPr w:rsidR="001613FA" w:rsidRPr="00D51650" w:rsidSect="00B94734">
      <w:headerReference w:type="default" r:id="rId6"/>
      <w:pgSz w:w="11906" w:h="16838"/>
      <w:pgMar w:top="1134" w:right="50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3FA" w:rsidRDefault="001613FA" w:rsidP="00554296">
      <w:pPr>
        <w:spacing w:after="0" w:line="240" w:lineRule="auto"/>
      </w:pPr>
      <w:r>
        <w:separator/>
      </w:r>
    </w:p>
  </w:endnote>
  <w:endnote w:type="continuationSeparator" w:id="1">
    <w:p w:rsidR="001613FA" w:rsidRDefault="001613FA" w:rsidP="00554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3FA" w:rsidRDefault="001613FA" w:rsidP="00554296">
      <w:pPr>
        <w:spacing w:after="0" w:line="240" w:lineRule="auto"/>
      </w:pPr>
      <w:r>
        <w:separator/>
      </w:r>
    </w:p>
  </w:footnote>
  <w:footnote w:type="continuationSeparator" w:id="1">
    <w:p w:rsidR="001613FA" w:rsidRDefault="001613FA" w:rsidP="00554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3FA" w:rsidRDefault="001613FA" w:rsidP="00B94734">
    <w:pPr>
      <w:pStyle w:val="Header"/>
      <w:framePr w:wrap="auto" w:vAnchor="text" w:hAnchor="margin" w:xAlign="center" w:y="1"/>
      <w:rPr>
        <w:rStyle w:val="PageNumber"/>
        <w:rFonts w:cs="Calibri"/>
      </w:rPr>
    </w:pPr>
  </w:p>
  <w:p w:rsidR="001613FA" w:rsidRPr="000E26DD" w:rsidRDefault="001613FA" w:rsidP="00AD0D1C">
    <w:pPr>
      <w:pStyle w:val="Header"/>
      <w:ind w:right="360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1650"/>
    <w:rsid w:val="00027F14"/>
    <w:rsid w:val="0005443C"/>
    <w:rsid w:val="00061A2B"/>
    <w:rsid w:val="00071E8A"/>
    <w:rsid w:val="00084069"/>
    <w:rsid w:val="00090A18"/>
    <w:rsid w:val="000A3355"/>
    <w:rsid w:val="000B5923"/>
    <w:rsid w:val="000B6147"/>
    <w:rsid w:val="000E26DD"/>
    <w:rsid w:val="001613FA"/>
    <w:rsid w:val="001655A9"/>
    <w:rsid w:val="001946E4"/>
    <w:rsid w:val="001B232D"/>
    <w:rsid w:val="001C0B08"/>
    <w:rsid w:val="001E3141"/>
    <w:rsid w:val="00224359"/>
    <w:rsid w:val="00274AA7"/>
    <w:rsid w:val="00275C63"/>
    <w:rsid w:val="0028150C"/>
    <w:rsid w:val="002C4318"/>
    <w:rsid w:val="002E61A0"/>
    <w:rsid w:val="00312D32"/>
    <w:rsid w:val="003366F9"/>
    <w:rsid w:val="00341D4F"/>
    <w:rsid w:val="00381DCB"/>
    <w:rsid w:val="0038219B"/>
    <w:rsid w:val="003C147A"/>
    <w:rsid w:val="003E102D"/>
    <w:rsid w:val="004169A2"/>
    <w:rsid w:val="0047156F"/>
    <w:rsid w:val="00476855"/>
    <w:rsid w:val="00491238"/>
    <w:rsid w:val="004A1DDC"/>
    <w:rsid w:val="004A20B3"/>
    <w:rsid w:val="00514E6F"/>
    <w:rsid w:val="0053058F"/>
    <w:rsid w:val="00551F14"/>
    <w:rsid w:val="00554296"/>
    <w:rsid w:val="00566A5A"/>
    <w:rsid w:val="00571FDA"/>
    <w:rsid w:val="0059240A"/>
    <w:rsid w:val="005D1924"/>
    <w:rsid w:val="005F4126"/>
    <w:rsid w:val="00661A65"/>
    <w:rsid w:val="00691BF0"/>
    <w:rsid w:val="006B25D9"/>
    <w:rsid w:val="006B5364"/>
    <w:rsid w:val="006B6553"/>
    <w:rsid w:val="006C3598"/>
    <w:rsid w:val="00732DE0"/>
    <w:rsid w:val="007502F9"/>
    <w:rsid w:val="00784171"/>
    <w:rsid w:val="008013A6"/>
    <w:rsid w:val="00823489"/>
    <w:rsid w:val="00826988"/>
    <w:rsid w:val="0087557C"/>
    <w:rsid w:val="008803E3"/>
    <w:rsid w:val="00881FC3"/>
    <w:rsid w:val="008C1052"/>
    <w:rsid w:val="008F5FC1"/>
    <w:rsid w:val="00931346"/>
    <w:rsid w:val="00952D3C"/>
    <w:rsid w:val="00982D9A"/>
    <w:rsid w:val="00984BDC"/>
    <w:rsid w:val="00984FA8"/>
    <w:rsid w:val="0098728C"/>
    <w:rsid w:val="009E5DE4"/>
    <w:rsid w:val="00A13FA9"/>
    <w:rsid w:val="00A418AE"/>
    <w:rsid w:val="00A50F72"/>
    <w:rsid w:val="00A63A37"/>
    <w:rsid w:val="00A72000"/>
    <w:rsid w:val="00A73C10"/>
    <w:rsid w:val="00A928DC"/>
    <w:rsid w:val="00AA4902"/>
    <w:rsid w:val="00AB0177"/>
    <w:rsid w:val="00AD0D1C"/>
    <w:rsid w:val="00AE2347"/>
    <w:rsid w:val="00AE47B6"/>
    <w:rsid w:val="00AF463D"/>
    <w:rsid w:val="00B052BF"/>
    <w:rsid w:val="00B44A9C"/>
    <w:rsid w:val="00B50A70"/>
    <w:rsid w:val="00B51AC2"/>
    <w:rsid w:val="00B55F11"/>
    <w:rsid w:val="00B94734"/>
    <w:rsid w:val="00C046BD"/>
    <w:rsid w:val="00C27FEB"/>
    <w:rsid w:val="00C506AE"/>
    <w:rsid w:val="00C567F8"/>
    <w:rsid w:val="00C87368"/>
    <w:rsid w:val="00CC7B5D"/>
    <w:rsid w:val="00D00898"/>
    <w:rsid w:val="00D350B8"/>
    <w:rsid w:val="00D51650"/>
    <w:rsid w:val="00D60F6C"/>
    <w:rsid w:val="00DA6167"/>
    <w:rsid w:val="00DC7BBA"/>
    <w:rsid w:val="00DF1AD2"/>
    <w:rsid w:val="00E03DC7"/>
    <w:rsid w:val="00E06843"/>
    <w:rsid w:val="00E11526"/>
    <w:rsid w:val="00E33A6E"/>
    <w:rsid w:val="00E379D7"/>
    <w:rsid w:val="00E4460C"/>
    <w:rsid w:val="00E500D1"/>
    <w:rsid w:val="00E763A6"/>
    <w:rsid w:val="00E85D60"/>
    <w:rsid w:val="00E87BEE"/>
    <w:rsid w:val="00EF120A"/>
    <w:rsid w:val="00EF162D"/>
    <w:rsid w:val="00F10831"/>
    <w:rsid w:val="00F15309"/>
    <w:rsid w:val="00F54846"/>
    <w:rsid w:val="00FB30DD"/>
    <w:rsid w:val="00FF4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296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51650"/>
    <w:pPr>
      <w:keepNext/>
      <w:spacing w:after="0" w:line="240" w:lineRule="auto"/>
      <w:outlineLvl w:val="0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51650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D5165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51650"/>
    <w:pPr>
      <w:widowControl w:val="0"/>
      <w:autoSpaceDE w:val="0"/>
      <w:autoSpaceDN w:val="0"/>
      <w:adjustRightInd w:val="0"/>
    </w:pPr>
    <w:rPr>
      <w:rFonts w:cs="Calibri"/>
      <w:b/>
      <w:bCs/>
      <w:sz w:val="28"/>
      <w:szCs w:val="28"/>
    </w:rPr>
  </w:style>
  <w:style w:type="paragraph" w:customStyle="1" w:styleId="ConsPlusCell">
    <w:name w:val="ConsPlusCell"/>
    <w:uiPriority w:val="99"/>
    <w:rsid w:val="00D51650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D51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5165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D51650"/>
    <w:pPr>
      <w:spacing w:after="0" w:line="240" w:lineRule="auto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51650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51650"/>
    <w:pPr>
      <w:tabs>
        <w:tab w:val="center" w:pos="4677"/>
        <w:tab w:val="right" w:pos="9355"/>
      </w:tabs>
      <w:spacing w:after="0" w:line="240" w:lineRule="auto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51650"/>
    <w:rPr>
      <w:rFonts w:ascii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D51650"/>
    <w:rPr>
      <w:rFonts w:cs="Times New Roman"/>
    </w:rPr>
  </w:style>
  <w:style w:type="table" w:styleId="TableGrid">
    <w:name w:val="Table Grid"/>
    <w:basedOn w:val="TableNormal"/>
    <w:uiPriority w:val="99"/>
    <w:rsid w:val="00D51650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D51650"/>
    <w:pPr>
      <w:tabs>
        <w:tab w:val="center" w:pos="4677"/>
        <w:tab w:val="right" w:pos="9355"/>
      </w:tabs>
      <w:spacing w:after="0" w:line="240" w:lineRule="auto"/>
    </w:pPr>
    <w:rPr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51650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11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</TotalTime>
  <Pages>2</Pages>
  <Words>548</Words>
  <Characters>3126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Admin</dc:creator>
  <cp:keywords/>
  <dc:description/>
  <cp:lastModifiedBy>uszn_a6</cp:lastModifiedBy>
  <cp:revision>33</cp:revision>
  <cp:lastPrinted>2013-03-05T08:18:00Z</cp:lastPrinted>
  <dcterms:created xsi:type="dcterms:W3CDTF">2013-02-06T09:51:00Z</dcterms:created>
  <dcterms:modified xsi:type="dcterms:W3CDTF">2013-03-05T12:56:00Z</dcterms:modified>
</cp:coreProperties>
</file>