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F05" w:rsidRPr="002D582D" w:rsidRDefault="006B3F05" w:rsidP="002D58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582D">
        <w:rPr>
          <w:rFonts w:ascii="Times New Roman" w:hAnsi="Times New Roman" w:cs="Times New Roman"/>
          <w:b/>
          <w:bCs/>
          <w:sz w:val="28"/>
          <w:szCs w:val="28"/>
        </w:rPr>
        <w:t>Отчет о результатах деятельности государственного учреждения</w:t>
      </w:r>
    </w:p>
    <w:p w:rsidR="006B3F05" w:rsidRPr="002D582D" w:rsidRDefault="006B3F05" w:rsidP="002D58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D582D">
        <w:rPr>
          <w:rFonts w:ascii="Times New Roman" w:hAnsi="Times New Roman" w:cs="Times New Roman"/>
          <w:b/>
          <w:bCs/>
          <w:sz w:val="28"/>
          <w:szCs w:val="28"/>
          <w:u w:val="single"/>
        </w:rPr>
        <w:t>ГКУ КК «Анапская ЦБ УСО»</w:t>
      </w:r>
    </w:p>
    <w:p w:rsidR="006B3F05" w:rsidRPr="002D582D" w:rsidRDefault="006B3F05" w:rsidP="002D58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582D">
        <w:rPr>
          <w:rFonts w:ascii="Times New Roman" w:hAnsi="Times New Roman" w:cs="Times New Roman"/>
          <w:b/>
          <w:bCs/>
          <w:sz w:val="28"/>
          <w:szCs w:val="28"/>
        </w:rPr>
        <w:t>и об использовании закрепленного за ним государственного имущества</w:t>
      </w:r>
    </w:p>
    <w:p w:rsidR="006B3F05" w:rsidRPr="002D582D" w:rsidRDefault="006B3F05" w:rsidP="002D58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 2011</w:t>
      </w:r>
      <w:r w:rsidRPr="002D582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6B3F05" w:rsidRPr="002D582D" w:rsidRDefault="006B3F05" w:rsidP="002D58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D582D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</w:p>
    <w:p w:rsidR="006B3F05" w:rsidRPr="002D582D" w:rsidRDefault="006B3F05" w:rsidP="002D58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D582D">
        <w:rPr>
          <w:rFonts w:ascii="Times New Roman" w:hAnsi="Times New Roman" w:cs="Times New Roman"/>
          <w:sz w:val="28"/>
          <w:szCs w:val="28"/>
        </w:rPr>
        <w:t xml:space="preserve">Общие сведения о государственном учреждении                   </w:t>
      </w:r>
    </w:p>
    <w:p w:rsidR="006B3F05" w:rsidRPr="002D582D" w:rsidRDefault="006B3F05" w:rsidP="002D582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82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tbl>
      <w:tblPr>
        <w:tblW w:w="9720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60"/>
        <w:gridCol w:w="4560"/>
      </w:tblGrid>
      <w:tr w:rsidR="006B3F05" w:rsidRPr="00503684" w:rsidTr="00BE09CE">
        <w:trPr>
          <w:cantSplit/>
          <w:trHeight w:val="446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F05" w:rsidRPr="00503684" w:rsidRDefault="006B3F05" w:rsidP="002D582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3684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3F05" w:rsidRPr="002D582D" w:rsidRDefault="006B3F05" w:rsidP="00BE09C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82D">
              <w:rPr>
                <w:rFonts w:ascii="Times New Roman" w:hAnsi="Times New Roman" w:cs="Times New Roman"/>
                <w:sz w:val="28"/>
                <w:szCs w:val="28"/>
              </w:rPr>
              <w:t>Государственное казенное учреждение Краснодарского края «Анапская централизованная бухгалтерия учреждений социального обслуживания»</w:t>
            </w:r>
          </w:p>
        </w:tc>
      </w:tr>
      <w:tr w:rsidR="006B3F05" w:rsidRPr="00503684" w:rsidTr="00BE09CE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F05" w:rsidRPr="00503684" w:rsidRDefault="006B3F05" w:rsidP="002D582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3684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3F05" w:rsidRPr="002D582D" w:rsidRDefault="006B3F05" w:rsidP="00BE09C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82D">
              <w:rPr>
                <w:rFonts w:ascii="Times New Roman" w:hAnsi="Times New Roman" w:cs="Times New Roman"/>
                <w:sz w:val="28"/>
                <w:szCs w:val="28"/>
              </w:rPr>
              <w:t>ГКУ КК «Анапская ЦБ УСО»</w:t>
            </w:r>
          </w:p>
        </w:tc>
      </w:tr>
      <w:tr w:rsidR="006B3F05" w:rsidRPr="00503684" w:rsidTr="00BE09CE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F05" w:rsidRPr="00503684" w:rsidRDefault="006B3F05" w:rsidP="002D582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3684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 государственного </w:t>
            </w:r>
          </w:p>
          <w:p w:rsidR="006B3F05" w:rsidRPr="00503684" w:rsidRDefault="006B3F05" w:rsidP="002D582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3684"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3F05" w:rsidRPr="002D582D" w:rsidRDefault="006B3F05" w:rsidP="00BE09C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82D">
              <w:rPr>
                <w:rFonts w:ascii="Times New Roman" w:hAnsi="Times New Roman" w:cs="Times New Roman"/>
                <w:sz w:val="28"/>
                <w:szCs w:val="28"/>
              </w:rPr>
              <w:t>Краснодарский край, город-курорт Анапа, ул. Крымская, дом 181</w:t>
            </w:r>
          </w:p>
        </w:tc>
      </w:tr>
      <w:tr w:rsidR="006B3F05" w:rsidRPr="00503684" w:rsidTr="00BE09CE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F05" w:rsidRPr="00503684" w:rsidRDefault="006B3F05" w:rsidP="002D582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3684"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 государственного </w:t>
            </w:r>
          </w:p>
          <w:p w:rsidR="006B3F05" w:rsidRPr="00503684" w:rsidRDefault="006B3F05" w:rsidP="002D582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3684"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3F05" w:rsidRDefault="006B3F05" w:rsidP="00BE09C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</w:t>
            </w:r>
            <w:r w:rsidRPr="002D582D">
              <w:rPr>
                <w:rFonts w:ascii="Times New Roman" w:hAnsi="Times New Roman" w:cs="Times New Roman"/>
                <w:sz w:val="28"/>
                <w:szCs w:val="28"/>
              </w:rPr>
              <w:t>440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D582D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Краснодарский край, </w:t>
            </w:r>
          </w:p>
          <w:p w:rsidR="006B3F05" w:rsidRPr="002D582D" w:rsidRDefault="006B3F05" w:rsidP="00BE09C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82D">
              <w:rPr>
                <w:rFonts w:ascii="Times New Roman" w:hAnsi="Times New Roman" w:cs="Times New Roman"/>
                <w:sz w:val="28"/>
                <w:szCs w:val="28"/>
              </w:rPr>
              <w:t>город-курорт Анапа, ул. Крымская, дом 181</w:t>
            </w:r>
          </w:p>
        </w:tc>
      </w:tr>
      <w:tr w:rsidR="006B3F05" w:rsidRPr="00503684" w:rsidTr="00BE09CE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F05" w:rsidRPr="00503684" w:rsidRDefault="006B3F05" w:rsidP="002D582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3684">
              <w:rPr>
                <w:rFonts w:ascii="Times New Roman" w:hAnsi="Times New Roman" w:cs="Times New Roman"/>
                <w:sz w:val="28"/>
                <w:szCs w:val="28"/>
              </w:rPr>
              <w:t>Год создания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3F05" w:rsidRPr="002D582D" w:rsidRDefault="006B3F05" w:rsidP="00BE09C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82D">
              <w:rPr>
                <w:rFonts w:ascii="Times New Roman" w:hAnsi="Times New Roman" w:cs="Times New Roman"/>
                <w:sz w:val="28"/>
                <w:szCs w:val="28"/>
              </w:rPr>
              <w:t>2003 год</w:t>
            </w:r>
          </w:p>
        </w:tc>
      </w:tr>
      <w:tr w:rsidR="006B3F05" w:rsidRPr="00503684" w:rsidTr="00BE09CE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F05" w:rsidRPr="00503684" w:rsidRDefault="006B3F05" w:rsidP="002D582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3684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руководителя, </w:t>
            </w:r>
          </w:p>
          <w:p w:rsidR="006B3F05" w:rsidRPr="00503684" w:rsidRDefault="006B3F05" w:rsidP="002D582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3684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3F05" w:rsidRPr="002D582D" w:rsidRDefault="006B3F05" w:rsidP="00BE09C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82D">
              <w:rPr>
                <w:rFonts w:ascii="Times New Roman" w:hAnsi="Times New Roman" w:cs="Times New Roman"/>
                <w:sz w:val="28"/>
                <w:szCs w:val="28"/>
              </w:rPr>
              <w:t>Сосницкая Светлана Викторовна,</w:t>
            </w:r>
          </w:p>
          <w:p w:rsidR="006B3F05" w:rsidRPr="002D582D" w:rsidRDefault="006B3F05" w:rsidP="00BE09C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82D">
              <w:rPr>
                <w:rFonts w:ascii="Times New Roman" w:hAnsi="Times New Roman" w:cs="Times New Roman"/>
                <w:sz w:val="28"/>
                <w:szCs w:val="28"/>
              </w:rPr>
              <w:t>телефон 8 (86133) 3-27-52</w:t>
            </w:r>
          </w:p>
        </w:tc>
      </w:tr>
      <w:tr w:rsidR="006B3F05" w:rsidRPr="00503684" w:rsidTr="00BE09CE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F05" w:rsidRPr="00503684" w:rsidRDefault="006B3F05" w:rsidP="002D582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3684">
              <w:rPr>
                <w:rFonts w:ascii="Times New Roman" w:hAnsi="Times New Roman" w:cs="Times New Roman"/>
                <w:sz w:val="28"/>
                <w:szCs w:val="28"/>
              </w:rPr>
              <w:t>Орган исполнительной власти, осуществляющий функции и полномочия учредителя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3F05" w:rsidRPr="002D582D" w:rsidRDefault="006B3F05" w:rsidP="00BE09C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социальной защиты населения Краснодарского края</w:t>
            </w:r>
          </w:p>
        </w:tc>
      </w:tr>
      <w:tr w:rsidR="006B3F05" w:rsidRPr="00503684" w:rsidTr="00BE09CE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F05" w:rsidRPr="00503684" w:rsidRDefault="006B3F05" w:rsidP="002D582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3684">
              <w:rPr>
                <w:rFonts w:ascii="Times New Roman" w:hAnsi="Times New Roman" w:cs="Times New Roman"/>
                <w:sz w:val="28"/>
                <w:szCs w:val="28"/>
              </w:rPr>
              <w:t>Перечень разрешительных документов (с указанием номеров, даты выдачи и срока действия), на основании которых государственное учреждение осуществляет деятельность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3F05" w:rsidRDefault="006B3F05" w:rsidP="00BE09C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82D">
              <w:rPr>
                <w:rFonts w:ascii="Times New Roman" w:hAnsi="Times New Roman" w:cs="Times New Roman"/>
                <w:sz w:val="28"/>
                <w:szCs w:val="28"/>
              </w:rPr>
              <w:t xml:space="preserve">Устав ГКУ КК «Анапская ЦБ УСО», утвержденный приказом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департамента социальной защиты населения Краснодарского края</w:t>
            </w:r>
          </w:p>
          <w:p w:rsidR="006B3F05" w:rsidRPr="002D582D" w:rsidRDefault="006B3F05" w:rsidP="00BE09C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13.01.2011 </w:t>
            </w:r>
            <w:r w:rsidRPr="002D582D">
              <w:rPr>
                <w:rFonts w:ascii="Times New Roman" w:hAnsi="Times New Roman" w:cs="Times New Roman"/>
                <w:sz w:val="28"/>
                <w:szCs w:val="28"/>
              </w:rPr>
              <w:t>г.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40</w:t>
            </w:r>
          </w:p>
        </w:tc>
      </w:tr>
      <w:tr w:rsidR="006B3F05" w:rsidRPr="00503684" w:rsidTr="00BE09CE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F05" w:rsidRPr="00503684" w:rsidRDefault="006B3F05" w:rsidP="002D582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3684">
              <w:rPr>
                <w:rFonts w:ascii="Times New Roman" w:hAnsi="Times New Roman" w:cs="Times New Roman"/>
                <w:sz w:val="28"/>
                <w:szCs w:val="28"/>
              </w:rPr>
              <w:t xml:space="preserve">Состав наблюдательного совета (для АУ) (с указанием должностей, фамилий, имен и отчеств)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3F05" w:rsidRPr="002D582D" w:rsidRDefault="006B3F05" w:rsidP="00BE09C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8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B3F05" w:rsidRPr="00503684" w:rsidTr="00BE09CE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F05" w:rsidRPr="00503684" w:rsidRDefault="006B3F05" w:rsidP="002D582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3684">
              <w:rPr>
                <w:rFonts w:ascii="Times New Roman" w:hAnsi="Times New Roman" w:cs="Times New Roman"/>
                <w:sz w:val="28"/>
                <w:szCs w:val="28"/>
              </w:rPr>
              <w:t>Дата утверждения Отчета наблюдательным советом (для АУ)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3F05" w:rsidRPr="002D582D" w:rsidRDefault="006B3F05" w:rsidP="00BE09C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8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B3F05" w:rsidRPr="00503684" w:rsidTr="00BE09CE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F05" w:rsidRPr="00503684" w:rsidRDefault="006B3F05" w:rsidP="002D582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3684">
              <w:rPr>
                <w:rFonts w:ascii="Times New Roman" w:hAnsi="Times New Roman" w:cs="Times New Roman"/>
                <w:sz w:val="28"/>
                <w:szCs w:val="28"/>
              </w:rPr>
              <w:t>Основной государственный регистрационный номер 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3F05" w:rsidRPr="002D582D" w:rsidRDefault="006B3F05" w:rsidP="00BE09C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82D">
              <w:rPr>
                <w:rFonts w:ascii="Times New Roman" w:hAnsi="Times New Roman" w:cs="Times New Roman"/>
                <w:sz w:val="28"/>
                <w:szCs w:val="28"/>
              </w:rPr>
              <w:t>1032300002327</w:t>
            </w:r>
          </w:p>
        </w:tc>
      </w:tr>
      <w:tr w:rsidR="006B3F05" w:rsidRPr="00503684" w:rsidTr="00BE09CE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F05" w:rsidRPr="00503684" w:rsidRDefault="006B3F05" w:rsidP="002D582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3684">
              <w:rPr>
                <w:rFonts w:ascii="Times New Roman" w:hAnsi="Times New Roman" w:cs="Times New Roman"/>
                <w:sz w:val="28"/>
                <w:szCs w:val="28"/>
              </w:rPr>
              <w:t xml:space="preserve">Идентификационный номер налогоплательщика (ИНН)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3F05" w:rsidRPr="002D582D" w:rsidRDefault="006B3F05" w:rsidP="00BE09C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82D">
              <w:rPr>
                <w:rFonts w:ascii="Times New Roman" w:hAnsi="Times New Roman" w:cs="Times New Roman"/>
                <w:sz w:val="28"/>
                <w:szCs w:val="28"/>
              </w:rPr>
              <w:t>2301047380</w:t>
            </w:r>
          </w:p>
        </w:tc>
      </w:tr>
      <w:tr w:rsidR="006B3F05" w:rsidRPr="00503684" w:rsidTr="00BE09CE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F05" w:rsidRPr="00503684" w:rsidRDefault="006B3F05" w:rsidP="002D582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3684">
              <w:rPr>
                <w:rFonts w:ascii="Times New Roman" w:hAnsi="Times New Roman" w:cs="Times New Roman"/>
                <w:sz w:val="28"/>
                <w:szCs w:val="28"/>
              </w:rPr>
              <w:t>Код причины постановки на учет учреждения в налоговом органе (КПП)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3F05" w:rsidRPr="002D582D" w:rsidRDefault="006B3F05" w:rsidP="00BE09C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82D">
              <w:rPr>
                <w:rFonts w:ascii="Times New Roman" w:hAnsi="Times New Roman" w:cs="Times New Roman"/>
                <w:sz w:val="28"/>
                <w:szCs w:val="28"/>
              </w:rPr>
              <w:t>230101001</w:t>
            </w:r>
          </w:p>
        </w:tc>
      </w:tr>
      <w:tr w:rsidR="006B3F05" w:rsidRPr="00503684" w:rsidTr="00BE09CE">
        <w:trPr>
          <w:cantSplit/>
          <w:trHeight w:val="703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F05" w:rsidRPr="00503684" w:rsidRDefault="006B3F05" w:rsidP="002D582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3684">
              <w:rPr>
                <w:rFonts w:ascii="Times New Roman" w:hAnsi="Times New Roman" w:cs="Times New Roman"/>
                <w:sz w:val="28"/>
                <w:szCs w:val="28"/>
              </w:rPr>
              <w:t>Коды по Общероссийскому классификатору видов экономической деятельности, продукции и услуг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3F05" w:rsidRPr="002D582D" w:rsidRDefault="006B3F05" w:rsidP="00BE09C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82D">
              <w:rPr>
                <w:rFonts w:ascii="Times New Roman" w:hAnsi="Times New Roman" w:cs="Times New Roman"/>
                <w:sz w:val="28"/>
                <w:szCs w:val="28"/>
              </w:rPr>
              <w:t>74.12.1</w:t>
            </w:r>
          </w:p>
        </w:tc>
      </w:tr>
      <w:tr w:rsidR="006B3F05" w:rsidRPr="00503684" w:rsidTr="00BE09CE">
        <w:trPr>
          <w:cantSplit/>
          <w:trHeight w:val="457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F05" w:rsidRPr="00503684" w:rsidRDefault="006B3F05" w:rsidP="002D582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368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филиалов учреждения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3F05" w:rsidRPr="002D582D" w:rsidRDefault="006B3F05" w:rsidP="00BE09C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8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B3F05" w:rsidRDefault="006B3F05" w:rsidP="002D582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B3F05" w:rsidRPr="002D582D" w:rsidRDefault="006B3F05" w:rsidP="002D582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B3F05" w:rsidRPr="002D582D" w:rsidRDefault="006B3F05" w:rsidP="002D582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82D">
        <w:rPr>
          <w:rFonts w:ascii="Times New Roman" w:hAnsi="Times New Roman" w:cs="Times New Roman"/>
          <w:sz w:val="28"/>
          <w:szCs w:val="28"/>
        </w:rPr>
        <w:t xml:space="preserve">Руководитель бухгалтерии                             __________             С.В.Сосницкая </w:t>
      </w:r>
    </w:p>
    <w:p w:rsidR="006B3F05" w:rsidRPr="002D582D" w:rsidRDefault="006B3F05" w:rsidP="002D582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82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(подпись)                  </w:t>
      </w:r>
    </w:p>
    <w:p w:rsidR="006B3F05" w:rsidRPr="002D582D" w:rsidRDefault="006B3F05" w:rsidP="002D58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D582D">
        <w:rPr>
          <w:rFonts w:ascii="Times New Roman" w:hAnsi="Times New Roman" w:cs="Times New Roman"/>
          <w:sz w:val="28"/>
          <w:szCs w:val="28"/>
        </w:rPr>
        <w:t>Начальник отдела, главный бухгалтер          _</w:t>
      </w:r>
      <w:r>
        <w:rPr>
          <w:rFonts w:ascii="Times New Roman" w:hAnsi="Times New Roman" w:cs="Times New Roman"/>
          <w:sz w:val="28"/>
          <w:szCs w:val="28"/>
        </w:rPr>
        <w:t xml:space="preserve">_________                  </w:t>
      </w:r>
      <w:r w:rsidRPr="002D582D">
        <w:rPr>
          <w:rFonts w:ascii="Times New Roman" w:hAnsi="Times New Roman" w:cs="Times New Roman"/>
          <w:sz w:val="28"/>
          <w:szCs w:val="28"/>
        </w:rPr>
        <w:t>Е.М.Спутай</w:t>
      </w:r>
    </w:p>
    <w:p w:rsidR="006B3F05" w:rsidRPr="002D582D" w:rsidRDefault="006B3F05" w:rsidP="002D582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82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D582D">
        <w:rPr>
          <w:rFonts w:ascii="Times New Roman" w:hAnsi="Times New Roman" w:cs="Times New Roman"/>
          <w:sz w:val="28"/>
          <w:szCs w:val="28"/>
        </w:rPr>
        <w:t xml:space="preserve"> (подпись)                  </w:t>
      </w:r>
    </w:p>
    <w:p w:rsidR="006B3F05" w:rsidRPr="002D582D" w:rsidRDefault="006B3F05" w:rsidP="002D58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D582D">
        <w:rPr>
          <w:rFonts w:ascii="Times New Roman" w:hAnsi="Times New Roman" w:cs="Times New Roman"/>
          <w:sz w:val="28"/>
          <w:szCs w:val="28"/>
        </w:rPr>
        <w:t>Исполнитель: начальник отдела, главный бухгалтер        ______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D582D">
        <w:rPr>
          <w:rFonts w:ascii="Times New Roman" w:hAnsi="Times New Roman" w:cs="Times New Roman"/>
          <w:sz w:val="28"/>
          <w:szCs w:val="28"/>
        </w:rPr>
        <w:t>Е.М.Спутай</w:t>
      </w:r>
    </w:p>
    <w:p w:rsidR="006B3F05" w:rsidRPr="002D582D" w:rsidRDefault="006B3F05" w:rsidP="002D58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D582D">
        <w:rPr>
          <w:rFonts w:ascii="Times New Roman" w:hAnsi="Times New Roman" w:cs="Times New Roman"/>
          <w:sz w:val="28"/>
          <w:szCs w:val="28"/>
        </w:rPr>
        <w:t>Телефон: 8 (86133) 4-09-82</w:t>
      </w:r>
    </w:p>
    <w:p w:rsidR="006B3F05" w:rsidRPr="002D582D" w:rsidRDefault="006B3F05" w:rsidP="002D582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B3F05" w:rsidRPr="002D582D" w:rsidSect="005E5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82D"/>
    <w:rsid w:val="00074DC5"/>
    <w:rsid w:val="000C1D12"/>
    <w:rsid w:val="00123FC9"/>
    <w:rsid w:val="002808BD"/>
    <w:rsid w:val="002C6ADA"/>
    <w:rsid w:val="002D582D"/>
    <w:rsid w:val="00503684"/>
    <w:rsid w:val="00540765"/>
    <w:rsid w:val="005E58AF"/>
    <w:rsid w:val="006B3F05"/>
    <w:rsid w:val="007F4A2E"/>
    <w:rsid w:val="00942894"/>
    <w:rsid w:val="00B22CE9"/>
    <w:rsid w:val="00B57D62"/>
    <w:rsid w:val="00BE09CE"/>
    <w:rsid w:val="00C94248"/>
    <w:rsid w:val="00CA188D"/>
    <w:rsid w:val="00DB1F14"/>
    <w:rsid w:val="00DF7B4E"/>
    <w:rsid w:val="00E630D3"/>
    <w:rsid w:val="00F27CDA"/>
    <w:rsid w:val="00FB7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8AF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D582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2D582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356</Words>
  <Characters>2033</Characters>
  <Application>Microsoft Office Outlook</Application>
  <DocSecurity>0</DocSecurity>
  <Lines>0</Lines>
  <Paragraphs>0</Paragraphs>
  <ScaleCrop>false</ScaleCrop>
  <Company>BUH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User</cp:lastModifiedBy>
  <cp:revision>11</cp:revision>
  <dcterms:created xsi:type="dcterms:W3CDTF">2013-03-04T08:41:00Z</dcterms:created>
  <dcterms:modified xsi:type="dcterms:W3CDTF">2013-03-05T08:44:00Z</dcterms:modified>
</cp:coreProperties>
</file>