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3B2" w:rsidRPr="00452FFA" w:rsidRDefault="008073B2" w:rsidP="00452F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FFA">
        <w:rPr>
          <w:rFonts w:ascii="Times New Roman" w:hAnsi="Times New Roman" w:cs="Times New Roman"/>
          <w:b/>
          <w:bCs/>
          <w:sz w:val="28"/>
          <w:szCs w:val="28"/>
        </w:rPr>
        <w:t>Отчет о финансово-хозяйственной деятельности</w:t>
      </w:r>
    </w:p>
    <w:p w:rsidR="008073B2" w:rsidRPr="00452FFA" w:rsidRDefault="008073B2" w:rsidP="00452F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FFA">
        <w:rPr>
          <w:rFonts w:ascii="Times New Roman" w:hAnsi="Times New Roman" w:cs="Times New Roman"/>
          <w:b/>
          <w:bCs/>
          <w:sz w:val="28"/>
          <w:szCs w:val="28"/>
        </w:rPr>
        <w:t>государственного учреждения</w:t>
      </w:r>
    </w:p>
    <w:p w:rsidR="008073B2" w:rsidRPr="00452FFA" w:rsidRDefault="008073B2" w:rsidP="00452F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52FFA">
        <w:rPr>
          <w:rFonts w:ascii="Times New Roman" w:hAnsi="Times New Roman" w:cs="Times New Roman"/>
          <w:b/>
          <w:bCs/>
          <w:sz w:val="28"/>
          <w:szCs w:val="28"/>
          <w:u w:val="single"/>
        </w:rPr>
        <w:t>ГБУ СО КК «Анапский КЦСО «Радуга»</w:t>
      </w:r>
    </w:p>
    <w:p w:rsidR="008073B2" w:rsidRPr="00452FFA" w:rsidRDefault="008073B2" w:rsidP="00452F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73B2" w:rsidRPr="00452FFA" w:rsidRDefault="008073B2" w:rsidP="00452F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2FFA">
        <w:rPr>
          <w:rFonts w:ascii="Times New Roman" w:hAnsi="Times New Roman" w:cs="Times New Roman"/>
          <w:sz w:val="28"/>
          <w:szCs w:val="28"/>
        </w:rPr>
        <w:t xml:space="preserve">Общие сведения о государственном учреждении за 2011 год                  </w:t>
      </w:r>
    </w:p>
    <w:p w:rsidR="008073B2" w:rsidRPr="00452FFA" w:rsidRDefault="008073B2" w:rsidP="00452F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2F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tbl>
      <w:tblPr>
        <w:tblW w:w="935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0"/>
        <w:gridCol w:w="4196"/>
      </w:tblGrid>
      <w:tr w:rsidR="008073B2" w:rsidRPr="005F1F75" w:rsidTr="00B512FF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5F1F75" w:rsidRDefault="008073B2" w:rsidP="00452F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F75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государственного учреждения</w:t>
            </w:r>
          </w:p>
        </w:tc>
        <w:tc>
          <w:tcPr>
            <w:tcW w:w="4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452FFA" w:rsidRDefault="008073B2" w:rsidP="00B512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социального обслуживания Краснодарского края «Анапский комплексный центр социального обслуживания населения «Радуга»</w:t>
            </w:r>
          </w:p>
        </w:tc>
      </w:tr>
      <w:tr w:rsidR="008073B2" w:rsidRPr="005F1F75" w:rsidTr="00B512FF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5F1F75" w:rsidRDefault="008073B2" w:rsidP="00452F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F75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государственного учреждения</w:t>
            </w:r>
          </w:p>
        </w:tc>
        <w:tc>
          <w:tcPr>
            <w:tcW w:w="4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452FFA" w:rsidRDefault="008073B2" w:rsidP="00B512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>ГБУ СО КК</w:t>
            </w:r>
          </w:p>
          <w:p w:rsidR="008073B2" w:rsidRPr="00452FFA" w:rsidRDefault="008073B2" w:rsidP="00B512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>«Анапский КЦСО «Радуга»</w:t>
            </w:r>
          </w:p>
        </w:tc>
      </w:tr>
      <w:tr w:rsidR="008073B2" w:rsidRPr="005F1F75" w:rsidTr="00B512F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5F1F75" w:rsidRDefault="008073B2" w:rsidP="00452F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F75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 государственного </w:t>
            </w:r>
          </w:p>
          <w:p w:rsidR="008073B2" w:rsidRPr="005F1F75" w:rsidRDefault="008073B2" w:rsidP="00452F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F75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  <w:tc>
          <w:tcPr>
            <w:tcW w:w="4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Default="008073B2" w:rsidP="00B512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Краснодарский край, </w:t>
            </w:r>
          </w:p>
          <w:p w:rsidR="008073B2" w:rsidRDefault="008073B2" w:rsidP="00B512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 xml:space="preserve">город-курорт Анапа, </w:t>
            </w:r>
          </w:p>
          <w:p w:rsidR="008073B2" w:rsidRPr="00452FFA" w:rsidRDefault="008073B2" w:rsidP="00B512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>Крымская, дом 181</w:t>
            </w:r>
          </w:p>
        </w:tc>
      </w:tr>
      <w:tr w:rsidR="008073B2" w:rsidRPr="005F1F75" w:rsidTr="00B512F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5F1F75" w:rsidRDefault="008073B2" w:rsidP="00452F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F75"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 государственного </w:t>
            </w:r>
          </w:p>
          <w:p w:rsidR="008073B2" w:rsidRPr="005F1F75" w:rsidRDefault="008073B2" w:rsidP="00452F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F75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  <w:tc>
          <w:tcPr>
            <w:tcW w:w="4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Default="008073B2" w:rsidP="00B512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353440,</w:t>
            </w: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Краснодарский край, город-курорт Анапа, </w:t>
            </w:r>
          </w:p>
          <w:p w:rsidR="008073B2" w:rsidRPr="00452FFA" w:rsidRDefault="008073B2" w:rsidP="00B512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>Крымская, дом 181</w:t>
            </w:r>
          </w:p>
        </w:tc>
      </w:tr>
      <w:tr w:rsidR="008073B2" w:rsidRPr="005F1F75" w:rsidTr="00B512FF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5F1F75" w:rsidRDefault="008073B2" w:rsidP="00452F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F75">
              <w:rPr>
                <w:rFonts w:ascii="Times New Roman" w:hAnsi="Times New Roman" w:cs="Times New Roman"/>
                <w:sz w:val="28"/>
                <w:szCs w:val="28"/>
              </w:rPr>
              <w:t>Год создания государственного учреждения</w:t>
            </w:r>
          </w:p>
        </w:tc>
        <w:tc>
          <w:tcPr>
            <w:tcW w:w="4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452FFA" w:rsidRDefault="008073B2" w:rsidP="00B512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>1996 год</w:t>
            </w:r>
          </w:p>
        </w:tc>
      </w:tr>
      <w:tr w:rsidR="008073B2" w:rsidRPr="005F1F75" w:rsidTr="00B512F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5F1F75" w:rsidRDefault="008073B2" w:rsidP="00452F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F75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руководителя, </w:t>
            </w:r>
          </w:p>
          <w:p w:rsidR="008073B2" w:rsidRPr="005F1F75" w:rsidRDefault="008073B2" w:rsidP="00452F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F75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4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452FFA" w:rsidRDefault="008073B2" w:rsidP="00B512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>Кайгородова Ирина Михайловна,</w:t>
            </w:r>
          </w:p>
          <w:p w:rsidR="008073B2" w:rsidRPr="00452FFA" w:rsidRDefault="008073B2" w:rsidP="00B512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>телефон 8 (86133) 4-68-38</w:t>
            </w:r>
          </w:p>
        </w:tc>
      </w:tr>
      <w:tr w:rsidR="008073B2" w:rsidRPr="005F1F75" w:rsidTr="00B512F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5F1F75" w:rsidRDefault="008073B2" w:rsidP="00452F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F75">
              <w:rPr>
                <w:rFonts w:ascii="Times New Roman" w:hAnsi="Times New Roman" w:cs="Times New Roman"/>
                <w:sz w:val="28"/>
                <w:szCs w:val="28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452FFA" w:rsidRDefault="008073B2" w:rsidP="00B512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>Департамент социальной защиты населения Краснодарского края</w:t>
            </w:r>
          </w:p>
        </w:tc>
      </w:tr>
      <w:tr w:rsidR="008073B2" w:rsidRPr="005F1F75" w:rsidTr="00B512F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5F1F75" w:rsidRDefault="008073B2" w:rsidP="00452F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F75">
              <w:rPr>
                <w:rFonts w:ascii="Times New Roman" w:hAnsi="Times New Roman" w:cs="Times New Roman"/>
                <w:sz w:val="28"/>
                <w:szCs w:val="28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Default="008073B2" w:rsidP="00B512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 xml:space="preserve">Устав ГБУ СО КК «Анапский КЦСО «Радуга», утвержденный приказом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департамента социальной защиты населения Краснодарского края </w:t>
            </w: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73B2" w:rsidRPr="00452FFA" w:rsidRDefault="008073B2" w:rsidP="00B512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>от 30.05.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>г.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>481</w:t>
            </w:r>
          </w:p>
        </w:tc>
      </w:tr>
      <w:tr w:rsidR="008073B2" w:rsidRPr="005F1F75" w:rsidTr="00B512F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5F1F75" w:rsidRDefault="008073B2" w:rsidP="00452F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F75">
              <w:rPr>
                <w:rFonts w:ascii="Times New Roman" w:hAnsi="Times New Roman" w:cs="Times New Roman"/>
                <w:sz w:val="28"/>
                <w:szCs w:val="28"/>
              </w:rPr>
              <w:t xml:space="preserve">Состав наблюдательного совета (для АУ) (с указанием должностей, фамилий, имен и отчеств) </w:t>
            </w:r>
          </w:p>
        </w:tc>
        <w:tc>
          <w:tcPr>
            <w:tcW w:w="4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452FFA" w:rsidRDefault="008073B2" w:rsidP="00B512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073B2" w:rsidRPr="005F1F75" w:rsidTr="00B512F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5F1F75" w:rsidRDefault="008073B2" w:rsidP="00452F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F75">
              <w:rPr>
                <w:rFonts w:ascii="Times New Roman" w:hAnsi="Times New Roman" w:cs="Times New Roman"/>
                <w:sz w:val="28"/>
                <w:szCs w:val="28"/>
              </w:rPr>
              <w:t>Дата утверждения Отчета наблюдательным советом (для АУ)</w:t>
            </w:r>
          </w:p>
        </w:tc>
        <w:tc>
          <w:tcPr>
            <w:tcW w:w="4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452FFA" w:rsidRDefault="008073B2" w:rsidP="00B512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073B2" w:rsidRPr="005F1F75" w:rsidTr="00B512F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5F1F75" w:rsidRDefault="008073B2" w:rsidP="00452F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F75">
              <w:rPr>
                <w:rFonts w:ascii="Times New Roman" w:hAnsi="Times New Roman" w:cs="Times New Roman"/>
                <w:sz w:val="28"/>
                <w:szCs w:val="28"/>
              </w:rPr>
              <w:t>Основной государственный регистрационный номер  учреждения</w:t>
            </w:r>
          </w:p>
        </w:tc>
        <w:tc>
          <w:tcPr>
            <w:tcW w:w="4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452FFA" w:rsidRDefault="008073B2" w:rsidP="00B512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>1022300511397</w:t>
            </w:r>
          </w:p>
        </w:tc>
      </w:tr>
      <w:tr w:rsidR="008073B2" w:rsidRPr="005F1F75" w:rsidTr="00B512F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5F1F75" w:rsidRDefault="008073B2" w:rsidP="00452F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F75">
              <w:rPr>
                <w:rFonts w:ascii="Times New Roman" w:hAnsi="Times New Roman" w:cs="Times New Roman"/>
                <w:sz w:val="28"/>
                <w:szCs w:val="28"/>
              </w:rPr>
              <w:t xml:space="preserve">Идентификационный номер налогоплательщика (ИНН) </w:t>
            </w:r>
          </w:p>
        </w:tc>
        <w:tc>
          <w:tcPr>
            <w:tcW w:w="4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452FFA" w:rsidRDefault="008073B2" w:rsidP="00B512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>2301032641</w:t>
            </w:r>
          </w:p>
        </w:tc>
      </w:tr>
      <w:tr w:rsidR="008073B2" w:rsidRPr="005F1F75" w:rsidTr="00B512F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5F1F75" w:rsidRDefault="008073B2" w:rsidP="00452F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F75">
              <w:rPr>
                <w:rFonts w:ascii="Times New Roman" w:hAnsi="Times New Roman" w:cs="Times New Roman"/>
                <w:sz w:val="28"/>
                <w:szCs w:val="28"/>
              </w:rPr>
              <w:t>Код причины постановки на учет автономного учреждения в налоговом органе (КПП)</w:t>
            </w:r>
          </w:p>
        </w:tc>
        <w:tc>
          <w:tcPr>
            <w:tcW w:w="4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452FFA" w:rsidRDefault="008073B2" w:rsidP="00B512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>230101001</w:t>
            </w:r>
          </w:p>
        </w:tc>
      </w:tr>
      <w:tr w:rsidR="008073B2" w:rsidRPr="005F1F75" w:rsidTr="00B512FF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5F1F75" w:rsidRDefault="008073B2" w:rsidP="00452F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F75">
              <w:rPr>
                <w:rFonts w:ascii="Times New Roman" w:hAnsi="Times New Roman" w:cs="Times New Roman"/>
                <w:sz w:val="28"/>
                <w:szCs w:val="28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452FFA" w:rsidRDefault="008073B2" w:rsidP="00B512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>85.3</w:t>
            </w:r>
          </w:p>
        </w:tc>
      </w:tr>
      <w:tr w:rsidR="008073B2" w:rsidRPr="005F1F75" w:rsidTr="00B512FF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5F1F75" w:rsidRDefault="008073B2" w:rsidP="00452F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F75">
              <w:rPr>
                <w:rFonts w:ascii="Times New Roman" w:hAnsi="Times New Roman" w:cs="Times New Roman"/>
                <w:sz w:val="28"/>
                <w:szCs w:val="28"/>
              </w:rPr>
              <w:t>Перечень филиалов  автономного учреждения на территории  Краснодарского края (для АУ)</w:t>
            </w:r>
          </w:p>
        </w:tc>
        <w:tc>
          <w:tcPr>
            <w:tcW w:w="4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B2" w:rsidRPr="00452FFA" w:rsidRDefault="008073B2" w:rsidP="00B512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073B2" w:rsidRDefault="008073B2" w:rsidP="00452F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073B2" w:rsidRPr="00452FFA" w:rsidRDefault="008073B2" w:rsidP="00452F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073B2" w:rsidRPr="00452FFA" w:rsidRDefault="008073B2" w:rsidP="00452F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2FFA">
        <w:rPr>
          <w:rFonts w:ascii="Times New Roman" w:hAnsi="Times New Roman" w:cs="Times New Roman"/>
          <w:sz w:val="28"/>
          <w:szCs w:val="28"/>
        </w:rPr>
        <w:t xml:space="preserve">Директор учреждения                                          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FFA">
        <w:rPr>
          <w:rFonts w:ascii="Times New Roman" w:hAnsi="Times New Roman" w:cs="Times New Roman"/>
          <w:sz w:val="28"/>
          <w:szCs w:val="28"/>
        </w:rPr>
        <w:t xml:space="preserve">И.М.Кайгородова </w:t>
      </w:r>
    </w:p>
    <w:p w:rsidR="008073B2" w:rsidRPr="00452FFA" w:rsidRDefault="008073B2" w:rsidP="00452F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2F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52FFA">
        <w:rPr>
          <w:rFonts w:ascii="Times New Roman" w:hAnsi="Times New Roman" w:cs="Times New Roman"/>
          <w:sz w:val="28"/>
          <w:szCs w:val="28"/>
        </w:rPr>
        <w:t xml:space="preserve">(подпись)                  </w:t>
      </w:r>
    </w:p>
    <w:p w:rsidR="008073B2" w:rsidRPr="00452FFA" w:rsidRDefault="008073B2" w:rsidP="00452FF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52FFA">
        <w:rPr>
          <w:rFonts w:ascii="Times New Roman" w:hAnsi="Times New Roman" w:cs="Times New Roman"/>
          <w:sz w:val="28"/>
          <w:szCs w:val="28"/>
        </w:rPr>
        <w:t xml:space="preserve">Начальник отдела, главный бухгалтер               __________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52FFA">
        <w:rPr>
          <w:rFonts w:ascii="Times New Roman" w:hAnsi="Times New Roman" w:cs="Times New Roman"/>
          <w:sz w:val="28"/>
          <w:szCs w:val="28"/>
        </w:rPr>
        <w:t>Е.М.Спутай</w:t>
      </w:r>
    </w:p>
    <w:p w:rsidR="008073B2" w:rsidRPr="00452FFA" w:rsidRDefault="008073B2" w:rsidP="00452F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2F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52FFA">
        <w:rPr>
          <w:rFonts w:ascii="Times New Roman" w:hAnsi="Times New Roman" w:cs="Times New Roman"/>
          <w:sz w:val="28"/>
          <w:szCs w:val="28"/>
        </w:rPr>
        <w:t xml:space="preserve"> (подпись)                  </w:t>
      </w:r>
    </w:p>
    <w:p w:rsidR="008073B2" w:rsidRPr="00452FFA" w:rsidRDefault="008073B2" w:rsidP="00452FF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52FFA">
        <w:rPr>
          <w:rFonts w:ascii="Times New Roman" w:hAnsi="Times New Roman" w:cs="Times New Roman"/>
          <w:sz w:val="28"/>
          <w:szCs w:val="28"/>
        </w:rPr>
        <w:t>Исполнитель: начальник отдела, главный бухгалтер    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52FFA">
        <w:rPr>
          <w:rFonts w:ascii="Times New Roman" w:hAnsi="Times New Roman" w:cs="Times New Roman"/>
          <w:sz w:val="28"/>
          <w:szCs w:val="28"/>
        </w:rPr>
        <w:t>Е.М.Спутай</w:t>
      </w:r>
    </w:p>
    <w:p w:rsidR="008073B2" w:rsidRPr="00452FFA" w:rsidRDefault="008073B2" w:rsidP="00452FF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52FFA">
        <w:rPr>
          <w:rFonts w:ascii="Times New Roman" w:hAnsi="Times New Roman" w:cs="Times New Roman"/>
          <w:sz w:val="28"/>
          <w:szCs w:val="28"/>
        </w:rPr>
        <w:t>Телефон: 8 (86133) 4-09-82</w:t>
      </w:r>
    </w:p>
    <w:p w:rsidR="008073B2" w:rsidRPr="00452FFA" w:rsidRDefault="008073B2" w:rsidP="00452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073B2" w:rsidRPr="00452FFA" w:rsidSect="00BB2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2FFA"/>
    <w:rsid w:val="0023299B"/>
    <w:rsid w:val="003268E6"/>
    <w:rsid w:val="00452FFA"/>
    <w:rsid w:val="005F1F75"/>
    <w:rsid w:val="00601EBA"/>
    <w:rsid w:val="008073B2"/>
    <w:rsid w:val="009F2051"/>
    <w:rsid w:val="00A2793B"/>
    <w:rsid w:val="00B512FF"/>
    <w:rsid w:val="00BB2DB8"/>
    <w:rsid w:val="00D3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DB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52FF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52FF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365</Words>
  <Characters>2083</Characters>
  <Application>Microsoft Office Outlook</Application>
  <DocSecurity>0</DocSecurity>
  <Lines>0</Lines>
  <Paragraphs>0</Paragraphs>
  <ScaleCrop>false</ScaleCrop>
  <Company>BUH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User</cp:lastModifiedBy>
  <cp:revision>5</cp:revision>
  <dcterms:created xsi:type="dcterms:W3CDTF">2013-03-04T11:08:00Z</dcterms:created>
  <dcterms:modified xsi:type="dcterms:W3CDTF">2013-03-05T08:41:00Z</dcterms:modified>
</cp:coreProperties>
</file>