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8B5" w:rsidRPr="00FB3D57" w:rsidRDefault="00D928B5" w:rsidP="00FB3D57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3D57">
        <w:rPr>
          <w:rFonts w:ascii="Times New Roman" w:hAnsi="Times New Roman" w:cs="Times New Roman"/>
          <w:sz w:val="28"/>
          <w:szCs w:val="28"/>
        </w:rPr>
        <w:t>Сведения о работниках государственного учреждения и об уровне</w:t>
      </w:r>
    </w:p>
    <w:p w:rsidR="00D928B5" w:rsidRPr="00FB3D57" w:rsidRDefault="00D928B5" w:rsidP="00FB3D57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3D57">
        <w:rPr>
          <w:rFonts w:ascii="Times New Roman" w:hAnsi="Times New Roman" w:cs="Times New Roman"/>
          <w:sz w:val="28"/>
          <w:szCs w:val="28"/>
        </w:rPr>
        <w:t xml:space="preserve"> оплаты труда за </w:t>
      </w:r>
      <w:r>
        <w:rPr>
          <w:rFonts w:ascii="Times New Roman" w:hAnsi="Times New Roman" w:cs="Times New Roman"/>
          <w:sz w:val="28"/>
          <w:szCs w:val="28"/>
        </w:rPr>
        <w:t>2011</w:t>
      </w:r>
      <w:r w:rsidRPr="00FB3D5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928B5" w:rsidRPr="00FB3D57" w:rsidRDefault="00D928B5" w:rsidP="00FB3D5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40"/>
        <w:gridCol w:w="1560"/>
        <w:gridCol w:w="2016"/>
        <w:gridCol w:w="1940"/>
      </w:tblGrid>
      <w:tr w:rsidR="00D928B5" w:rsidRPr="006745E9" w:rsidTr="00797826">
        <w:trPr>
          <w:cantSplit/>
          <w:trHeight w:val="129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28B5" w:rsidRPr="00FB3D57" w:rsidRDefault="00D928B5" w:rsidP="007978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D5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28B5" w:rsidRPr="00FB3D57" w:rsidRDefault="00D928B5" w:rsidP="007978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28B5" w:rsidRPr="00FB3D57" w:rsidRDefault="00D928B5" w:rsidP="007978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B3D57">
              <w:rPr>
                <w:rFonts w:ascii="Times New Roman" w:hAnsi="Times New Roman" w:cs="Times New Roman"/>
                <w:sz w:val="28"/>
                <w:szCs w:val="28"/>
              </w:rPr>
              <w:t>а начало отчетного периода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28B5" w:rsidRPr="00FB3D57" w:rsidRDefault="00D928B5" w:rsidP="007978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B3D57">
              <w:rPr>
                <w:rFonts w:ascii="Times New Roman" w:hAnsi="Times New Roman" w:cs="Times New Roman"/>
                <w:sz w:val="28"/>
                <w:szCs w:val="28"/>
              </w:rPr>
              <w:t>а конец отчетного периода</w:t>
            </w:r>
          </w:p>
        </w:tc>
      </w:tr>
      <w:tr w:rsidR="00D928B5" w:rsidRPr="006745E9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8B5" w:rsidRPr="006745E9" w:rsidRDefault="00D928B5" w:rsidP="00FB3D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45E9">
              <w:rPr>
                <w:rFonts w:ascii="Times New Roman" w:hAnsi="Times New Roman" w:cs="Times New Roman"/>
                <w:sz w:val="28"/>
                <w:szCs w:val="28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8B5" w:rsidRPr="006745E9" w:rsidRDefault="00D928B5" w:rsidP="0028600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E9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8B5" w:rsidRPr="00FB3D57" w:rsidRDefault="00D928B5" w:rsidP="002860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8B5" w:rsidRPr="00FB3D57" w:rsidRDefault="00D928B5" w:rsidP="002860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D928B5" w:rsidRPr="006745E9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8B5" w:rsidRPr="006745E9" w:rsidRDefault="00D928B5" w:rsidP="00FB3D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45E9">
              <w:rPr>
                <w:rFonts w:ascii="Times New Roman" w:hAnsi="Times New Roman" w:cs="Times New Roman"/>
                <w:sz w:val="28"/>
                <w:szCs w:val="28"/>
              </w:rPr>
              <w:t xml:space="preserve">Среднесписочная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8B5" w:rsidRPr="006745E9" w:rsidRDefault="00D928B5" w:rsidP="0028600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E9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8B5" w:rsidRPr="00FB3D57" w:rsidRDefault="00D928B5" w:rsidP="002860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8B5" w:rsidRPr="00FB3D57" w:rsidRDefault="00D928B5" w:rsidP="002860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D928B5" w:rsidRPr="006745E9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8B5" w:rsidRPr="006745E9" w:rsidRDefault="00D928B5" w:rsidP="00FB3D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45E9">
              <w:rPr>
                <w:rFonts w:ascii="Times New Roman" w:hAnsi="Times New Roman" w:cs="Times New Roman"/>
                <w:sz w:val="28"/>
                <w:szCs w:val="28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8B5" w:rsidRPr="006745E9" w:rsidRDefault="00D928B5" w:rsidP="0028600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E9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8B5" w:rsidRPr="00FB3D57" w:rsidRDefault="00D928B5" w:rsidP="002860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8B5" w:rsidRPr="00FB3D57" w:rsidRDefault="00D928B5" w:rsidP="002860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928B5" w:rsidRPr="006745E9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8B5" w:rsidRPr="006745E9" w:rsidRDefault="00D928B5" w:rsidP="00FB3D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45E9">
              <w:rPr>
                <w:rFonts w:ascii="Times New Roman" w:hAnsi="Times New Roman" w:cs="Times New Roman"/>
                <w:sz w:val="28"/>
                <w:szCs w:val="28"/>
              </w:rPr>
              <w:t>Средняя заработная плата работников государственного учреждения,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8B5" w:rsidRPr="006745E9" w:rsidRDefault="00D928B5" w:rsidP="0028600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OLE_LINK1"/>
            <w:bookmarkStart w:id="1" w:name="OLE_LINK2"/>
            <w:r w:rsidRPr="006745E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bookmarkEnd w:id="0"/>
            <w:bookmarkEnd w:id="1"/>
            <w:r w:rsidRPr="006745E9">
              <w:rPr>
                <w:rFonts w:ascii="Times New Roman" w:hAnsi="Times New Roman" w:cs="Times New Roman"/>
                <w:sz w:val="28"/>
                <w:szCs w:val="28"/>
              </w:rPr>
              <w:t xml:space="preserve"> коп.</w:t>
            </w:r>
          </w:p>
          <w:p w:rsidR="00D928B5" w:rsidRPr="006745E9" w:rsidRDefault="00D928B5" w:rsidP="0028600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8B5" w:rsidRPr="00FB3D57" w:rsidRDefault="00D928B5" w:rsidP="002860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8959,84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8B5" w:rsidRPr="00FB3D57" w:rsidRDefault="00D928B5" w:rsidP="002860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9660,87</w:t>
            </w:r>
          </w:p>
        </w:tc>
      </w:tr>
      <w:tr w:rsidR="00D928B5" w:rsidRPr="006745E9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8B5" w:rsidRPr="006745E9" w:rsidRDefault="00D928B5" w:rsidP="007978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45E9">
              <w:rPr>
                <w:rFonts w:ascii="Times New Roman" w:hAnsi="Times New Roman" w:cs="Times New Roman"/>
                <w:sz w:val="28"/>
                <w:szCs w:val="28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8B5" w:rsidRPr="006745E9" w:rsidRDefault="00D928B5" w:rsidP="0028600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E9">
              <w:rPr>
                <w:rFonts w:ascii="Times New Roman" w:hAnsi="Times New Roman" w:cs="Times New Roman"/>
                <w:sz w:val="28"/>
                <w:szCs w:val="28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8B5" w:rsidRPr="00FB3D57" w:rsidRDefault="00D928B5" w:rsidP="002860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8959,84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8B5" w:rsidRPr="00FB3D57" w:rsidRDefault="00D928B5" w:rsidP="002860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9660,87</w:t>
            </w:r>
          </w:p>
        </w:tc>
      </w:tr>
      <w:tr w:rsidR="00D928B5" w:rsidRPr="006745E9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8B5" w:rsidRPr="006745E9" w:rsidRDefault="00D928B5" w:rsidP="0079782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45E9">
              <w:rPr>
                <w:rFonts w:ascii="Times New Roman" w:hAnsi="Times New Roman" w:cs="Times New Roman"/>
                <w:sz w:val="28"/>
                <w:szCs w:val="28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8B5" w:rsidRPr="006745E9" w:rsidRDefault="00D928B5" w:rsidP="0028600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E9">
              <w:rPr>
                <w:rFonts w:ascii="Times New Roman" w:hAnsi="Times New Roman" w:cs="Times New Roman"/>
                <w:sz w:val="28"/>
                <w:szCs w:val="28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8B5" w:rsidRPr="00FB3D57" w:rsidRDefault="00D928B5" w:rsidP="002860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8B5" w:rsidRPr="00FB3D57" w:rsidRDefault="00D928B5" w:rsidP="002860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D928B5" w:rsidRDefault="00D928B5" w:rsidP="00FB3D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8B5" w:rsidRPr="00FB3D57" w:rsidRDefault="00D928B5" w:rsidP="00FB3D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8B5" w:rsidRPr="004615BF" w:rsidRDefault="00D928B5" w:rsidP="00FB3D5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4615BF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5BF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4615BF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В.Д.Ефименко</w:t>
      </w:r>
      <w:r w:rsidRPr="004615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8B5" w:rsidRPr="004615BF" w:rsidRDefault="00D928B5" w:rsidP="00FB3D5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615B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4615B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4615BF">
        <w:rPr>
          <w:rFonts w:ascii="Times New Roman" w:hAnsi="Times New Roman" w:cs="Times New Roman"/>
          <w:sz w:val="22"/>
          <w:szCs w:val="22"/>
        </w:rPr>
        <w:t xml:space="preserve"> (подпись)      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D928B5" w:rsidRDefault="00D928B5" w:rsidP="00FB3D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928B5" w:rsidRPr="004615BF" w:rsidRDefault="00D928B5" w:rsidP="00FB3D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отдела, г</w:t>
      </w:r>
      <w:r w:rsidRPr="004615BF">
        <w:rPr>
          <w:rFonts w:ascii="Times New Roman" w:hAnsi="Times New Roman" w:cs="Times New Roman"/>
          <w:sz w:val="28"/>
          <w:szCs w:val="28"/>
        </w:rPr>
        <w:t>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       __________            Е.М.Спутай</w:t>
      </w:r>
    </w:p>
    <w:p w:rsidR="00D928B5" w:rsidRPr="004615BF" w:rsidRDefault="00D928B5" w:rsidP="00FB3D5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</w:t>
      </w:r>
      <w:r w:rsidRPr="004615BF">
        <w:rPr>
          <w:rFonts w:ascii="Times New Roman" w:hAnsi="Times New Roman" w:cs="Times New Roman"/>
          <w:sz w:val="22"/>
          <w:szCs w:val="22"/>
        </w:rPr>
        <w:t xml:space="preserve">(подпись)      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D928B5" w:rsidRPr="004615BF" w:rsidRDefault="00D928B5" w:rsidP="00FB3D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928B5" w:rsidRPr="00C86E5B" w:rsidRDefault="00D928B5" w:rsidP="00FB3D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86E5B">
        <w:rPr>
          <w:rFonts w:ascii="Times New Roman" w:hAnsi="Times New Roman" w:cs="Times New Roman"/>
          <w:sz w:val="28"/>
          <w:szCs w:val="28"/>
        </w:rPr>
        <w:t xml:space="preserve">Исполнитель: заместитель директора по АХД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6E5B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86E5B">
        <w:rPr>
          <w:rFonts w:ascii="Times New Roman" w:hAnsi="Times New Roman" w:cs="Times New Roman"/>
          <w:sz w:val="28"/>
          <w:szCs w:val="28"/>
        </w:rPr>
        <w:t>Л.П.Филимонова</w:t>
      </w:r>
    </w:p>
    <w:p w:rsidR="00D928B5" w:rsidRPr="009E76C5" w:rsidRDefault="00D928B5" w:rsidP="00FB3D57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8"/>
          <w:szCs w:val="28"/>
        </w:rPr>
      </w:pPr>
      <w:r w:rsidRPr="009E76C5">
        <w:rPr>
          <w:rFonts w:ascii="Times New Roman" w:hAnsi="Times New Roman" w:cs="Times New Roman"/>
          <w:sz w:val="28"/>
          <w:szCs w:val="28"/>
        </w:rPr>
        <w:t xml:space="preserve">Телефон: 8 (86133) 95- 3-49                                 </w:t>
      </w:r>
    </w:p>
    <w:p w:rsidR="00D928B5" w:rsidRPr="00FB3D57" w:rsidRDefault="00D928B5" w:rsidP="00FB3D5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D928B5" w:rsidRPr="00FB3D57" w:rsidSect="00760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3D57"/>
    <w:rsid w:val="00286001"/>
    <w:rsid w:val="00314A26"/>
    <w:rsid w:val="00344D4F"/>
    <w:rsid w:val="003B1D6A"/>
    <w:rsid w:val="004615BF"/>
    <w:rsid w:val="006745E9"/>
    <w:rsid w:val="00760959"/>
    <w:rsid w:val="00797826"/>
    <w:rsid w:val="007B2E5C"/>
    <w:rsid w:val="009E76C5"/>
    <w:rsid w:val="00C86E5B"/>
    <w:rsid w:val="00D928B5"/>
    <w:rsid w:val="00FB3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95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B3D5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FB3D5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184</Words>
  <Characters>1051</Characters>
  <Application>Microsoft Office Outlook</Application>
  <DocSecurity>0</DocSecurity>
  <Lines>0</Lines>
  <Paragraphs>0</Paragraphs>
  <ScaleCrop>false</ScaleCrop>
  <Company>BUH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Компьютер</cp:lastModifiedBy>
  <cp:revision>7</cp:revision>
  <dcterms:created xsi:type="dcterms:W3CDTF">2013-03-04T09:25:00Z</dcterms:created>
  <dcterms:modified xsi:type="dcterms:W3CDTF">2013-03-04T13:13:00Z</dcterms:modified>
</cp:coreProperties>
</file>