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D37" w:rsidRPr="00514C17" w:rsidRDefault="00D65D37" w:rsidP="00C224D9">
      <w:pPr>
        <w:suppressAutoHyphens w:val="0"/>
        <w:ind w:left="3960"/>
        <w:jc w:val="center"/>
        <w:outlineLvl w:val="0"/>
        <w:rPr>
          <w:bCs/>
          <w:sz w:val="28"/>
          <w:szCs w:val="28"/>
          <w:lang w:eastAsia="ru-RU"/>
        </w:rPr>
      </w:pPr>
      <w:r w:rsidRPr="00514C17">
        <w:rPr>
          <w:bCs/>
          <w:sz w:val="28"/>
          <w:szCs w:val="28"/>
          <w:lang w:eastAsia="ru-RU"/>
        </w:rPr>
        <w:t>П</w:t>
      </w:r>
      <w:r>
        <w:rPr>
          <w:bCs/>
          <w:sz w:val="28"/>
          <w:szCs w:val="28"/>
          <w:lang w:eastAsia="ru-RU"/>
        </w:rPr>
        <w:t>РИЛОЖЕНИЕ</w:t>
      </w:r>
      <w:r w:rsidRPr="00514C17">
        <w:rPr>
          <w:bCs/>
          <w:sz w:val="28"/>
          <w:szCs w:val="28"/>
          <w:lang w:eastAsia="ru-RU"/>
        </w:rPr>
        <w:t xml:space="preserve"> № </w:t>
      </w:r>
      <w:r>
        <w:rPr>
          <w:bCs/>
          <w:sz w:val="28"/>
          <w:szCs w:val="28"/>
          <w:lang w:eastAsia="ru-RU"/>
        </w:rPr>
        <w:t>5</w:t>
      </w:r>
    </w:p>
    <w:p w:rsidR="00D65D37" w:rsidRPr="00514C17" w:rsidRDefault="00D65D37" w:rsidP="00C224D9">
      <w:pPr>
        <w:suppressAutoHyphens w:val="0"/>
        <w:ind w:left="3960"/>
        <w:jc w:val="center"/>
        <w:outlineLvl w:val="0"/>
        <w:rPr>
          <w:bCs/>
          <w:sz w:val="28"/>
          <w:szCs w:val="28"/>
          <w:lang w:eastAsia="ru-RU"/>
        </w:rPr>
      </w:pPr>
      <w:r w:rsidRPr="00514C17">
        <w:rPr>
          <w:bCs/>
          <w:sz w:val="28"/>
          <w:szCs w:val="28"/>
          <w:lang w:eastAsia="ru-RU"/>
        </w:rPr>
        <w:t>к административному регламенту</w:t>
      </w:r>
    </w:p>
    <w:p w:rsidR="00D65D37" w:rsidRPr="00514C17" w:rsidRDefault="00D65D37" w:rsidP="00C224D9">
      <w:pPr>
        <w:suppressAutoHyphens w:val="0"/>
        <w:ind w:left="3960"/>
        <w:jc w:val="center"/>
        <w:outlineLvl w:val="0"/>
        <w:rPr>
          <w:bCs/>
          <w:sz w:val="28"/>
          <w:szCs w:val="28"/>
          <w:lang w:eastAsia="ru-RU"/>
        </w:rPr>
      </w:pPr>
      <w:r w:rsidRPr="00514C17">
        <w:rPr>
          <w:bCs/>
          <w:sz w:val="28"/>
          <w:szCs w:val="28"/>
          <w:lang w:eastAsia="ru-RU"/>
        </w:rPr>
        <w:t>предоставления государственной услуги</w:t>
      </w:r>
    </w:p>
    <w:p w:rsidR="00D65D37" w:rsidRDefault="00D65D37" w:rsidP="00C224D9">
      <w:pPr>
        <w:widowControl w:val="0"/>
        <w:autoSpaceDE w:val="0"/>
        <w:autoSpaceDN w:val="0"/>
        <w:adjustRightInd w:val="0"/>
        <w:ind w:left="396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«П</w:t>
      </w:r>
      <w:r w:rsidRPr="00E21905">
        <w:rPr>
          <w:bCs/>
          <w:sz w:val="28"/>
          <w:szCs w:val="28"/>
        </w:rPr>
        <w:t>редоставлени</w:t>
      </w:r>
      <w:r>
        <w:rPr>
          <w:bCs/>
          <w:sz w:val="28"/>
          <w:szCs w:val="28"/>
        </w:rPr>
        <w:t>е</w:t>
      </w:r>
      <w:r w:rsidRPr="00E21905">
        <w:rPr>
          <w:bCs/>
          <w:sz w:val="28"/>
          <w:szCs w:val="28"/>
        </w:rPr>
        <w:t xml:space="preserve"> гражданам информации</w:t>
      </w:r>
    </w:p>
    <w:p w:rsidR="00D65D37" w:rsidRDefault="00D65D37" w:rsidP="00C224D9">
      <w:pPr>
        <w:widowControl w:val="0"/>
        <w:autoSpaceDE w:val="0"/>
        <w:autoSpaceDN w:val="0"/>
        <w:adjustRightInd w:val="0"/>
        <w:ind w:left="3960"/>
        <w:jc w:val="center"/>
        <w:rPr>
          <w:bCs/>
          <w:sz w:val="28"/>
          <w:szCs w:val="28"/>
        </w:rPr>
      </w:pPr>
      <w:r w:rsidRPr="00E21905">
        <w:rPr>
          <w:bCs/>
          <w:sz w:val="28"/>
          <w:szCs w:val="28"/>
        </w:rPr>
        <w:t>о детях, оставшихся без попечения родителей,</w:t>
      </w:r>
    </w:p>
    <w:p w:rsidR="00D65D37" w:rsidRDefault="00D65D37" w:rsidP="00C224D9">
      <w:pPr>
        <w:widowControl w:val="0"/>
        <w:autoSpaceDE w:val="0"/>
        <w:autoSpaceDN w:val="0"/>
        <w:adjustRightInd w:val="0"/>
        <w:ind w:left="3960"/>
        <w:jc w:val="center"/>
        <w:rPr>
          <w:bCs/>
          <w:sz w:val="28"/>
          <w:szCs w:val="28"/>
        </w:rPr>
      </w:pPr>
      <w:r w:rsidRPr="00E21905">
        <w:rPr>
          <w:bCs/>
          <w:sz w:val="28"/>
          <w:szCs w:val="28"/>
        </w:rPr>
        <w:t xml:space="preserve">из </w:t>
      </w:r>
      <w:r>
        <w:rPr>
          <w:bCs/>
          <w:sz w:val="28"/>
          <w:szCs w:val="28"/>
        </w:rPr>
        <w:t>регионального</w:t>
      </w:r>
      <w:r w:rsidRPr="00E21905">
        <w:rPr>
          <w:bCs/>
          <w:sz w:val="28"/>
          <w:szCs w:val="28"/>
        </w:rPr>
        <w:t xml:space="preserve"> банка данных о детях,</w:t>
      </w:r>
    </w:p>
    <w:p w:rsidR="00D65D37" w:rsidRDefault="00D65D37" w:rsidP="00C224D9">
      <w:pPr>
        <w:widowControl w:val="0"/>
        <w:autoSpaceDE w:val="0"/>
        <w:autoSpaceDN w:val="0"/>
        <w:adjustRightInd w:val="0"/>
        <w:ind w:left="3960"/>
        <w:jc w:val="center"/>
        <w:rPr>
          <w:bCs/>
          <w:sz w:val="28"/>
          <w:szCs w:val="28"/>
        </w:rPr>
      </w:pPr>
      <w:r w:rsidRPr="00E21905">
        <w:rPr>
          <w:bCs/>
          <w:sz w:val="28"/>
          <w:szCs w:val="28"/>
        </w:rPr>
        <w:t>ставшихся без попечения родителей,</w:t>
      </w:r>
    </w:p>
    <w:p w:rsidR="00D65D37" w:rsidRDefault="00D65D37" w:rsidP="00C224D9">
      <w:pPr>
        <w:widowControl w:val="0"/>
        <w:autoSpaceDE w:val="0"/>
        <w:autoSpaceDN w:val="0"/>
        <w:adjustRightInd w:val="0"/>
        <w:ind w:left="3960"/>
        <w:jc w:val="center"/>
        <w:rPr>
          <w:bCs/>
          <w:sz w:val="28"/>
          <w:szCs w:val="28"/>
        </w:rPr>
      </w:pPr>
      <w:r w:rsidRPr="00E21905">
        <w:rPr>
          <w:bCs/>
          <w:sz w:val="28"/>
          <w:szCs w:val="28"/>
        </w:rPr>
        <w:t>для передачи и</w:t>
      </w:r>
      <w:r>
        <w:rPr>
          <w:bCs/>
          <w:sz w:val="28"/>
          <w:szCs w:val="28"/>
        </w:rPr>
        <w:t>х на воспитание</w:t>
      </w:r>
    </w:p>
    <w:p w:rsidR="00D65D37" w:rsidRPr="00185CC6" w:rsidRDefault="00D65D37" w:rsidP="00C224D9">
      <w:pPr>
        <w:widowControl w:val="0"/>
        <w:autoSpaceDE w:val="0"/>
        <w:autoSpaceDN w:val="0"/>
        <w:adjustRightInd w:val="0"/>
        <w:ind w:left="396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в семьи граждан»</w:t>
      </w:r>
    </w:p>
    <w:p w:rsidR="00D65D37" w:rsidRPr="00514C17" w:rsidRDefault="00D65D37" w:rsidP="00514C17">
      <w:pPr>
        <w:suppressAutoHyphens w:val="0"/>
        <w:jc w:val="both"/>
        <w:rPr>
          <w:sz w:val="28"/>
          <w:lang w:eastAsia="ru-RU"/>
        </w:rPr>
      </w:pPr>
    </w:p>
    <w:p w:rsidR="00D65D37" w:rsidRPr="00514C17" w:rsidRDefault="00D65D37" w:rsidP="00514C17">
      <w:pPr>
        <w:suppressAutoHyphens w:val="0"/>
        <w:jc w:val="center"/>
        <w:rPr>
          <w:sz w:val="28"/>
          <w:lang w:eastAsia="ru-RU"/>
        </w:rPr>
      </w:pPr>
      <w:r w:rsidRPr="00514C17">
        <w:rPr>
          <w:sz w:val="28"/>
          <w:lang w:eastAsia="ru-RU"/>
        </w:rPr>
        <w:t>БЛОК-СХЕМА</w:t>
      </w:r>
    </w:p>
    <w:p w:rsidR="00D65D37" w:rsidRDefault="00D65D37" w:rsidP="00387EE1">
      <w:pPr>
        <w:jc w:val="center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последовательности действий при </w:t>
      </w:r>
      <w:r>
        <w:rPr>
          <w:bCs/>
          <w:sz w:val="28"/>
          <w:szCs w:val="28"/>
        </w:rPr>
        <w:t>предоставлении</w:t>
      </w:r>
      <w:r>
        <w:rPr>
          <w:sz w:val="28"/>
          <w:szCs w:val="28"/>
        </w:rPr>
        <w:t xml:space="preserve"> государственной услуги </w:t>
      </w:r>
    </w:p>
    <w:p w:rsidR="00D65D37" w:rsidRDefault="00D65D37" w:rsidP="00387EE1">
      <w:r>
        <w:rPr>
          <w:noProof/>
          <w:lang w:eastAsia="ru-RU"/>
        </w:rPr>
        <w:pict>
          <v:group id="_x0000_s1026" style="position:absolute;margin-left:126pt;margin-top:4.8pt;width:207pt;height:27pt;z-index:251648000;mso-wrap-distance-left:0;mso-wrap-distance-right:0" coordorigin="-30,388" coordsize="8818,1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">
            <v:oval id="Oval 33" o:spid="_x0000_s1027" style="position:absolute;left:-30;top:388;width:8818;height:143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J9GcIA&#10;AADbAAAADwAAAGRycy9kb3ducmV2LnhtbESPT2sCMRDF7wW/Qxiht5pYUHRrlCpUeiv+u4+b6Wbp&#10;ZrJsoq7fvnMQvM3w3rz3m8WqD426UpfqyBbGIwOKuIyu5srC8fD1NgOVMrLDJjJZuFOC1XLwssDC&#10;xRvv6LrPlZIQTgVa8Dm3hdap9BQwjWJLLNpv7AJmWbtKuw5vEh4a/W7MVAesWRo8trTxVP7tL8HC&#10;YVvu5hd/Nua+Hv8cq5ObcMrWvg77zw9Qmfr8ND+uv53gC738IgPo5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An0ZwgAAANsAAAAPAAAAAAAAAAAAAAAAAJgCAABkcnMvZG93&#10;bnJldi54bWxQSwUGAAAAAAQABAD1AAAAhwMAAAAA&#10;" strokeweight=".26mm">
              <v:stroke joinstyle="miter"/>
            </v:oval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4" o:spid="_x0000_s1028" type="#_x0000_t202" style="position:absolute;left:474;top:548;width:8022;height:120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gIv8EA&#10;AADbAAAADwAAAGRycy9kb3ducmV2LnhtbERPzWrCQBC+C32HZQpepG7iIS2paygFQYI9NO0DTLNj&#10;NpidDdk1iW/vFgRv8/H9zraYbSdGGnzrWEG6TkAQ10633Cj4/dm/vIHwAVlj55gUXMlDsXtabDHX&#10;buJvGqvQiBjCPkcFJoQ+l9LXhiz6teuJI3dyg8UQ4dBIPeAUw20nN0mSSYstxwaDPX0aqs/VxSpY&#10;mT75Op4Of3ud1eZceny1Y6nU8nn+eAcRaA4P8d190HF+Cv+/xAPk7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d4CL/BAAAA2wAAAA8AAAAAAAAAAAAAAAAAmAIAAGRycy9kb3du&#10;cmV2LnhtbFBLBQYAAAAABAAEAPUAAACGAwAAAAA=&#10;" filled="f" stroked="f">
              <v:stroke joinstyle="round"/>
              <v:textbox style="mso-next-textbox:#Text Box 34">
                <w:txbxContent>
                  <w:p w:rsidR="00D65D37" w:rsidRPr="006A5144" w:rsidRDefault="00D65D37" w:rsidP="006A5144">
                    <w:pPr>
                      <w:jc w:val="center"/>
                    </w:pPr>
                    <w:r>
                      <w:t>Обращение заявителя</w:t>
                    </w:r>
                  </w:p>
                </w:txbxContent>
              </v:textbox>
            </v:shape>
          </v:group>
        </w:pict>
      </w:r>
    </w:p>
    <w:p w:rsidR="00D65D37" w:rsidRDefault="00D65D37" w:rsidP="00387EE1"/>
    <w:p w:rsidR="00D65D37" w:rsidRDefault="00D65D37" w:rsidP="00387EE1"/>
    <w:p w:rsidR="00D65D37" w:rsidRDefault="00D65D37" w:rsidP="00387EE1"/>
    <w:p w:rsidR="00D65D37" w:rsidRDefault="00D65D37" w:rsidP="00387EE1"/>
    <w:p w:rsidR="00D65D37" w:rsidRDefault="00D65D37" w:rsidP="00422F97">
      <w:r>
        <w:rPr>
          <w:noProof/>
          <w:lang w:eastAsia="ru-RU"/>
        </w:rPr>
        <w:pict>
          <v:group id="Group 36" o:spid="_x0000_s1029" style="position:absolute;margin-left:0;margin-top:3pt;width:466.55pt;height:45pt;z-index:251650048;mso-wrap-distance-left:0;mso-wrap-distance-right:0" coordorigin="2160,99" coordsize="48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">
            <v:shapetype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AutoShape 37" o:spid="_x0000_s1030" type="#_x0000_t4" style="position:absolute;left:2160;top:99;width:4859;height:718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ItjcYA&#10;AADbAAAADwAAAGRycy9kb3ducmV2LnhtbESPQWvCQBSE74L/YXlCb2aTVkOJriKFFmkvar309pp9&#10;JtHs2zS7NWl/vSsIHoeZ+YaZL3tTizO1rrKsIIliEMS51RUXCvafr+NnEM4ja6wtk4I/crBcDAdz&#10;zLTteEvnnS9EgLDLUEHpfZNJ6fKSDLrINsTBO9jWoA+yLaRusQtwU8vHOE6lwYrDQokNvZSUn3a/&#10;RoH879LJfvOdHN3TafK1Tt/fuo8fpR5G/WoGwlPv7+Fbe60VTBO4fgk/QC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tItjcYAAADbAAAADwAAAAAAAAAAAAAAAACYAgAAZHJz&#10;L2Rvd25yZXYueG1sUEsFBgAAAAAEAAQA9QAAAIsDAAAAAA==&#10;" strokeweight=".26mm"/>
            <v:shape id="Text Box 38" o:spid="_x0000_s1031" type="#_x0000_t202" style="position:absolute;left:3386;top:99;width:2429;height:63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AvCMMA&#10;AADbAAAADwAAAGRycy9kb3ducmV2LnhtbESP3YrCMBSE74V9h3AWvBFNV1iVbqOIIIjohT8PcLY5&#10;NqXNSWmytb69WRC8HGbmGyZb9bYWHbW+dKzga5KAIM6dLrlQcL1sxwsQPiBrrB2Tggd5WC0/Bhmm&#10;2t35RN05FCJC2KeowITQpFL63JBFP3ENcfRurrUYomwLqVu8R7it5TRJZtJiyXHBYEMbQ3l1/rMK&#10;RqZJjofb7nerZ7mp9h7nttsrNfzs1z8gAvXhHX61d1rB9xT+v8QfI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AvCMMAAADbAAAADwAAAAAAAAAAAAAAAACYAgAAZHJzL2Rv&#10;d25yZXYueG1sUEsFBgAAAAAEAAQA9QAAAIgDAAAAAA==&#10;" filled="f" stroked="f">
              <v:stroke joinstyle="round"/>
              <v:textbox style="mso-next-textbox:#Text Box 38">
                <w:txbxContent>
                  <w:p w:rsidR="00D65D37" w:rsidRPr="00422F97" w:rsidRDefault="00D65D37" w:rsidP="00422F97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  <w:p w:rsidR="00D65D37" w:rsidRPr="00422F97" w:rsidRDefault="00D65D37" w:rsidP="00422F97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422F97">
                      <w:rPr>
                        <w:sz w:val="20"/>
                        <w:szCs w:val="20"/>
                      </w:rPr>
                      <w:t>Предоставлен документ, удостоверяющий личность заявителя</w:t>
                    </w:r>
                  </w:p>
                </w:txbxContent>
              </v:textbox>
            </v:shape>
          </v:group>
        </w:pict>
      </w:r>
      <w:r>
        <w:t>нет                                                                                                                                                       да</w:t>
      </w:r>
    </w:p>
    <w:p w:rsidR="00D65D37" w:rsidRDefault="00D65D37" w:rsidP="00387EE1"/>
    <w:p w:rsidR="00D65D37" w:rsidRDefault="00D65D37" w:rsidP="00387EE1">
      <w:r>
        <w:rPr>
          <w:noProof/>
          <w:lang w:eastAsia="ru-RU"/>
        </w:rPr>
        <w:pict>
          <v:rect id="_x0000_s1032" style="position:absolute;margin-left:0;margin-top:-54pt;width:495pt;height:20.45pt;z-index:251649024">
            <v:textbox style="mso-next-textbox:#_x0000_s1032">
              <w:txbxContent>
                <w:p w:rsidR="00D65D37" w:rsidRPr="00422F97" w:rsidRDefault="00D65D37" w:rsidP="006A5144">
                  <w:pPr>
                    <w:jc w:val="center"/>
                    <w:rPr>
                      <w:sz w:val="20"/>
                      <w:szCs w:val="20"/>
                    </w:rPr>
                  </w:pPr>
                  <w:r w:rsidRPr="00422F97">
                    <w:rPr>
                      <w:sz w:val="20"/>
                      <w:szCs w:val="20"/>
                    </w:rPr>
                    <w:t>Прием и регистрация заявления и документов</w:t>
                  </w:r>
                </w:p>
              </w:txbxContent>
            </v:textbox>
          </v:rect>
        </w:pict>
      </w:r>
    </w:p>
    <w:p w:rsidR="00D65D37" w:rsidRDefault="00D65D37" w:rsidP="00387EE1"/>
    <w:p w:rsidR="00D65D37" w:rsidRDefault="00D65D37" w:rsidP="00387EE1">
      <w:r>
        <w:rPr>
          <w:noProof/>
          <w:lang w:eastAsia="ru-RU"/>
        </w:rPr>
        <w:pict>
          <v:rect id="_x0000_s1033" style="position:absolute;margin-left:0;margin-top:1.85pt;width:198pt;height:27pt;z-index:251651072">
            <v:textbox style="mso-next-textbox:#_x0000_s1033">
              <w:txbxContent>
                <w:p w:rsidR="00D65D37" w:rsidRPr="001F0F87" w:rsidRDefault="00D65D37" w:rsidP="001F0F87">
                  <w:pPr>
                    <w:jc w:val="center"/>
                    <w:rPr>
                      <w:sz w:val="20"/>
                      <w:szCs w:val="20"/>
                    </w:rPr>
                  </w:pPr>
                  <w:r w:rsidRPr="001F0F87">
                    <w:rPr>
                      <w:sz w:val="20"/>
                      <w:szCs w:val="20"/>
                    </w:rPr>
                    <w:t>Отказ в приеме заявления и документов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34" style="position:absolute;margin-left:234pt;margin-top:1.85pt;width:261pt;height:27pt;z-index:251652096">
            <v:textbox style="mso-next-textbox:#_x0000_s1034">
              <w:txbxContent>
                <w:p w:rsidR="00D65D37" w:rsidRPr="001F0F87" w:rsidRDefault="00D65D37" w:rsidP="001F0F87">
                  <w:pPr>
                    <w:jc w:val="center"/>
                    <w:rPr>
                      <w:sz w:val="20"/>
                      <w:szCs w:val="20"/>
                    </w:rPr>
                  </w:pPr>
                  <w:r w:rsidRPr="001F0F87">
                    <w:rPr>
                      <w:sz w:val="20"/>
                      <w:szCs w:val="20"/>
                    </w:rPr>
                    <w:t>Рассмотрение документов заявителя по существу</w:t>
                  </w:r>
                </w:p>
              </w:txbxContent>
            </v:textbox>
          </v:rect>
        </w:pict>
      </w:r>
    </w:p>
    <w:p w:rsidR="00D65D37" w:rsidRDefault="00D65D37" w:rsidP="00387EE1"/>
    <w:p w:rsidR="00D65D37" w:rsidRDefault="00D65D37" w:rsidP="00387EE1"/>
    <w:p w:rsidR="00D65D37" w:rsidRDefault="00D65D37" w:rsidP="00A70BB7">
      <w:r>
        <w:t>нет                                                                                                                                                       да</w:t>
      </w:r>
    </w:p>
    <w:p w:rsidR="00D65D37" w:rsidRDefault="00D65D37" w:rsidP="00387EE1">
      <w:r>
        <w:rPr>
          <w:noProof/>
          <w:lang w:eastAsia="ru-RU"/>
        </w:rPr>
        <w:pict>
          <v:group id="_x0000_s1035" style="position:absolute;margin-left:12pt;margin-top:9.65pt;width:466.55pt;height:1in;z-index:251653120;mso-wrap-distance-left:0;mso-wrap-distance-right:0" coordorigin="2160,99" coordsize="48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">
            <v:shape id="AutoShape 37" o:spid="_x0000_s1036" type="#_x0000_t4" style="position:absolute;left:2160;top:99;width:4859;height:718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ItjcYA&#10;AADbAAAADwAAAGRycy9kb3ducmV2LnhtbESPQWvCQBSE74L/YXlCb2aTVkOJriKFFmkvar309pp9&#10;JtHs2zS7NWl/vSsIHoeZ+YaZL3tTizO1rrKsIIliEMS51RUXCvafr+NnEM4ja6wtk4I/crBcDAdz&#10;zLTteEvnnS9EgLDLUEHpfZNJ6fKSDLrINsTBO9jWoA+yLaRusQtwU8vHOE6lwYrDQokNvZSUn3a/&#10;RoH879LJfvOdHN3TafK1Tt/fuo8fpR5G/WoGwlPv7+Fbe60VTBO4fgk/QC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tItjcYAAADbAAAADwAAAAAAAAAAAAAAAACYAgAAZHJz&#10;L2Rvd25yZXYueG1sUEsFBgAAAAAEAAQA9QAAAIsDAAAAAA==&#10;" strokeweight=".26mm"/>
            <v:shape id="Text Box 38" o:spid="_x0000_s1037" type="#_x0000_t202" style="position:absolute;left:3386;top:99;width:2429;height:63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AvCMMA&#10;AADbAAAADwAAAGRycy9kb3ducmV2LnhtbESP3YrCMBSE74V9h3AWvBFNV1iVbqOIIIjohT8PcLY5&#10;NqXNSWmytb69WRC8HGbmGyZb9bYWHbW+dKzga5KAIM6dLrlQcL1sxwsQPiBrrB2Tggd5WC0/Bhmm&#10;2t35RN05FCJC2KeowITQpFL63JBFP3ENcfRurrUYomwLqVu8R7it5TRJZtJiyXHBYEMbQ3l1/rMK&#10;RqZJjofb7nerZ7mp9h7nttsrNfzs1z8gAvXhHX61d1rB9xT+v8QfI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AvCMMAAADbAAAADwAAAAAAAAAAAAAAAACYAgAAZHJzL2Rv&#10;d25yZXYueG1sUEsFBgAAAAAEAAQA9QAAAIgDAAAAAA==&#10;" filled="f" stroked="f">
              <v:stroke joinstyle="round"/>
              <v:textbox>
                <w:txbxContent>
                  <w:p w:rsidR="00D65D37" w:rsidRDefault="00D65D37" w:rsidP="001F0F87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  <w:p w:rsidR="00D65D37" w:rsidRPr="00976278" w:rsidRDefault="00D65D37" w:rsidP="001F0F87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976278">
                      <w:rPr>
                        <w:sz w:val="20"/>
                        <w:szCs w:val="20"/>
                      </w:rPr>
                      <w:t xml:space="preserve">Отсутствуют основания, </w:t>
                    </w:r>
                  </w:p>
                  <w:p w:rsidR="00D65D37" w:rsidRPr="00976278" w:rsidRDefault="00D65D37" w:rsidP="001F0F87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976278">
                      <w:rPr>
                        <w:sz w:val="20"/>
                        <w:szCs w:val="20"/>
                      </w:rPr>
                      <w:t>предусмотренные пунктом 2.10.2. настоящего Регламента,</w:t>
                    </w:r>
                    <w:r>
                      <w:rPr>
                        <w:sz w:val="20"/>
                        <w:szCs w:val="20"/>
                      </w:rPr>
                      <w:t xml:space="preserve"> </w:t>
                    </w:r>
                    <w:r w:rsidRPr="00976278">
                      <w:rPr>
                        <w:sz w:val="20"/>
                        <w:szCs w:val="20"/>
                      </w:rPr>
                      <w:t>для отказа в предоставлении государственной услуги</w:t>
                    </w:r>
                  </w:p>
                </w:txbxContent>
              </v:textbox>
            </v:shape>
          </v:group>
        </w:pict>
      </w:r>
    </w:p>
    <w:p w:rsidR="00D65D37" w:rsidRDefault="00D65D37" w:rsidP="00387EE1"/>
    <w:p w:rsidR="00D65D37" w:rsidRDefault="00D65D37" w:rsidP="00387EE1"/>
    <w:p w:rsidR="00D65D37" w:rsidRDefault="00D65D37" w:rsidP="00387EE1"/>
    <w:p w:rsidR="00D65D37" w:rsidRDefault="00D65D37" w:rsidP="00387EE1"/>
    <w:p w:rsidR="00D65D37" w:rsidRDefault="00D65D37" w:rsidP="00387EE1"/>
    <w:p w:rsidR="00D65D37" w:rsidRDefault="00D65D37" w:rsidP="00387EE1">
      <w:r>
        <w:rPr>
          <w:noProof/>
          <w:lang w:eastAsia="ru-RU"/>
        </w:rPr>
        <w:pict>
          <v:rect id="_x0000_s1038" style="position:absolute;margin-left:0;margin-top:7.85pt;width:225pt;height:36pt;z-index:251654144">
            <v:textbox style="mso-next-textbox:#_x0000_s1038">
              <w:txbxContent>
                <w:p w:rsidR="00D65D37" w:rsidRPr="0008367A" w:rsidRDefault="00D65D37" w:rsidP="0008367A">
                  <w:pPr>
                    <w:jc w:val="center"/>
                    <w:rPr>
                      <w:sz w:val="20"/>
                      <w:szCs w:val="20"/>
                    </w:rPr>
                  </w:pPr>
                  <w:r w:rsidRPr="0008367A">
                    <w:rPr>
                      <w:sz w:val="20"/>
                      <w:szCs w:val="20"/>
                    </w:rPr>
                    <w:t>Отказ в постановке на учет сведений о гражданине в региональном банке</w:t>
                  </w:r>
                  <w:r>
                    <w:t xml:space="preserve"> </w:t>
                  </w:r>
                  <w:r w:rsidRPr="0008367A">
                    <w:rPr>
                      <w:sz w:val="20"/>
                      <w:szCs w:val="20"/>
                    </w:rPr>
                    <w:t>данных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39" style="position:absolute;margin-left:270pt;margin-top:7.85pt;width:225pt;height:36pt;z-index:251655168">
            <v:textbox style="mso-next-textbox:#_x0000_s1039">
              <w:txbxContent>
                <w:p w:rsidR="00D65D37" w:rsidRPr="0008367A" w:rsidRDefault="00D65D37" w:rsidP="0008367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Постановка на учет сведений о гражданах в региональном банке данных о детях</w:t>
                  </w:r>
                </w:p>
              </w:txbxContent>
            </v:textbox>
          </v:rect>
        </w:pict>
      </w:r>
    </w:p>
    <w:p w:rsidR="00D65D37" w:rsidRDefault="00D65D37" w:rsidP="00387EE1"/>
    <w:p w:rsidR="00D65D37" w:rsidRDefault="00D65D37" w:rsidP="00387EE1"/>
    <w:p w:rsidR="00D65D37" w:rsidRDefault="00D65D37" w:rsidP="00387EE1"/>
    <w:p w:rsidR="00D65D37" w:rsidRDefault="00D65D37" w:rsidP="00387EE1">
      <w:r>
        <w:rPr>
          <w:noProof/>
          <w:lang w:eastAsia="ru-RU"/>
        </w:rPr>
        <w:pict>
          <v:rect id="_x0000_s1040" style="position:absolute;margin-left:2in;margin-top:6.65pt;width:351pt;height:36pt;z-index:251656192">
            <v:textbox style="mso-next-textbox:#_x0000_s1040">
              <w:txbxContent>
                <w:p w:rsidR="00D65D37" w:rsidRPr="0008367A" w:rsidRDefault="00D65D37" w:rsidP="0008367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Поиск в региональном банке данных о детях сведений о детях, соответствующих пожеланиям, указанным в анкете гражданина</w:t>
                  </w:r>
                </w:p>
              </w:txbxContent>
            </v:textbox>
          </v:rect>
        </w:pict>
      </w:r>
    </w:p>
    <w:p w:rsidR="00D65D37" w:rsidRDefault="00D65D37" w:rsidP="00EA20AE">
      <w:pPr>
        <w:rPr>
          <w:sz w:val="28"/>
          <w:szCs w:val="28"/>
          <w:lang w:eastAsia="ru-RU"/>
        </w:rPr>
      </w:pPr>
    </w:p>
    <w:p w:rsidR="00D65D37" w:rsidRDefault="00D65D37" w:rsidP="00EA20AE">
      <w:pPr>
        <w:rPr>
          <w:sz w:val="28"/>
          <w:szCs w:val="28"/>
          <w:lang w:eastAsia="ru-RU"/>
        </w:rPr>
      </w:pPr>
    </w:p>
    <w:p w:rsidR="00D65D37" w:rsidRDefault="00D65D37" w:rsidP="00EA20AE">
      <w:pPr>
        <w:rPr>
          <w:sz w:val="28"/>
          <w:szCs w:val="28"/>
          <w:lang w:eastAsia="ru-RU"/>
        </w:rPr>
      </w:pPr>
      <w:r>
        <w:rPr>
          <w:noProof/>
          <w:lang w:eastAsia="ru-RU"/>
        </w:rPr>
        <w:pict>
          <v:rect id="_x0000_s1041" style="position:absolute;margin-left:261pt;margin-top:5.65pt;width:234pt;height:45pt;flip:y;z-index:251659264">
            <v:textbox style="mso-next-textbox:#_x0000_s1041">
              <w:txbxContent>
                <w:p w:rsidR="00D65D37" w:rsidRPr="0008367A" w:rsidRDefault="00D65D37" w:rsidP="00EA20A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Отсутствуют сведения в региональном банке данных о детях, соответствующие пожеланиям, указанным в анкете гражданина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2" style="position:absolute;margin-left:27pt;margin-top:5.65pt;width:210pt;height:45pt;flip:y;z-index:251658240">
            <v:textbox style="mso-next-textbox:#_x0000_s1042">
              <w:txbxContent>
                <w:p w:rsidR="00D65D37" w:rsidRPr="0008367A" w:rsidRDefault="00D65D37" w:rsidP="00EA20A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Ознакомление граждан со сведениями о детях, которые содержатся в региональном банке данных о детях</w:t>
                  </w:r>
                </w:p>
              </w:txbxContent>
            </v:textbox>
          </v:rect>
        </w:pict>
      </w:r>
    </w:p>
    <w:p w:rsidR="00D65D37" w:rsidRDefault="00D65D37" w:rsidP="00EA20AE">
      <w:pPr>
        <w:rPr>
          <w:sz w:val="28"/>
          <w:szCs w:val="28"/>
          <w:lang w:eastAsia="ru-RU"/>
        </w:rPr>
      </w:pPr>
    </w:p>
    <w:p w:rsidR="00D65D37" w:rsidRDefault="00D65D37" w:rsidP="00EA20AE">
      <w:pPr>
        <w:rPr>
          <w:sz w:val="28"/>
          <w:szCs w:val="28"/>
          <w:lang w:eastAsia="ru-RU"/>
        </w:rPr>
      </w:pPr>
    </w:p>
    <w:p w:rsidR="00D65D37" w:rsidRDefault="00D65D37" w:rsidP="00EA20AE">
      <w:pPr>
        <w:rPr>
          <w:sz w:val="28"/>
          <w:szCs w:val="28"/>
          <w:lang w:eastAsia="ru-RU"/>
        </w:rPr>
      </w:pPr>
      <w:r>
        <w:rPr>
          <w:noProof/>
          <w:lang w:eastAsia="ru-RU"/>
        </w:rPr>
        <w:pict>
          <v:rect id="_x0000_s1043" style="position:absolute;margin-left:306pt;margin-top:14.35pt;width:189pt;height:33pt;z-index:251661312">
            <v:textbox style="mso-next-textbox:#_x0000_s1043">
              <w:txbxContent>
                <w:p w:rsidR="00D65D37" w:rsidRPr="00EA20AE" w:rsidRDefault="00D65D37" w:rsidP="00EA20A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Подача заявления о дальнейшем поиске ребенка</w:t>
                  </w:r>
                </w:p>
              </w:txbxContent>
            </v:textbox>
          </v:rect>
        </w:pict>
      </w:r>
    </w:p>
    <w:p w:rsidR="00D65D37" w:rsidRDefault="00D65D37" w:rsidP="00EA20AE">
      <w:r>
        <w:rPr>
          <w:noProof/>
          <w:lang w:eastAsia="ru-RU"/>
        </w:rPr>
        <w:pict>
          <v:group id="_x0000_s1044" style="position:absolute;margin-left:0;margin-top:4.25pt;width:282pt;height:54pt;z-index:251660288;mso-wrap-distance-left:0;mso-wrap-distance-right:0" coordorigin="2160,99" coordsize="48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">
            <v:shape id="AutoShape 37" o:spid="_x0000_s1045" type="#_x0000_t4" style="position:absolute;left:2160;top:99;width:4859;height:718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ItjcYA&#10;AADbAAAADwAAAGRycy9kb3ducmV2LnhtbESPQWvCQBSE74L/YXlCb2aTVkOJriKFFmkvar309pp9&#10;JtHs2zS7NWl/vSsIHoeZ+YaZL3tTizO1rrKsIIliEMS51RUXCvafr+NnEM4ja6wtk4I/crBcDAdz&#10;zLTteEvnnS9EgLDLUEHpfZNJ6fKSDLrINsTBO9jWoA+yLaRusQtwU8vHOE6lwYrDQokNvZSUn3a/&#10;RoH879LJfvOdHN3TafK1Tt/fuo8fpR5G/WoGwlPv7+Fbe60VTBO4fgk/QC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tItjcYAAADbAAAADwAAAAAAAAAAAAAAAACYAgAAZHJz&#10;L2Rvd25yZXYueG1sUEsFBgAAAAAEAAQA9QAAAIsDAAAAAA==&#10;" strokeweight=".26mm"/>
            <v:shape id="Text Box 38" o:spid="_x0000_s1046" type="#_x0000_t202" style="position:absolute;left:3386;top:99;width:2429;height:63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AvCMMA&#10;AADbAAAADwAAAGRycy9kb3ducmV2LnhtbESP3YrCMBSE74V9h3AWvBFNV1iVbqOIIIjohT8PcLY5&#10;NqXNSWmytb69WRC8HGbmGyZb9bYWHbW+dKzga5KAIM6dLrlQcL1sxwsQPiBrrB2Tggd5WC0/Bhmm&#10;2t35RN05FCJC2KeowITQpFL63JBFP3ENcfRurrUYomwLqVu8R7it5TRJZtJiyXHBYEMbQ3l1/rMK&#10;RqZJjofb7nerZ7mp9h7nttsrNfzs1z8gAvXhHX61d1rB9xT+v8QfI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AvCMMAAADbAAAADwAAAAAAAAAAAAAAAACYAgAAZHJzL2Rv&#10;d25yZXYueG1sUEsFBgAAAAAEAAQA9QAAAIgDAAAAAA==&#10;" filled="f" stroked="f">
              <v:stroke joinstyle="round"/>
              <v:textbox>
                <w:txbxContent>
                  <w:p w:rsidR="00D65D37" w:rsidRPr="00EA20AE" w:rsidRDefault="00D65D37" w:rsidP="00EA20AE">
                    <w:pPr>
                      <w:jc w:val="center"/>
                      <w:rPr>
                        <w:sz w:val="10"/>
                        <w:szCs w:val="10"/>
                      </w:rPr>
                    </w:pPr>
                  </w:p>
                  <w:p w:rsidR="00D65D37" w:rsidRPr="00EA20AE" w:rsidRDefault="00D65D37" w:rsidP="00EA20AE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EA20AE">
                      <w:rPr>
                        <w:sz w:val="20"/>
                        <w:szCs w:val="20"/>
                      </w:rPr>
                      <w:t xml:space="preserve">Гражданин </w:t>
                    </w:r>
                  </w:p>
                  <w:p w:rsidR="00D65D37" w:rsidRPr="00EA20AE" w:rsidRDefault="00D65D37" w:rsidP="00EA20AE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EA20AE">
                      <w:rPr>
                        <w:sz w:val="20"/>
                        <w:szCs w:val="20"/>
                      </w:rPr>
                      <w:t>дал согласие посетить ребенка</w:t>
                    </w:r>
                  </w:p>
                </w:txbxContent>
              </v:textbox>
            </v:shape>
          </v:group>
        </w:pict>
      </w:r>
      <w:r>
        <w:t xml:space="preserve">       нет                                                                   да</w:t>
      </w:r>
    </w:p>
    <w:p w:rsidR="00D65D37" w:rsidRDefault="00D65D37" w:rsidP="00EA20AE">
      <w:pPr>
        <w:rPr>
          <w:sz w:val="28"/>
          <w:szCs w:val="28"/>
          <w:lang w:eastAsia="ru-RU"/>
        </w:rPr>
      </w:pPr>
    </w:p>
    <w:p w:rsidR="00D65D37" w:rsidRDefault="00D65D37" w:rsidP="00EA20AE">
      <w:pPr>
        <w:rPr>
          <w:sz w:val="28"/>
          <w:szCs w:val="28"/>
          <w:lang w:eastAsia="ru-RU"/>
        </w:rPr>
      </w:pPr>
    </w:p>
    <w:p w:rsidR="00D65D37" w:rsidRDefault="00D65D37" w:rsidP="00EA20AE">
      <w:pPr>
        <w:rPr>
          <w:sz w:val="28"/>
          <w:szCs w:val="28"/>
          <w:lang w:eastAsia="ru-RU"/>
        </w:rPr>
      </w:pPr>
      <w:r>
        <w:rPr>
          <w:noProof/>
          <w:lang w:eastAsia="ru-RU"/>
        </w:rPr>
        <w:pict>
          <v:rect id="_x0000_s1047" style="position:absolute;margin-left:306pt;margin-top:3.25pt;width:189pt;height:36pt;z-index:251662336">
            <v:textbox style="mso-next-textbox:#_x0000_s1047">
              <w:txbxContent>
                <w:p w:rsidR="00D65D37" w:rsidRPr="00EA20AE" w:rsidRDefault="00D65D37" w:rsidP="002479E8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Уведомление гражданина о поступлении новых сведений о детях</w:t>
                  </w:r>
                </w:p>
              </w:txbxContent>
            </v:textbox>
          </v:rect>
        </w:pict>
      </w:r>
    </w:p>
    <w:p w:rsidR="00D65D37" w:rsidRDefault="00D65D37" w:rsidP="00EA20AE">
      <w:pPr>
        <w:rPr>
          <w:sz w:val="28"/>
          <w:szCs w:val="28"/>
          <w:lang w:eastAsia="ru-RU"/>
        </w:rPr>
      </w:pPr>
    </w:p>
    <w:p w:rsidR="00D65D37" w:rsidRDefault="00D65D37" w:rsidP="00F92E8D"/>
    <w:p w:rsidR="00D65D37" w:rsidRDefault="00D65D37" w:rsidP="00F92E8D"/>
    <w:p w:rsidR="00D65D37" w:rsidRDefault="00D65D37" w:rsidP="00F92E8D"/>
    <w:p w:rsidR="00D65D37" w:rsidRDefault="00D65D37" w:rsidP="00F92E8D">
      <w:r>
        <w:rPr>
          <w:noProof/>
          <w:lang w:eastAsia="ru-RU"/>
        </w:rPr>
        <w:pict>
          <v:group id="_x0000_s1048" style="position:absolute;margin-left:279pt;margin-top:9pt;width:189pt;height:54pt;z-index:251665408;mso-wrap-distance-left:0;mso-wrap-distance-right:0" coordorigin="2160,99" coordsize="48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">
            <v:shape id="AutoShape 37" o:spid="_x0000_s1049" type="#_x0000_t4" style="position:absolute;left:2160;top:99;width:4859;height:718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ItjcYA&#10;AADbAAAADwAAAGRycy9kb3ducmV2LnhtbESPQWvCQBSE74L/YXlCb2aTVkOJriKFFmkvar309pp9&#10;JtHs2zS7NWl/vSsIHoeZ+YaZL3tTizO1rrKsIIliEMS51RUXCvafr+NnEM4ja6wtk4I/crBcDAdz&#10;zLTteEvnnS9EgLDLUEHpfZNJ6fKSDLrINsTBO9jWoA+yLaRusQtwU8vHOE6lwYrDQokNvZSUn3a/&#10;RoH879LJfvOdHN3TafK1Tt/fuo8fpR5G/WoGwlPv7+Fbe60VTBO4fgk/QC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tItjcYAAADbAAAADwAAAAAAAAAAAAAAAACYAgAAZHJz&#10;L2Rvd25yZXYueG1sUEsFBgAAAAAEAAQA9QAAAIsDAAAAAA==&#10;" strokeweight=".26mm"/>
            <v:shape id="Text Box 38" o:spid="_x0000_s1050" type="#_x0000_t202" style="position:absolute;left:3386;top:99;width:2429;height:63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AvCMMA&#10;AADbAAAADwAAAGRycy9kb3ducmV2LnhtbESP3YrCMBSE74V9h3AWvBFNV1iVbqOIIIjohT8PcLY5&#10;NqXNSWmytb69WRC8HGbmGyZb9bYWHbW+dKzga5KAIM6dLrlQcL1sxwsQPiBrrB2Tggd5WC0/Bhmm&#10;2t35RN05FCJC2KeowITQpFL63JBFP3ENcfRurrUYomwLqVu8R7it5TRJZtJiyXHBYEMbQ3l1/rMK&#10;RqZJjofb7nerZ7mp9h7nttsrNfzs1z8gAvXhHX61d1rB9xT+v8QfI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AvCMMAAADbAAAADwAAAAAAAAAAAAAAAACYAgAAZHJzL2Rv&#10;d25yZXYueG1sUEsFBgAAAAAEAAQA9QAAAIgDAAAAAA==&#10;" filled="f" stroked="f">
              <v:stroke joinstyle="round"/>
              <v:textbox>
                <w:txbxContent>
                  <w:p w:rsidR="00D65D37" w:rsidRPr="00EA20AE" w:rsidRDefault="00D65D37" w:rsidP="00F92E8D">
                    <w:pPr>
                      <w:jc w:val="center"/>
                      <w:rPr>
                        <w:sz w:val="10"/>
                        <w:szCs w:val="10"/>
                      </w:rPr>
                    </w:pPr>
                  </w:p>
                  <w:p w:rsidR="00D65D37" w:rsidRPr="00EA20AE" w:rsidRDefault="00D65D37" w:rsidP="00F92E8D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EA20AE">
                      <w:rPr>
                        <w:sz w:val="20"/>
                        <w:szCs w:val="20"/>
                      </w:rPr>
                      <w:t xml:space="preserve">Гражданин </w:t>
                    </w:r>
                  </w:p>
                  <w:p w:rsidR="00D65D37" w:rsidRPr="00EA20AE" w:rsidRDefault="00D65D37" w:rsidP="00F92E8D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явился в министерство</w:t>
                    </w:r>
                  </w:p>
                </w:txbxContent>
              </v:textbox>
            </v:shape>
          </v:group>
        </w:pict>
      </w:r>
      <w:r>
        <w:t xml:space="preserve">                                                                                    да                                                                  нет</w:t>
      </w:r>
    </w:p>
    <w:p w:rsidR="00D65D37" w:rsidRDefault="00D65D37" w:rsidP="00EA20AE">
      <w:pPr>
        <w:rPr>
          <w:sz w:val="28"/>
          <w:szCs w:val="28"/>
          <w:lang w:eastAsia="ru-RU"/>
        </w:rPr>
      </w:pPr>
      <w:r>
        <w:rPr>
          <w:noProof/>
          <w:lang w:eastAsia="ru-RU"/>
        </w:rPr>
        <w:pict>
          <v:rect id="_x0000_s1051" style="position:absolute;margin-left:18pt;margin-top:9pt;width:3in;height:45pt;flip:y;z-index:251657216">
            <v:textbox>
              <w:txbxContent>
                <w:p w:rsidR="00D65D37" w:rsidRPr="00A70BB7" w:rsidRDefault="00D65D37" w:rsidP="00A70BB7">
                  <w:pPr>
                    <w:jc w:val="center"/>
                    <w:rPr>
                      <w:sz w:val="20"/>
                      <w:szCs w:val="20"/>
                    </w:rPr>
                  </w:pPr>
                  <w:r w:rsidRPr="00A70BB7">
                    <w:rPr>
                      <w:sz w:val="20"/>
                      <w:szCs w:val="20"/>
                    </w:rPr>
                    <w:t>Уточнение в телефонном режиме у муниципального оператора возможности выдачи направления</w:t>
                  </w:r>
                </w:p>
              </w:txbxContent>
            </v:textbox>
          </v:rect>
        </w:pict>
      </w:r>
    </w:p>
    <w:p w:rsidR="00D65D37" w:rsidRDefault="00D65D37" w:rsidP="00EA20AE">
      <w:pPr>
        <w:rPr>
          <w:sz w:val="28"/>
          <w:szCs w:val="28"/>
          <w:lang w:eastAsia="ru-RU"/>
        </w:rPr>
      </w:pPr>
    </w:p>
    <w:p w:rsidR="00D65D37" w:rsidRDefault="00D65D37" w:rsidP="00EA20AE">
      <w:pPr>
        <w:rPr>
          <w:sz w:val="28"/>
          <w:szCs w:val="28"/>
          <w:lang w:eastAsia="ru-RU"/>
        </w:rPr>
      </w:pPr>
    </w:p>
    <w:p w:rsidR="00D65D37" w:rsidRDefault="00D65D37" w:rsidP="00EA20AE">
      <w:pPr>
        <w:rPr>
          <w:sz w:val="28"/>
          <w:szCs w:val="28"/>
          <w:lang w:eastAsia="ru-RU"/>
        </w:rPr>
      </w:pPr>
    </w:p>
    <w:p w:rsidR="00D65D37" w:rsidRDefault="00D65D37" w:rsidP="00EA20AE">
      <w:pPr>
        <w:rPr>
          <w:sz w:val="28"/>
          <w:szCs w:val="28"/>
          <w:lang w:eastAsia="ru-RU"/>
        </w:rPr>
      </w:pPr>
      <w:r>
        <w:rPr>
          <w:noProof/>
          <w:lang w:eastAsia="ru-RU"/>
        </w:rPr>
        <w:pict>
          <v:rect id="_x0000_s1052" style="position:absolute;margin-left:126pt;margin-top:7.6pt;width:99pt;height:36pt;z-index:251664384">
            <v:textbox style="mso-next-textbox:#_x0000_s1052">
              <w:txbxContent>
                <w:p w:rsidR="00D65D37" w:rsidRPr="00C71016" w:rsidRDefault="00D65D37" w:rsidP="00C7101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Положительный ответ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53" style="position:absolute;margin-left:9pt;margin-top:7.6pt;width:90pt;height:36pt;z-index:251663360">
            <v:textbox style="mso-next-textbox:#_x0000_s1053">
              <w:txbxContent>
                <w:p w:rsidR="00D65D37" w:rsidRPr="00C71016" w:rsidRDefault="00D65D37" w:rsidP="00C7101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Отрицательный ответ</w:t>
                  </w:r>
                </w:p>
              </w:txbxContent>
            </v:textbox>
          </v:rect>
        </w:pict>
      </w:r>
    </w:p>
    <w:p w:rsidR="00D65D37" w:rsidRDefault="00D65D37" w:rsidP="00EA20AE">
      <w:pPr>
        <w:rPr>
          <w:sz w:val="28"/>
          <w:szCs w:val="28"/>
          <w:lang w:eastAsia="ru-RU"/>
        </w:rPr>
      </w:pPr>
      <w:r>
        <w:rPr>
          <w:noProof/>
          <w:lang w:eastAsia="ru-RU"/>
        </w:rPr>
        <w:pict>
          <v:rect id="_x0000_s1054" style="position:absolute;margin-left:252pt;margin-top:4.7pt;width:243pt;height:54pt;z-index:251666432">
            <v:textbox style="mso-next-textbox:#_x0000_s1054">
              <w:txbxContent>
                <w:p w:rsidR="00D65D37" w:rsidRPr="00C71016" w:rsidRDefault="00D65D37" w:rsidP="00F92E8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Если гражданин, дважды получив уведомление о результатах поиска ребенка, не явился в министерство, поиск ребенка для данного гражданина приостанавливается</w:t>
                  </w:r>
                </w:p>
              </w:txbxContent>
            </v:textbox>
          </v:rect>
        </w:pict>
      </w:r>
    </w:p>
    <w:p w:rsidR="00D65D37" w:rsidRDefault="00D65D37" w:rsidP="00EA20AE">
      <w:pPr>
        <w:rPr>
          <w:sz w:val="28"/>
          <w:szCs w:val="28"/>
          <w:lang w:eastAsia="ru-RU"/>
        </w:rPr>
      </w:pPr>
    </w:p>
    <w:p w:rsidR="00D65D37" w:rsidRDefault="00D65D37" w:rsidP="00EA20AE">
      <w:pPr>
        <w:rPr>
          <w:sz w:val="28"/>
          <w:szCs w:val="28"/>
          <w:lang w:eastAsia="ru-RU"/>
        </w:rPr>
      </w:pPr>
      <w:r>
        <w:rPr>
          <w:noProof/>
          <w:lang w:eastAsia="ru-RU"/>
        </w:rPr>
        <w:pict>
          <v:rect id="_x0000_s1055" style="position:absolute;margin-left:36pt;margin-top:12.7pt;width:153pt;height:36pt;flip:y;z-index:251667456">
            <v:textbox style="mso-next-textbox:#_x0000_s1055">
              <w:txbxContent>
                <w:p w:rsidR="00D65D37" w:rsidRDefault="00D65D37" w:rsidP="00A2307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Выдача направления</w:t>
                  </w:r>
                </w:p>
                <w:p w:rsidR="00D65D37" w:rsidRPr="00C71016" w:rsidRDefault="00D65D37" w:rsidP="00A2307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на посещение ребенка</w:t>
                  </w:r>
                </w:p>
              </w:txbxContent>
            </v:textbox>
          </v:rect>
        </w:pict>
      </w:r>
    </w:p>
    <w:p w:rsidR="00D65D37" w:rsidRDefault="00D65D37" w:rsidP="00EA20AE">
      <w:pPr>
        <w:rPr>
          <w:sz w:val="28"/>
          <w:szCs w:val="28"/>
          <w:lang w:eastAsia="ru-RU"/>
        </w:rPr>
      </w:pPr>
    </w:p>
    <w:p w:rsidR="00D65D37" w:rsidRDefault="00D65D37" w:rsidP="00EA20AE">
      <w:pPr>
        <w:rPr>
          <w:sz w:val="28"/>
          <w:szCs w:val="28"/>
          <w:lang w:eastAsia="ru-RU"/>
        </w:rPr>
      </w:pPr>
    </w:p>
    <w:p w:rsidR="00D65D37" w:rsidRDefault="00D65D37" w:rsidP="00EA20AE">
      <w:pPr>
        <w:rPr>
          <w:sz w:val="28"/>
          <w:szCs w:val="28"/>
          <w:lang w:eastAsia="ru-RU"/>
        </w:rPr>
      </w:pPr>
    </w:p>
    <w:p w:rsidR="00D65D37" w:rsidRDefault="00D65D37" w:rsidP="00EA20AE">
      <w:pPr>
        <w:rPr>
          <w:sz w:val="28"/>
          <w:szCs w:val="28"/>
          <w:lang w:eastAsia="ru-RU"/>
        </w:rPr>
      </w:pPr>
    </w:p>
    <w:p w:rsidR="00D65D37" w:rsidRDefault="00D65D37" w:rsidP="00EA20AE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Заместитель министра </w:t>
      </w:r>
    </w:p>
    <w:p w:rsidR="00D65D37" w:rsidRDefault="00D65D37" w:rsidP="00EA20AE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социального развития и </w:t>
      </w:r>
    </w:p>
    <w:p w:rsidR="00D65D37" w:rsidRDefault="00D65D37" w:rsidP="00EA20AE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семейной политики </w:t>
      </w:r>
    </w:p>
    <w:p w:rsidR="00D65D37" w:rsidRDefault="00D65D37" w:rsidP="00EA20AE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Краснодарского края                                                                              А.В. Кнышов</w:t>
      </w:r>
    </w:p>
    <w:p w:rsidR="00D65D37" w:rsidRDefault="00D65D37" w:rsidP="00EA20AE">
      <w:pPr>
        <w:rPr>
          <w:sz w:val="28"/>
          <w:szCs w:val="28"/>
          <w:lang w:eastAsia="ru-RU"/>
        </w:rPr>
      </w:pPr>
    </w:p>
    <w:p w:rsidR="00D65D37" w:rsidRDefault="00D65D37" w:rsidP="00EA20AE">
      <w:pPr>
        <w:rPr>
          <w:sz w:val="28"/>
          <w:szCs w:val="28"/>
          <w:lang w:eastAsia="ru-RU"/>
        </w:rPr>
      </w:pPr>
    </w:p>
    <w:p w:rsidR="00D65D37" w:rsidRDefault="00D65D37" w:rsidP="00EA20AE">
      <w:pPr>
        <w:rPr>
          <w:sz w:val="28"/>
          <w:szCs w:val="28"/>
          <w:lang w:eastAsia="ru-RU"/>
        </w:rPr>
      </w:pPr>
    </w:p>
    <w:sectPr w:rsidR="00D65D37" w:rsidSect="005A79BD"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5D37" w:rsidRDefault="00D65D37" w:rsidP="00D07837">
      <w:r>
        <w:separator/>
      </w:r>
    </w:p>
  </w:endnote>
  <w:endnote w:type="continuationSeparator" w:id="0">
    <w:p w:rsidR="00D65D37" w:rsidRDefault="00D65D37" w:rsidP="00D078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5D37" w:rsidRDefault="00D65D37" w:rsidP="00D07837">
      <w:r>
        <w:separator/>
      </w:r>
    </w:p>
  </w:footnote>
  <w:footnote w:type="continuationSeparator" w:id="0">
    <w:p w:rsidR="00D65D37" w:rsidRDefault="00D65D37" w:rsidP="00D0783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0DF0"/>
    <w:rsid w:val="0004681E"/>
    <w:rsid w:val="00055D7F"/>
    <w:rsid w:val="0008367A"/>
    <w:rsid w:val="000920CD"/>
    <w:rsid w:val="00104723"/>
    <w:rsid w:val="001221F9"/>
    <w:rsid w:val="001663AA"/>
    <w:rsid w:val="00177F0F"/>
    <w:rsid w:val="001836D4"/>
    <w:rsid w:val="00185CC6"/>
    <w:rsid w:val="001D45C2"/>
    <w:rsid w:val="001E7900"/>
    <w:rsid w:val="001F0F87"/>
    <w:rsid w:val="001F796E"/>
    <w:rsid w:val="002479E8"/>
    <w:rsid w:val="002B7438"/>
    <w:rsid w:val="002C605E"/>
    <w:rsid w:val="002F56AB"/>
    <w:rsid w:val="0036749C"/>
    <w:rsid w:val="00387EE1"/>
    <w:rsid w:val="003A4A2C"/>
    <w:rsid w:val="00410718"/>
    <w:rsid w:val="00422F97"/>
    <w:rsid w:val="00437817"/>
    <w:rsid w:val="00473DB1"/>
    <w:rsid w:val="00487794"/>
    <w:rsid w:val="004A6800"/>
    <w:rsid w:val="004B0F5F"/>
    <w:rsid w:val="004B5242"/>
    <w:rsid w:val="00514C17"/>
    <w:rsid w:val="0054180E"/>
    <w:rsid w:val="00592D6E"/>
    <w:rsid w:val="005A1335"/>
    <w:rsid w:val="005A6345"/>
    <w:rsid w:val="005A79BD"/>
    <w:rsid w:val="005B3942"/>
    <w:rsid w:val="0062468F"/>
    <w:rsid w:val="00644D65"/>
    <w:rsid w:val="0067228D"/>
    <w:rsid w:val="006A5144"/>
    <w:rsid w:val="006D1096"/>
    <w:rsid w:val="006D418A"/>
    <w:rsid w:val="006F51B4"/>
    <w:rsid w:val="0070174E"/>
    <w:rsid w:val="007204AB"/>
    <w:rsid w:val="00751039"/>
    <w:rsid w:val="00761A4B"/>
    <w:rsid w:val="007C7723"/>
    <w:rsid w:val="007C7C05"/>
    <w:rsid w:val="007D7D4C"/>
    <w:rsid w:val="007F7DD5"/>
    <w:rsid w:val="008109A8"/>
    <w:rsid w:val="008A15A5"/>
    <w:rsid w:val="008E6C24"/>
    <w:rsid w:val="008F0DF2"/>
    <w:rsid w:val="0090118F"/>
    <w:rsid w:val="0091107B"/>
    <w:rsid w:val="00963B45"/>
    <w:rsid w:val="00965D68"/>
    <w:rsid w:val="00976278"/>
    <w:rsid w:val="009776B7"/>
    <w:rsid w:val="009A0DF0"/>
    <w:rsid w:val="009C1A95"/>
    <w:rsid w:val="009D2B44"/>
    <w:rsid w:val="009F1A4A"/>
    <w:rsid w:val="00A23070"/>
    <w:rsid w:val="00A70BB7"/>
    <w:rsid w:val="00A87399"/>
    <w:rsid w:val="00AD0935"/>
    <w:rsid w:val="00B86BBF"/>
    <w:rsid w:val="00BF1959"/>
    <w:rsid w:val="00C17B55"/>
    <w:rsid w:val="00C2131F"/>
    <w:rsid w:val="00C224D9"/>
    <w:rsid w:val="00C412D6"/>
    <w:rsid w:val="00C4158A"/>
    <w:rsid w:val="00C6089D"/>
    <w:rsid w:val="00C71016"/>
    <w:rsid w:val="00C73480"/>
    <w:rsid w:val="00CC673A"/>
    <w:rsid w:val="00CE2239"/>
    <w:rsid w:val="00D005DD"/>
    <w:rsid w:val="00D07837"/>
    <w:rsid w:val="00D105DB"/>
    <w:rsid w:val="00D41FF5"/>
    <w:rsid w:val="00D65D37"/>
    <w:rsid w:val="00D70A43"/>
    <w:rsid w:val="00D82CDB"/>
    <w:rsid w:val="00DC0F1A"/>
    <w:rsid w:val="00E21905"/>
    <w:rsid w:val="00E314FD"/>
    <w:rsid w:val="00E40EEE"/>
    <w:rsid w:val="00E6501E"/>
    <w:rsid w:val="00E863FC"/>
    <w:rsid w:val="00E95F48"/>
    <w:rsid w:val="00EA20AE"/>
    <w:rsid w:val="00EA36D9"/>
    <w:rsid w:val="00EB5181"/>
    <w:rsid w:val="00EC1B06"/>
    <w:rsid w:val="00EE114A"/>
    <w:rsid w:val="00F213EB"/>
    <w:rsid w:val="00F21CD0"/>
    <w:rsid w:val="00F22D00"/>
    <w:rsid w:val="00F23937"/>
    <w:rsid w:val="00F45540"/>
    <w:rsid w:val="00F841FA"/>
    <w:rsid w:val="00F92E8D"/>
    <w:rsid w:val="00FC6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5F48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514C17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14C17"/>
    <w:rPr>
      <w:rFonts w:ascii="Tahoma" w:hAnsi="Tahoma" w:cs="Times New Roman"/>
      <w:sz w:val="16"/>
      <w:lang w:eastAsia="ar-SA" w:bidi="ar-SA"/>
    </w:rPr>
  </w:style>
  <w:style w:type="paragraph" w:styleId="Header">
    <w:name w:val="header"/>
    <w:basedOn w:val="Normal"/>
    <w:link w:val="HeaderChar"/>
    <w:uiPriority w:val="99"/>
    <w:rsid w:val="00D0783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07837"/>
    <w:rPr>
      <w:rFonts w:ascii="Times New Roman" w:hAnsi="Times New Roman" w:cs="Times New Roman"/>
      <w:sz w:val="24"/>
      <w:lang w:eastAsia="ar-SA" w:bidi="ar-SA"/>
    </w:rPr>
  </w:style>
  <w:style w:type="paragraph" w:styleId="Footer">
    <w:name w:val="footer"/>
    <w:basedOn w:val="Normal"/>
    <w:link w:val="FooterChar"/>
    <w:uiPriority w:val="99"/>
    <w:rsid w:val="00D0783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07837"/>
    <w:rPr>
      <w:rFonts w:ascii="Times New Roman" w:hAnsi="Times New Roman" w:cs="Times New Roman"/>
      <w:sz w:val="24"/>
      <w:lang w:eastAsia="ar-SA" w:bidi="ar-SA"/>
    </w:rPr>
  </w:style>
  <w:style w:type="character" w:customStyle="1" w:styleId="a">
    <w:name w:val="Цветовое выделение"/>
    <w:uiPriority w:val="99"/>
    <w:rsid w:val="00387EE1"/>
    <w:rPr>
      <w:b/>
      <w:color w:val="26282F"/>
    </w:rPr>
  </w:style>
  <w:style w:type="character" w:customStyle="1" w:styleId="a0">
    <w:name w:val="Гипертекстовая ссылка"/>
    <w:uiPriority w:val="99"/>
    <w:rsid w:val="00387EE1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845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5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104</TotalTime>
  <Pages>2</Pages>
  <Words>173</Words>
  <Characters>991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Здорная Татьяна Юрьевна</dc:creator>
  <cp:keywords/>
  <dc:description/>
  <cp:lastModifiedBy>savenko</cp:lastModifiedBy>
  <cp:revision>37</cp:revision>
  <cp:lastPrinted>2015-10-05T07:54:00Z</cp:lastPrinted>
  <dcterms:created xsi:type="dcterms:W3CDTF">2014-12-21T19:16:00Z</dcterms:created>
  <dcterms:modified xsi:type="dcterms:W3CDTF">2015-10-12T08:15:00Z</dcterms:modified>
</cp:coreProperties>
</file>