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2C2" w:rsidRPr="00514C17" w:rsidRDefault="00A042C2" w:rsidP="00514C17">
      <w:pPr>
        <w:suppressAutoHyphens w:val="0"/>
        <w:ind w:left="4253"/>
        <w:jc w:val="center"/>
        <w:outlineLvl w:val="0"/>
        <w:rPr>
          <w:bCs/>
          <w:sz w:val="28"/>
          <w:szCs w:val="28"/>
          <w:lang w:eastAsia="ru-RU"/>
        </w:rPr>
      </w:pPr>
      <w:r w:rsidRPr="00514C17">
        <w:rPr>
          <w:bCs/>
          <w:sz w:val="28"/>
          <w:szCs w:val="28"/>
          <w:lang w:eastAsia="ru-RU"/>
        </w:rPr>
        <w:t>П</w:t>
      </w:r>
      <w:r>
        <w:rPr>
          <w:bCs/>
          <w:sz w:val="28"/>
          <w:szCs w:val="28"/>
          <w:lang w:eastAsia="ru-RU"/>
        </w:rPr>
        <w:t>РИЛОЖЕНИЕ</w:t>
      </w:r>
      <w:r w:rsidRPr="00514C17">
        <w:rPr>
          <w:bCs/>
          <w:sz w:val="28"/>
          <w:szCs w:val="28"/>
          <w:lang w:eastAsia="ru-RU"/>
        </w:rPr>
        <w:t xml:space="preserve"> № </w:t>
      </w:r>
      <w:r>
        <w:rPr>
          <w:bCs/>
          <w:sz w:val="28"/>
          <w:szCs w:val="28"/>
          <w:lang w:eastAsia="ru-RU"/>
        </w:rPr>
        <w:t>2</w:t>
      </w:r>
    </w:p>
    <w:p w:rsidR="00A042C2" w:rsidRPr="00514C17" w:rsidRDefault="00A042C2" w:rsidP="00514C17">
      <w:pPr>
        <w:suppressAutoHyphens w:val="0"/>
        <w:ind w:left="4253"/>
        <w:jc w:val="center"/>
        <w:outlineLvl w:val="0"/>
        <w:rPr>
          <w:bCs/>
          <w:sz w:val="28"/>
          <w:szCs w:val="28"/>
          <w:lang w:eastAsia="ru-RU"/>
        </w:rPr>
      </w:pPr>
      <w:r w:rsidRPr="00514C17">
        <w:rPr>
          <w:bCs/>
          <w:sz w:val="28"/>
          <w:szCs w:val="28"/>
          <w:lang w:eastAsia="ru-RU"/>
        </w:rPr>
        <w:t>к административному регламенту</w:t>
      </w:r>
    </w:p>
    <w:p w:rsidR="00A042C2" w:rsidRPr="00514C17" w:rsidRDefault="00A042C2" w:rsidP="00514C17">
      <w:pPr>
        <w:suppressAutoHyphens w:val="0"/>
        <w:ind w:left="4253"/>
        <w:jc w:val="center"/>
        <w:outlineLvl w:val="0"/>
        <w:rPr>
          <w:bCs/>
          <w:sz w:val="28"/>
          <w:szCs w:val="28"/>
          <w:lang w:eastAsia="ru-RU"/>
        </w:rPr>
      </w:pPr>
      <w:r w:rsidRPr="00514C17">
        <w:rPr>
          <w:bCs/>
          <w:sz w:val="28"/>
          <w:szCs w:val="28"/>
          <w:lang w:eastAsia="ru-RU"/>
        </w:rPr>
        <w:t>предоставления государственной услуги</w:t>
      </w:r>
    </w:p>
    <w:p w:rsidR="00A042C2" w:rsidRPr="00514C17" w:rsidRDefault="00A042C2" w:rsidP="00514C17">
      <w:pPr>
        <w:suppressAutoHyphens w:val="0"/>
        <w:ind w:left="4253"/>
        <w:jc w:val="center"/>
        <w:outlineLvl w:val="0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«В</w:t>
      </w:r>
      <w:r w:rsidRPr="00514C17">
        <w:rPr>
          <w:bCs/>
          <w:sz w:val="28"/>
          <w:szCs w:val="28"/>
          <w:lang w:eastAsia="ru-RU"/>
        </w:rPr>
        <w:t>ыдач</w:t>
      </w:r>
      <w:r>
        <w:rPr>
          <w:bCs/>
          <w:sz w:val="28"/>
          <w:szCs w:val="28"/>
          <w:lang w:eastAsia="ru-RU"/>
        </w:rPr>
        <w:t>а</w:t>
      </w:r>
      <w:r w:rsidRPr="00514C17">
        <w:rPr>
          <w:bCs/>
          <w:sz w:val="28"/>
          <w:szCs w:val="28"/>
          <w:lang w:eastAsia="ru-RU"/>
        </w:rPr>
        <w:t xml:space="preserve"> заключения о возможности</w:t>
      </w:r>
    </w:p>
    <w:p w:rsidR="00A042C2" w:rsidRDefault="00A042C2" w:rsidP="00473DB1">
      <w:pPr>
        <w:suppressAutoHyphens w:val="0"/>
        <w:ind w:left="4253"/>
        <w:jc w:val="center"/>
        <w:outlineLvl w:val="0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граждан быть опекунами (попечителями)</w:t>
      </w:r>
    </w:p>
    <w:p w:rsidR="00A042C2" w:rsidRPr="00514C17" w:rsidRDefault="00A042C2" w:rsidP="00473DB1">
      <w:pPr>
        <w:suppressAutoHyphens w:val="0"/>
        <w:ind w:left="4253"/>
        <w:jc w:val="center"/>
        <w:outlineLvl w:val="0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в отношении несовершеннолетних»</w:t>
      </w:r>
    </w:p>
    <w:p w:rsidR="00A042C2" w:rsidRPr="00514C17" w:rsidRDefault="00A042C2" w:rsidP="00514C17">
      <w:pPr>
        <w:suppressAutoHyphens w:val="0"/>
        <w:jc w:val="both"/>
        <w:rPr>
          <w:sz w:val="28"/>
          <w:lang w:eastAsia="ru-RU"/>
        </w:rPr>
      </w:pPr>
    </w:p>
    <w:p w:rsidR="00A042C2" w:rsidRPr="00514C17" w:rsidRDefault="00A042C2" w:rsidP="00514C17">
      <w:pPr>
        <w:suppressAutoHyphens w:val="0"/>
        <w:jc w:val="center"/>
        <w:rPr>
          <w:sz w:val="28"/>
          <w:lang w:eastAsia="ru-RU"/>
        </w:rPr>
      </w:pPr>
      <w:r w:rsidRPr="00514C17">
        <w:rPr>
          <w:sz w:val="28"/>
          <w:lang w:eastAsia="ru-RU"/>
        </w:rPr>
        <w:t>БЛОК-СХЕМА</w:t>
      </w:r>
    </w:p>
    <w:p w:rsidR="00A042C2" w:rsidRDefault="00A042C2" w:rsidP="00514C1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последовательности действий при </w:t>
      </w:r>
      <w:r>
        <w:rPr>
          <w:bCs/>
          <w:sz w:val="28"/>
          <w:szCs w:val="28"/>
        </w:rPr>
        <w:t>предоставлении</w:t>
      </w:r>
      <w:r>
        <w:rPr>
          <w:sz w:val="28"/>
          <w:szCs w:val="28"/>
        </w:rPr>
        <w:t xml:space="preserve"> государственной услуги «В</w:t>
      </w:r>
      <w:r w:rsidRPr="00514C17">
        <w:rPr>
          <w:sz w:val="28"/>
          <w:szCs w:val="28"/>
        </w:rPr>
        <w:t>ыдач</w:t>
      </w:r>
      <w:r>
        <w:rPr>
          <w:sz w:val="28"/>
          <w:szCs w:val="28"/>
        </w:rPr>
        <w:t>а</w:t>
      </w:r>
      <w:r w:rsidRPr="00514C17">
        <w:rPr>
          <w:sz w:val="28"/>
          <w:szCs w:val="28"/>
        </w:rPr>
        <w:t xml:space="preserve"> заключения о возможности </w:t>
      </w:r>
      <w:r>
        <w:rPr>
          <w:sz w:val="28"/>
          <w:szCs w:val="28"/>
        </w:rPr>
        <w:t xml:space="preserve">граждан быть опекунами (попечителями) </w:t>
      </w:r>
    </w:p>
    <w:p w:rsidR="00A042C2" w:rsidRDefault="00A042C2" w:rsidP="00514C17">
      <w:pPr>
        <w:jc w:val="center"/>
        <w:rPr>
          <w:sz w:val="28"/>
          <w:szCs w:val="28"/>
        </w:rPr>
      </w:pPr>
      <w:r>
        <w:rPr>
          <w:sz w:val="28"/>
          <w:szCs w:val="28"/>
        </w:rPr>
        <w:t>в отношении несовершеннолетних»</w:t>
      </w:r>
    </w:p>
    <w:p w:rsidR="00A042C2" w:rsidRDefault="00A042C2" w:rsidP="00514C17">
      <w:pPr>
        <w:jc w:val="center"/>
        <w:rPr>
          <w:sz w:val="28"/>
          <w:szCs w:val="28"/>
        </w:rPr>
      </w:pPr>
      <w:r>
        <w:rPr>
          <w:noProof/>
          <w:lang w:eastAsia="ru-RU"/>
        </w:rPr>
        <w:pict>
          <v:group id="Group 32" o:spid="_x0000_s1026" style="position:absolute;left:0;text-align:left;margin-left:243pt;margin-top:13.8pt;width:222.75pt;height:93.9pt;z-index:251639808;mso-wrap-distance-left:0;mso-wrap-distance-right:0" coordorigin=",68" coordsize="8818,1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">
            <v:oval id="Oval 33" o:spid="_x0000_s1027" style="position:absolute;top:68;width:8818;height:143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JtRMAA&#10;AADbAAAADwAAAGRycy9kb3ducmV2LnhtbESPQYvCMBSE78L+h/AWvGnigqJdo7gLK95Eq/dn87Yp&#10;Ni+liVr/vREEj8PMfMPMl52rxZXaUHnWMBoqEMSFNxWXGg7532AKIkRkg7Vn0nCnAMvFR2+OmfE3&#10;3tF1H0uRIBwy1GBjbDIpQ2HJYRj6hjh5/751GJNsS2lavCW4q+WXUhPpsOK0YLGhX0vFeX9xGvJ1&#10;sZtd7Emp+89oeyiPZswhat3/7FbfICJ18R1+tTdGw3gGzy/pB8jF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1JtRMAAAADbAAAADwAAAAAAAAAAAAAAAACYAgAAZHJzL2Rvd25y&#10;ZXYueG1sUEsFBgAAAAAEAAQA9QAAAIUDAAAAAA==&#10;" strokeweight=".26mm">
              <v:stroke joinstyle="miter"/>
            </v:oval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4" o:spid="_x0000_s1028" type="#_x0000_t202" style="position:absolute;left:534;top:125;width:8020;height:120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LeWb4A&#10;AADbAAAADwAAAGRycy9kb3ducmV2LnhtbERPzYrCMBC+C75DGMGL2FQPVapRRBBE9KC7DzA2Y1Ns&#10;JqWJtfv2m4Pg8eP7X297W4uOWl85VjBLUhDEhdMVlwp+fw7TJQgfkDXWjknBH3nYboaDNebavflK&#10;3S2UIoawz1GBCaHJpfSFIYs+cQ1x5B6utRgibEupW3zHcFvLeZpm0mLFscFgQ3tDxfP2sgompkkv&#10;58fxftBZYZ4njwvbnZQaj/rdCkSgPnzFH/dRK8ji+vgl/gC5+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Ay3lm+AAAA2wAAAA8AAAAAAAAAAAAAAAAAmAIAAGRycy9kb3ducmV2&#10;LnhtbFBLBQYAAAAABAAEAPUAAACDAwAAAAA=&#10;" filled="f" stroked="f">
              <v:stroke joinstyle="round"/>
              <v:textbox>
                <w:txbxContent>
                  <w:p w:rsidR="00A042C2" w:rsidRDefault="00A042C2" w:rsidP="00E95F48">
                    <w:pPr>
                      <w:jc w:val="center"/>
                    </w:pPr>
                  </w:p>
                  <w:p w:rsidR="00A042C2" w:rsidRPr="00514C17" w:rsidRDefault="00A042C2" w:rsidP="00E95F48">
                    <w:pPr>
                      <w:jc w:val="center"/>
                    </w:pPr>
                    <w:r w:rsidRPr="00514C17">
                      <w:t xml:space="preserve">Обращение гражданина в </w:t>
                    </w:r>
                    <w:r>
                      <w:t>МФЦ</w:t>
                    </w:r>
                    <w:r w:rsidRPr="00514C17">
                      <w:t xml:space="preserve"> с заявлением и документами за получением государственной услуги</w:t>
                    </w:r>
                  </w:p>
                </w:txbxContent>
              </v:textbox>
            </v:shape>
          </v:group>
        </w:pict>
      </w:r>
    </w:p>
    <w:p w:rsidR="00A042C2" w:rsidRDefault="00A042C2" w:rsidP="00514C17">
      <w:pPr>
        <w:jc w:val="center"/>
        <w:rPr>
          <w:sz w:val="28"/>
          <w:szCs w:val="28"/>
        </w:rPr>
      </w:pPr>
      <w:r>
        <w:rPr>
          <w:noProof/>
          <w:lang w:eastAsia="ru-RU"/>
        </w:rPr>
        <w:pict>
          <v:group id="_x0000_s1029" style="position:absolute;left:0;text-align:left;margin-left:10.95pt;margin-top:.75pt;width:222.8pt;height:93.8pt;z-index:251669504;mso-wrap-distance-left:0;mso-wrap-distance-right:0" coordorigin="-30,388" coordsize="8818,1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">
            <v:oval id="Oval 33" o:spid="_x0000_s1030" style="position:absolute;left:-30;top:388;width:8818;height:143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J9GcIA&#10;AADbAAAADwAAAGRycy9kb3ducmV2LnhtbESPT2sCMRDF7wW/Qxiht5pYUHRrlCpUeiv+u4+b6Wbp&#10;ZrJsoq7fvnMQvM3w3rz3m8WqD426UpfqyBbGIwOKuIyu5srC8fD1NgOVMrLDJjJZuFOC1XLwssDC&#10;xRvv6LrPlZIQTgVa8Dm3hdap9BQwjWJLLNpv7AJmWbtKuw5vEh4a/W7MVAesWRo8trTxVP7tL8HC&#10;YVvu5hd/Nua+Hv8cq5ObcMrWvg77zw9Qmfr8ND+uv53gC738IgPo5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An0ZwgAAANsAAAAPAAAAAAAAAAAAAAAAAJgCAABkcnMvZG93&#10;bnJldi54bWxQSwUGAAAAAAQABAD1AAAAhwMAAAAA&#10;" strokeweight=".26mm">
              <v:stroke joinstyle="miter"/>
            </v:oval>
            <v:shape id="Text Box 34" o:spid="_x0000_s1031" type="#_x0000_t202" style="position:absolute;left:474;top:548;width:8022;height:120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gIv8EA&#10;AADbAAAADwAAAGRycy9kb3ducmV2LnhtbERPzWrCQBC+C32HZQpepG7iIS2paygFQYI9NO0DTLNj&#10;NpidDdk1iW/vFgRv8/H9zraYbSdGGnzrWEG6TkAQ10633Cj4/dm/vIHwAVlj55gUXMlDsXtabDHX&#10;buJvGqvQiBjCPkcFJoQ+l9LXhiz6teuJI3dyg8UQ4dBIPeAUw20nN0mSSYstxwaDPX0aqs/VxSpY&#10;mT75Op4Of3ud1eZceny1Y6nU8nn+eAcRaA4P8d190HF+Cv+/xAPk7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d4CL/BAAAA2wAAAA8AAAAAAAAAAAAAAAAAmAIAAGRycy9kb3du&#10;cmV2LnhtbFBLBQYAAAAABAAEAPUAAACGAwAAAAA=&#10;" filled="f" stroked="f">
              <v:stroke joinstyle="round"/>
              <v:textbox>
                <w:txbxContent>
                  <w:p w:rsidR="00A042C2" w:rsidRPr="00514C17" w:rsidRDefault="00A042C2" w:rsidP="00473DB1">
                    <w:pPr>
                      <w:jc w:val="center"/>
                    </w:pPr>
                    <w:r w:rsidRPr="00514C17">
                      <w:t>Обращение гражданина в органы опеки и попечительства с заявлением и документами за получением государственной услуги</w:t>
                    </w:r>
                  </w:p>
                </w:txbxContent>
              </v:textbox>
            </v:shape>
          </v:group>
        </w:pict>
      </w:r>
    </w:p>
    <w:p w:rsidR="00A042C2" w:rsidRDefault="00A042C2" w:rsidP="00E95F48">
      <w:pPr>
        <w:autoSpaceDE w:val="0"/>
        <w:jc w:val="right"/>
        <w:rPr>
          <w:sz w:val="28"/>
          <w:szCs w:val="28"/>
        </w:rPr>
      </w:pPr>
    </w:p>
    <w:p w:rsidR="00A042C2" w:rsidRDefault="00A042C2" w:rsidP="00E95F48">
      <w:pPr>
        <w:autoSpaceDE w:val="0"/>
        <w:jc w:val="right"/>
        <w:rPr>
          <w:sz w:val="28"/>
          <w:szCs w:val="28"/>
        </w:rPr>
      </w:pPr>
    </w:p>
    <w:p w:rsidR="00A042C2" w:rsidRDefault="00A042C2" w:rsidP="00E95F48">
      <w:pPr>
        <w:autoSpaceDE w:val="0"/>
        <w:jc w:val="right"/>
        <w:rPr>
          <w:sz w:val="28"/>
          <w:szCs w:val="28"/>
        </w:rPr>
      </w:pPr>
    </w:p>
    <w:p w:rsidR="00A042C2" w:rsidRDefault="00A042C2" w:rsidP="00E95F48">
      <w:pPr>
        <w:autoSpaceDE w:val="0"/>
        <w:jc w:val="right"/>
        <w:rPr>
          <w:sz w:val="28"/>
          <w:szCs w:val="28"/>
        </w:rPr>
      </w:pPr>
    </w:p>
    <w:p w:rsidR="00A042C2" w:rsidRDefault="00A042C2" w:rsidP="00E95F48">
      <w:pPr>
        <w:autoSpaceDE w:val="0"/>
        <w:jc w:val="right"/>
        <w:rPr>
          <w:sz w:val="28"/>
          <w:szCs w:val="28"/>
        </w:rPr>
      </w:pPr>
    </w:p>
    <w:p w:rsidR="00A042C2" w:rsidRDefault="00A042C2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w:pict>
          <v:line id="_x0000_s1032" style="position:absolute;left:0;text-align:left;z-index:251670528;visibility:visible" from="358.95pt,2.45pt" to="358.95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" strokeweight=".26mm">
            <v:stroke endarrow="block" joinstyle="miter"/>
          </v:line>
        </w:pict>
      </w:r>
      <w:r>
        <w:rPr>
          <w:noProof/>
          <w:lang w:eastAsia="ru-RU"/>
        </w:rPr>
        <w:pict>
          <v:line id="Line 45" o:spid="_x0000_s1033" style="position:absolute;left:0;text-align:left;z-index:251645952;visibility:visible" from="119.45pt,2.1pt" to="119.4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" strokeweight=".26mm">
            <v:stroke endarrow="block" joinstyle="miter"/>
          </v:line>
        </w:pict>
      </w:r>
    </w:p>
    <w:p w:rsidR="00A042C2" w:rsidRDefault="00A042C2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w:pict>
          <v:shape id="_x0000_s1034" type="#_x0000_t202" style="position:absolute;left:0;text-align:left;margin-left:-.3pt;margin-top:.6pt;width:450.9pt;height:78pt;z-index:25167667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" strokeweight=".5pt">
            <v:textbox inset="7.45pt,3.85pt,7.45pt,3.85pt">
              <w:txbxContent>
                <w:p w:rsidR="00A042C2" w:rsidRPr="00514C17" w:rsidRDefault="00A042C2" w:rsidP="00514C17">
                  <w:pPr>
                    <w:autoSpaceDE w:val="0"/>
                    <w:jc w:val="center"/>
                  </w:pPr>
                  <w:r>
                    <w:t>П</w:t>
                  </w:r>
                  <w:r w:rsidRPr="00410718">
                    <w:t>рием и регистрация заявления о предоставлении государственной услуги и прилагаемых к нему документов, указанных в подразделе 2.6 Регламента, а также документов, указанных в подразделе 2.7 Регламента, если они представлены заявителем по его инициативе самостоятельно</w:t>
                  </w:r>
                  <w:r>
                    <w:t xml:space="preserve">, в органах опеки и попечительства либо в МФЦ 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Text Box 44" o:spid="_x0000_s1035" type="#_x0000_t202" style="position:absolute;left:0;text-align:left;margin-left:1.95pt;margin-top:.6pt;width:450.9pt;height:78pt;z-index:251644928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" strokeweight=".5pt">
            <v:textbox inset="7.45pt,3.85pt,7.45pt,3.85pt">
              <w:txbxContent>
                <w:p w:rsidR="00A042C2" w:rsidRPr="00514C17" w:rsidRDefault="00A042C2" w:rsidP="00514C17">
                  <w:pPr>
                    <w:autoSpaceDE w:val="0"/>
                    <w:jc w:val="center"/>
                  </w:pPr>
                  <w:r>
                    <w:t>П</w:t>
                  </w:r>
                  <w:r w:rsidRPr="00410718">
                    <w:t>рием и регистрация заявления о предоставлении государственной услуги и прилагаемых к нему документов, указанных в подразделе 2.6 Регламента, а также документов, указанных в подразделе 2.7 Регламента, если они представлены заявителем по его инициативе самостоятельно</w:t>
                  </w:r>
                  <w:r>
                    <w:t xml:space="preserve">, в органах опеки и попечительства либо в МФЦ </w:t>
                  </w:r>
                </w:p>
              </w:txbxContent>
            </v:textbox>
          </v:shape>
        </w:pict>
      </w:r>
    </w:p>
    <w:p w:rsidR="00A042C2" w:rsidRDefault="00A042C2" w:rsidP="00E95F48">
      <w:pPr>
        <w:autoSpaceDE w:val="0"/>
        <w:jc w:val="right"/>
        <w:rPr>
          <w:sz w:val="28"/>
          <w:szCs w:val="28"/>
        </w:rPr>
      </w:pPr>
    </w:p>
    <w:p w:rsidR="00A042C2" w:rsidRDefault="00A042C2" w:rsidP="00E95F48">
      <w:pPr>
        <w:autoSpaceDE w:val="0"/>
        <w:jc w:val="right"/>
        <w:rPr>
          <w:sz w:val="28"/>
          <w:szCs w:val="28"/>
        </w:rPr>
      </w:pPr>
    </w:p>
    <w:p w:rsidR="00A042C2" w:rsidRDefault="00A042C2" w:rsidP="00E95F48">
      <w:pPr>
        <w:autoSpaceDE w:val="0"/>
        <w:jc w:val="center"/>
        <w:rPr>
          <w:sz w:val="28"/>
          <w:szCs w:val="28"/>
        </w:rPr>
      </w:pPr>
    </w:p>
    <w:p w:rsidR="00A042C2" w:rsidRDefault="00A042C2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w:pict>
          <v:line id="_x0000_s1036" style="position:absolute;left:0;text-align:left;z-index:251649024;visibility:visible" from="232.75pt,14.25pt" to="232.75pt,2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" strokeweight=".26mm">
            <v:stroke endarrow="block" joinstyle="miter"/>
          </v:line>
        </w:pict>
      </w:r>
    </w:p>
    <w:p w:rsidR="00A042C2" w:rsidRDefault="00A042C2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w:pict>
          <v:shape id="Text Box 35" o:spid="_x0000_s1037" type="#_x0000_t202" style="position:absolute;left:0;text-align:left;margin-left:0;margin-top:11.75pt;width:450.9pt;height:40.05pt;z-index:25164083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" strokeweight=".5pt">
            <v:textbox inset="7.45pt,3.85pt,7.45pt,3.85pt">
              <w:txbxContent>
                <w:p w:rsidR="00A042C2" w:rsidRPr="00514C17" w:rsidRDefault="00A042C2" w:rsidP="00514C17">
                  <w:pPr>
                    <w:jc w:val="center"/>
                  </w:pPr>
                  <w:r w:rsidRPr="00514C17">
                    <w:t>Направление запросов в органы (организации), участвующие в предоставлении государственной услуги, в рамках межведомственного взаимодействия</w:t>
                  </w:r>
                </w:p>
              </w:txbxContent>
            </v:textbox>
          </v:shape>
        </w:pict>
      </w:r>
    </w:p>
    <w:p w:rsidR="00A042C2" w:rsidRDefault="00A042C2" w:rsidP="00E95F48">
      <w:pPr>
        <w:autoSpaceDE w:val="0"/>
        <w:jc w:val="right"/>
        <w:rPr>
          <w:sz w:val="28"/>
          <w:szCs w:val="28"/>
        </w:rPr>
      </w:pPr>
    </w:p>
    <w:p w:rsidR="00A042C2" w:rsidRDefault="00A042C2" w:rsidP="00E95F48">
      <w:pPr>
        <w:autoSpaceDE w:val="0"/>
        <w:jc w:val="right"/>
        <w:rPr>
          <w:sz w:val="28"/>
          <w:szCs w:val="28"/>
        </w:rPr>
      </w:pPr>
    </w:p>
    <w:p w:rsidR="00A042C2" w:rsidRDefault="00A042C2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w:pict>
          <v:line id="Line 47" o:spid="_x0000_s1038" style="position:absolute;left:0;text-align:left;z-index:251646976;visibility:visible" from="233.6pt,5pt" to="233.6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" strokeweight=".26mm">
            <v:stroke endarrow="block" joinstyle="miter"/>
          </v:line>
        </w:pict>
      </w:r>
    </w:p>
    <w:p w:rsidR="00A042C2" w:rsidRDefault="00A042C2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w:pict>
          <v:shape id="_x0000_s1039" type="#_x0000_t202" style="position:absolute;left:0;text-align:left;margin-left:-.4pt;margin-top:3pt;width:450.9pt;height:40.05pt;z-index:251650048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" strokeweight=".5pt">
            <v:textbox inset="7.45pt,3.85pt,7.45pt,3.85pt">
              <w:txbxContent>
                <w:p w:rsidR="00A042C2" w:rsidRPr="00514C17" w:rsidRDefault="00A042C2" w:rsidP="001D45C2">
                  <w:pPr>
                    <w:jc w:val="center"/>
                  </w:pPr>
                  <w:r w:rsidRPr="001D45C2">
                    <w:t>Рассмотрение заявления и прилагаемых к нему документов для установления права на получение государственной услуги</w:t>
                  </w:r>
                </w:p>
              </w:txbxContent>
            </v:textbox>
          </v:shape>
        </w:pict>
      </w:r>
    </w:p>
    <w:p w:rsidR="00A042C2" w:rsidRDefault="00A042C2" w:rsidP="00E95F48">
      <w:pPr>
        <w:autoSpaceDE w:val="0"/>
        <w:jc w:val="right"/>
        <w:rPr>
          <w:sz w:val="28"/>
          <w:szCs w:val="28"/>
        </w:rPr>
      </w:pPr>
    </w:p>
    <w:p w:rsidR="00A042C2" w:rsidRDefault="00A042C2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w:pict>
          <v:line id="_x0000_s1040" style="position:absolute;left:0;text-align:left;z-index:251651072;visibility:visible" from="232.8pt,10.7pt" to="232.8pt,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" strokeweight=".26mm">
            <v:stroke endarrow="block" joinstyle="miter"/>
          </v:line>
        </w:pict>
      </w:r>
    </w:p>
    <w:p w:rsidR="00A042C2" w:rsidRDefault="00A042C2" w:rsidP="00E95F48">
      <w:pPr>
        <w:tabs>
          <w:tab w:val="left" w:pos="1500"/>
          <w:tab w:val="right" w:pos="9639"/>
        </w:tabs>
        <w:autoSpaceDE w:val="0"/>
        <w:rPr>
          <w:sz w:val="28"/>
          <w:szCs w:val="28"/>
        </w:rPr>
      </w:pPr>
      <w:r>
        <w:rPr>
          <w:noProof/>
          <w:lang w:eastAsia="ru-RU"/>
        </w:rPr>
        <w:pict>
          <v:group id="Group 36" o:spid="_x0000_s1041" style="position:absolute;margin-left:-.15pt;margin-top:11pt;width:466.55pt;height:35.9pt;z-index:251641856;mso-wrap-distance-left:0;mso-wrap-distance-right:0" coordorigin="2160,99" coordsize="48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">
            <v:shapetype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AutoShape 37" o:spid="_x0000_s1042" type="#_x0000_t4" style="position:absolute;left:2160;top:99;width:4859;height:718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ItjcYA&#10;AADbAAAADwAAAGRycy9kb3ducmV2LnhtbESPQWvCQBSE74L/YXlCb2aTVkOJriKFFmkvar309pp9&#10;JtHs2zS7NWl/vSsIHoeZ+YaZL3tTizO1rrKsIIliEMS51RUXCvafr+NnEM4ja6wtk4I/crBcDAdz&#10;zLTteEvnnS9EgLDLUEHpfZNJ6fKSDLrINsTBO9jWoA+yLaRusQtwU8vHOE6lwYrDQokNvZSUn3a/&#10;RoH879LJfvOdHN3TafK1Tt/fuo8fpR5G/WoGwlPv7+Fbe60VTBO4fgk/QC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tItjcYAAADbAAAADwAAAAAAAAAAAAAAAACYAgAAZHJz&#10;L2Rvd25yZXYueG1sUEsFBgAAAAAEAAQA9QAAAIsDAAAAAA==&#10;" strokeweight=".26mm"/>
            <v:shape id="Text Box 38" o:spid="_x0000_s1043" type="#_x0000_t202" style="position:absolute;left:3386;top:99;width:2429;height:63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AvCMMA&#10;AADbAAAADwAAAGRycy9kb3ducmV2LnhtbESP3YrCMBSE74V9h3AWvBFNV1iVbqOIIIjohT8PcLY5&#10;NqXNSWmytb69WRC8HGbmGyZb9bYWHbW+dKzga5KAIM6dLrlQcL1sxwsQPiBrrB2Tggd5WC0/Bhmm&#10;2t35RN05FCJC2KeowITQpFL63JBFP3ENcfRurrUYomwLqVu8R7it5TRJZtJiyXHBYEMbQ3l1/rMK&#10;RqZJjofb7nerZ7mp9h7nttsrNfzs1z8gAvXhHX61d1rB9xT+v8QfI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AvCMMAAADbAAAADwAAAAAAAAAAAAAAAACYAgAAZHJzL2Rv&#10;d25yZXYueG1sUEsFBgAAAAAEAAQA9QAAAIgDAAAAAA==&#10;" filled="f" stroked="f">
              <v:stroke joinstyle="round"/>
              <v:textbox>
                <w:txbxContent>
                  <w:p w:rsidR="00A042C2" w:rsidRPr="009C1A95" w:rsidRDefault="00A042C2" w:rsidP="00E95F48">
                    <w:pPr>
                      <w:jc w:val="center"/>
                    </w:pPr>
                    <w:r w:rsidRPr="009C1A95">
                      <w:t>Вывод должностного лица:</w:t>
                    </w:r>
                  </w:p>
                </w:txbxContent>
              </v:textbox>
            </v:shape>
          </v:group>
        </w:pict>
      </w:r>
    </w:p>
    <w:p w:rsidR="00A042C2" w:rsidRDefault="00A042C2" w:rsidP="00E95F48">
      <w:pPr>
        <w:tabs>
          <w:tab w:val="left" w:pos="1500"/>
          <w:tab w:val="right" w:pos="9639"/>
        </w:tabs>
        <w:autoSpaceDE w:val="0"/>
        <w:rPr>
          <w:sz w:val="28"/>
          <w:szCs w:val="28"/>
        </w:rPr>
      </w:pPr>
    </w:p>
    <w:p w:rsidR="00A042C2" w:rsidRPr="007204AB" w:rsidRDefault="00A042C2" w:rsidP="00E95F48">
      <w:pPr>
        <w:tabs>
          <w:tab w:val="left" w:pos="1500"/>
          <w:tab w:val="right" w:pos="9639"/>
        </w:tabs>
        <w:autoSpaceDE w:val="0"/>
        <w:rPr>
          <w:sz w:val="20"/>
          <w:szCs w:val="20"/>
        </w:rPr>
      </w:pPr>
      <w:r>
        <w:rPr>
          <w:noProof/>
          <w:lang w:eastAsia="ru-RU"/>
        </w:rPr>
        <w:pict>
          <v:group id="Group 56" o:spid="_x0000_s1044" style="position:absolute;margin-left:236.2pt;margin-top:11.05pt;width:221.35pt;height:98.9pt;z-index:251648000;mso-wrap-distance-left:0;mso-wrap-distance-right:0" coordorigin="4691,77" coordsize="3959,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">
            <v:shape id="AutoShape 57" o:spid="_x0000_s1045" type="#_x0000_t4" style="position:absolute;left:4691;top:77;width:3959;height:77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iRwb8A&#10;AADbAAAADwAAAGRycy9kb3ducmV2LnhtbESPQYvCMBSE7wv+h/CEva2pK1SpRtEFwatd8fxonk2x&#10;eSlJauu/NwvCHoeZ+YbZ7Ebbigf50DhWMJ9lIIgrpxuuFVx+j18rECEia2wdk4InBdhtJx8bLLQb&#10;+EyPMtYiQTgUqMDE2BVShsqQxTBzHXHybs5bjEn6WmqPQ4LbVn5nWS4tNpwWDHb0Y6i6l71VcBiH&#10;vi8NLUpZX3O5n+t85aNSn9NxvwYRaYz/4Xf7pBUslvD3Jf0AuX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OSJHBvwAAANsAAAAPAAAAAAAAAAAAAAAAAJgCAABkcnMvZG93bnJl&#10;di54bWxQSwUGAAAAAAQABAD1AAAAhAMAAAAA&#10;" strokeweight=".26mm"/>
            <v:shape id="Text Box 58" o:spid="_x0000_s1046" type="#_x0000_t202" style="position:absolute;left:5106;top:102;width:3150;height:61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f9QsAA&#10;AADbAAAADwAAAGRycy9kb3ducmV2LnhtbERP3WrCMBS+F/YO4Qx2I2vqBjqqUUQQSpkX/jzAsTlt&#10;is1JaWLt3n65ELz8+P5Xm9G2YqDeN44VzJIUBHHpdMO1gst5//kDwgdkja1jUvBHHjbrt8kKM+0e&#10;fKThFGoRQ9hnqMCE0GVS+tKQRZ+4jjhylesthgj7WuoeHzHctvIrTefSYsOxwWBHO0Pl7XS3Cqam&#10;Sw+/VX7d63lpboXHhR0KpT7ex+0SRKAxvMRPd64VfMex8Uv8AXL9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ff9QsAAAADbAAAADwAAAAAAAAAAAAAAAACYAgAAZHJzL2Rvd25y&#10;ZXYueG1sUEsFBgAAAAAEAAQA9QAAAIUDAAAAAA==&#10;" filled="f" stroked="f">
              <v:stroke joinstyle="round"/>
              <v:textbox>
                <w:txbxContent>
                  <w:p w:rsidR="00A042C2" w:rsidRDefault="00A042C2" w:rsidP="009C1A95">
                    <w:pPr>
                      <w:jc w:val="center"/>
                    </w:pPr>
                    <w:r w:rsidRPr="009C1A95">
                      <w:t>о наличии</w:t>
                    </w:r>
                  </w:p>
                  <w:p w:rsidR="00A042C2" w:rsidRPr="009C1A95" w:rsidRDefault="00A042C2" w:rsidP="009C1A95">
                    <w:pPr>
                      <w:jc w:val="center"/>
                    </w:pPr>
                    <w:r w:rsidRPr="009C1A95">
                      <w:t>оснований для отказа в предоставлении государственной услуги</w:t>
                    </w:r>
                  </w:p>
                </w:txbxContent>
              </v:textbox>
            </v:shape>
          </v:group>
        </w:pict>
      </w:r>
      <w:r>
        <w:rPr>
          <w:noProof/>
          <w:lang w:eastAsia="ru-RU"/>
        </w:rPr>
        <w:pict>
          <v:group id="Group 40" o:spid="_x0000_s1047" style="position:absolute;margin-left:-8.95pt;margin-top:9.2pt;width:235.65pt;height:102.5pt;z-index:251642880;mso-wrap-distance-left:0;mso-wrap-distance-right:0" coordorigin="440,-31" coordsize="39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">
            <v:shape id="AutoShape 41" o:spid="_x0000_s1048" type="#_x0000_t4" style="position:absolute;left:440;top:-31;width:3959;height:71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d6yLwA&#10;AADbAAAADwAAAGRycy9kb3ducmV2LnhtbERPTYvCMBC9C/sfwgjeNHWVUqpR3IUFr1bxPDRjU2wm&#10;JUlt999vDsIeH+97f5xsJ17kQ+tYwXqVgSCunW65UXC7/iwLECEia+wck4JfCnA8fMz2WGo38oVe&#10;VWxECuFQogITY19KGWpDFsPK9cSJezhvMSboG6k9jincdvIzy3JpseXUYLCnb0P1sxqsgq9pHIbK&#10;0KaSzT2Xp7XOCx+VWsyn0w5EpCn+i9/us1awTevTl/QD5OEP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Zp3rIvAAAANsAAAAPAAAAAAAAAAAAAAAAAJgCAABkcnMvZG93bnJldi54&#10;bWxQSwUGAAAAAAQABAD1AAAAgQMAAAAA&#10;" strokeweight=".26mm"/>
            <v:shape id="Text Box 42" o:spid="_x0000_s1049" type="#_x0000_t202" style="position:absolute;left:497;top:46;width:3720;height:57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snosQA&#10;AADbAAAADwAAAGRycy9kb3ducmV2LnhtbESPwWrDMBBE74H+g9hCL6GWXUpS3MgmBAIhtIc4+YCt&#10;tbGMrZWxVMf9+6pQyHGYmTfMppxtLyYafetYQZakIIhrp1tuFFzO++c3ED4ga+wdk4If8lAWD4sN&#10;5trd+ERTFRoRIexzVGBCGHIpfW3Iok/cQBy9qxsthijHRuoRbxFue/mSpitpseW4YHCgnaG6q76t&#10;gqUZ0s+P6+Frr1e16Y4e13Y6KvX0OG/fQQSawz383z5oBa8Z/H2JP0A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LJ6LEAAAA2wAAAA8AAAAAAAAAAAAAAAAAmAIAAGRycy9k&#10;b3ducmV2LnhtbFBLBQYAAAAABAAEAPUAAACJAwAAAAA=&#10;" filled="f" stroked="f">
              <v:stroke joinstyle="round"/>
              <v:textbox>
                <w:txbxContent/>
              </v:textbox>
            </v:shape>
          </v:group>
        </w:pict>
      </w:r>
    </w:p>
    <w:p w:rsidR="00A042C2" w:rsidRDefault="00A042C2" w:rsidP="00E95F48">
      <w:pPr>
        <w:tabs>
          <w:tab w:val="left" w:pos="1500"/>
          <w:tab w:val="right" w:pos="9639"/>
        </w:tabs>
        <w:autoSpaceDE w:val="0"/>
        <w:rPr>
          <w:sz w:val="20"/>
          <w:szCs w:val="20"/>
        </w:rPr>
      </w:pPr>
      <w:r>
        <w:rPr>
          <w:noProof/>
          <w:lang w:eastAsia="ru-RU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Соединительная линия уступом 7" o:spid="_x0000_s1050" type="#_x0000_t34" style="position:absolute;margin-left:377.15pt;margin-top:1.95pt;width:24pt;height:10.85pt;rotation:90;flip:x;z-index:251652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">
            <v:stroke endarrow="open"/>
          </v:shape>
        </w:pict>
      </w:r>
      <w:r>
        <w:rPr>
          <w:noProof/>
          <w:lang w:eastAsia="ru-RU"/>
        </w:rPr>
        <w:pict>
          <v:shape id="Соединительная линия уступом 8" o:spid="_x0000_s1051" type="#_x0000_t34" style="position:absolute;margin-left:48.05pt;margin-top:2.5pt;width:23.7pt;height:9.75pt;rotation:90;z-index:251653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">
            <v:stroke endarrow="open"/>
          </v:shape>
        </w:pict>
      </w:r>
    </w:p>
    <w:p w:rsidR="00A042C2" w:rsidRDefault="00A042C2" w:rsidP="00E95F48">
      <w:pPr>
        <w:autoSpaceDE w:val="0"/>
        <w:jc w:val="right"/>
        <w:rPr>
          <w:sz w:val="28"/>
          <w:szCs w:val="28"/>
        </w:rPr>
      </w:pPr>
    </w:p>
    <w:p w:rsidR="00A042C2" w:rsidRDefault="00A042C2" w:rsidP="007204AB">
      <w:pPr>
        <w:autoSpaceDE w:val="0"/>
        <w:jc w:val="right"/>
        <w:rPr>
          <w:sz w:val="28"/>
          <w:szCs w:val="28"/>
        </w:rPr>
      </w:pPr>
    </w:p>
    <w:p w:rsidR="00A042C2" w:rsidRDefault="00A042C2" w:rsidP="007204AB">
      <w:pPr>
        <w:autoSpaceDE w:val="0"/>
        <w:jc w:val="center"/>
        <w:rPr>
          <w:sz w:val="28"/>
          <w:szCs w:val="28"/>
        </w:rPr>
      </w:pPr>
    </w:p>
    <w:p w:rsidR="00A042C2" w:rsidRDefault="00A042C2" w:rsidP="007204AB">
      <w:pPr>
        <w:autoSpaceDE w:val="0"/>
        <w:jc w:val="center"/>
        <w:rPr>
          <w:sz w:val="28"/>
          <w:szCs w:val="28"/>
        </w:rPr>
      </w:pPr>
    </w:p>
    <w:p w:rsidR="00A042C2" w:rsidRDefault="00A042C2" w:rsidP="006D418A">
      <w:pPr>
        <w:autoSpaceDE w:val="0"/>
        <w:jc w:val="both"/>
        <w:rPr>
          <w:sz w:val="28"/>
          <w:szCs w:val="28"/>
        </w:rPr>
      </w:pPr>
    </w:p>
    <w:p w:rsidR="00A042C2" w:rsidRDefault="00A042C2" w:rsidP="006D418A">
      <w:pPr>
        <w:autoSpaceDE w:val="0"/>
        <w:jc w:val="both"/>
        <w:rPr>
          <w:sz w:val="28"/>
          <w:szCs w:val="28"/>
        </w:rPr>
      </w:pPr>
      <w:r>
        <w:rPr>
          <w:noProof/>
          <w:lang w:eastAsia="ru-RU"/>
        </w:rPr>
        <w:pict>
          <v:oval id="Овал 14" o:spid="_x0000_s1052" style="position:absolute;left:0;text-align:left;margin-left:3in;margin-top:15.15pt;width:25.9pt;height:23.75pt;z-index:25165721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" strokeweight=".5pt"/>
        </w:pict>
      </w:r>
    </w:p>
    <w:p w:rsidR="00A042C2" w:rsidRDefault="00A042C2" w:rsidP="006D418A">
      <w:pPr>
        <w:autoSpaceDE w:val="0"/>
        <w:jc w:val="both"/>
        <w:rPr>
          <w:sz w:val="28"/>
          <w:szCs w:val="28"/>
        </w:rPr>
      </w:pPr>
      <w:r>
        <w:rPr>
          <w:noProof/>
          <w:lang w:eastAsia="ru-RU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Стрелка вниз 4" o:spid="_x0000_s1053" type="#_x0000_t67" style="position:absolute;left:0;text-align:left;margin-left:324pt;margin-top:6.15pt;width:52.45pt;height:18pt;z-index:25165516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" adj="10800" strokeweight=".25pt"/>
        </w:pict>
      </w:r>
      <w:r>
        <w:rPr>
          <w:noProof/>
          <w:lang w:eastAsia="ru-RU"/>
        </w:rPr>
        <w:pict>
          <v:shape id="Стрелка вниз 1" o:spid="_x0000_s1054" type="#_x0000_t67" style="position:absolute;left:0;text-align:left;margin-left:81pt;margin-top:8.05pt;width:52.3pt;height:14.95pt;z-index:25165414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" adj="10800" strokeweight=".25pt"/>
        </w:pict>
      </w:r>
    </w:p>
    <w:p w:rsidR="00A042C2" w:rsidRDefault="00A042C2" w:rsidP="006D418A">
      <w:pPr>
        <w:autoSpaceDE w:val="0"/>
        <w:jc w:val="both"/>
        <w:rPr>
          <w:sz w:val="28"/>
          <w:szCs w:val="28"/>
        </w:rPr>
      </w:pPr>
    </w:p>
    <w:p w:rsidR="00A042C2" w:rsidRDefault="00A042C2" w:rsidP="006D418A">
      <w:pPr>
        <w:autoSpaceDE w:val="0"/>
        <w:jc w:val="both"/>
        <w:rPr>
          <w:sz w:val="28"/>
          <w:szCs w:val="28"/>
        </w:rPr>
      </w:pPr>
    </w:p>
    <w:p w:rsidR="00A042C2" w:rsidRDefault="00A042C2" w:rsidP="006D418A">
      <w:pPr>
        <w:autoSpaceDE w:val="0"/>
        <w:jc w:val="both"/>
        <w:rPr>
          <w:sz w:val="28"/>
          <w:szCs w:val="28"/>
        </w:rPr>
      </w:pPr>
    </w:p>
    <w:p w:rsidR="00A042C2" w:rsidRDefault="00A042C2" w:rsidP="008109A8">
      <w:pPr>
        <w:autoSpaceDE w:val="0"/>
        <w:jc w:val="both"/>
        <w:rPr>
          <w:sz w:val="28"/>
          <w:szCs w:val="28"/>
        </w:rPr>
      </w:pPr>
      <w:r>
        <w:rPr>
          <w:noProof/>
          <w:lang w:eastAsia="ru-RU"/>
        </w:rPr>
        <w:pict>
          <v:oval id="Овал 15" o:spid="_x0000_s1055" style="position:absolute;left:0;text-align:left;margin-left:241.95pt;margin-top:-8.6pt;width:241.5pt;height:126pt;z-index:-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" strokeweight=".5pt">
            <v:textbox style="mso-next-textbox:#Овал 15">
              <w:txbxContent>
                <w:p w:rsidR="00A042C2" w:rsidRPr="00E863FC" w:rsidRDefault="00A042C2" w:rsidP="00F23937">
                  <w:pPr>
                    <w:jc w:val="center"/>
                  </w:pPr>
                  <w:r>
                    <w:t>Подготовка и выдача письменного отказа в выдаче заключения о возможности быть опекуном (попечителем) в отношении несовершеннолетних</w:t>
                  </w:r>
                </w:p>
                <w:p w:rsidR="00A042C2" w:rsidRDefault="00A042C2" w:rsidP="00F23937">
                  <w:pPr>
                    <w:jc w:val="center"/>
                  </w:pPr>
                </w:p>
              </w:txbxContent>
            </v:textbox>
          </v:oval>
        </w:pict>
      </w:r>
      <w:r>
        <w:rPr>
          <w:noProof/>
          <w:lang w:eastAsia="ru-RU"/>
        </w:rPr>
        <w:pict>
          <v:rect id="Прямоугольник 9" o:spid="_x0000_s1056" style="position:absolute;left:0;text-align:left;margin-left:280.35pt;margin-top:9pt;width:179.3pt;height:104.6pt;z-index:-251677696;visibility:visible;v-text-anchor:middle" wrapcoords="-181 -155 -181 21600 21781 21600 21781 -155 -181 -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" strokecolor="white" strokeweight="2pt">
            <w10:wrap type="tight"/>
          </v:rect>
        </w:pict>
      </w:r>
      <w:r>
        <w:rPr>
          <w:noProof/>
          <w:lang w:eastAsia="ru-RU"/>
        </w:rPr>
        <w:pict>
          <v:shape id="Text Box 43" o:spid="_x0000_s1057" type="#_x0000_t202" style="position:absolute;left:0;text-align:left;margin-left:-.8pt;margin-top:3.75pt;width:235pt;height:91pt;z-index:25164390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" strokeweight=".5pt">
            <v:textbox style="mso-next-textbox:#Text Box 43" inset="7.45pt,3.85pt,7.45pt,3.85pt">
              <w:txbxContent>
                <w:p w:rsidR="00A042C2" w:rsidRPr="00E863FC" w:rsidRDefault="00A042C2" w:rsidP="00E95F48">
                  <w:pPr>
                    <w:jc w:val="center"/>
                  </w:pPr>
                  <w:r w:rsidRPr="008109A8">
                    <w:t>Проведение обследований условий жизни заявителя и его семьи в целях оценки жилищно-бытовых условий заявителя, отношений, сложившихся между членами семьи заявителя, и оформление акта обследования условий жизни заявителя</w:t>
                  </w:r>
                </w:p>
              </w:txbxContent>
            </v:textbox>
          </v:shape>
        </w:pict>
      </w:r>
      <w:r>
        <w:rPr>
          <w:sz w:val="28"/>
          <w:szCs w:val="28"/>
        </w:rPr>
        <w:t xml:space="preserve">                                                                      </w:t>
      </w:r>
    </w:p>
    <w:p w:rsidR="00A042C2" w:rsidRDefault="00A042C2" w:rsidP="008109A8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A042C2" w:rsidRDefault="00A042C2" w:rsidP="008109A8">
      <w:pPr>
        <w:autoSpaceDE w:val="0"/>
        <w:jc w:val="both"/>
        <w:rPr>
          <w:sz w:val="28"/>
          <w:szCs w:val="28"/>
        </w:rPr>
      </w:pPr>
    </w:p>
    <w:p w:rsidR="00A042C2" w:rsidRDefault="00A042C2" w:rsidP="0070174E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</w:p>
    <w:p w:rsidR="00A042C2" w:rsidRDefault="00A042C2" w:rsidP="00E95F48">
      <w:pPr>
        <w:autoSpaceDE w:val="0"/>
        <w:jc w:val="right"/>
        <w:rPr>
          <w:sz w:val="28"/>
          <w:szCs w:val="28"/>
        </w:rPr>
      </w:pPr>
    </w:p>
    <w:p w:rsidR="00A042C2" w:rsidRDefault="00A042C2" w:rsidP="00F23937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</w:p>
    <w:p w:rsidR="00A042C2" w:rsidRDefault="00A042C2" w:rsidP="00F23937">
      <w:pPr>
        <w:autoSpaceDE w:val="0"/>
        <w:jc w:val="both"/>
        <w:rPr>
          <w:sz w:val="28"/>
          <w:szCs w:val="28"/>
        </w:rPr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9" o:spid="_x0000_s1058" type="#_x0000_t32" style="position:absolute;left:0;text-align:left;margin-left:117pt;margin-top:2.8pt;width:0;height:25.7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">
            <v:stroke endarrow="open"/>
          </v:shape>
        </w:pict>
      </w:r>
    </w:p>
    <w:p w:rsidR="00A042C2" w:rsidRDefault="00A042C2" w:rsidP="00F23937">
      <w:pPr>
        <w:autoSpaceDE w:val="0"/>
        <w:jc w:val="both"/>
        <w:rPr>
          <w:sz w:val="28"/>
          <w:szCs w:val="28"/>
        </w:rPr>
      </w:pPr>
    </w:p>
    <w:p w:rsidR="00A042C2" w:rsidRDefault="00A042C2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w:pict>
          <v:rect id="Прямоугольник 23" o:spid="_x0000_s1059" style="position:absolute;left:0;text-align:left;margin-left:-8.25pt;margin-top:1.05pt;width:478.85pt;height:39.4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" strokeweight=".5pt">
            <v:textbox>
              <w:txbxContent>
                <w:p w:rsidR="00A042C2" w:rsidRDefault="00A042C2" w:rsidP="00487794">
                  <w:pPr>
                    <w:jc w:val="center"/>
                  </w:pPr>
                  <w:r w:rsidRPr="00487794">
                    <w:t>Принятие решения о предоставлении либо об отказе в предоставлении государственной услуги</w:t>
                  </w:r>
                </w:p>
              </w:txbxContent>
            </v:textbox>
          </v:rect>
        </w:pict>
      </w:r>
    </w:p>
    <w:p w:rsidR="00A042C2" w:rsidRDefault="00A042C2" w:rsidP="00E95F48">
      <w:pPr>
        <w:autoSpaceDE w:val="0"/>
        <w:jc w:val="right"/>
        <w:rPr>
          <w:sz w:val="28"/>
          <w:szCs w:val="28"/>
        </w:rPr>
      </w:pPr>
    </w:p>
    <w:p w:rsidR="00A042C2" w:rsidRDefault="00A042C2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w:pict>
          <v:shape id="Прямая со стрелкой 17" o:spid="_x0000_s1060" type="#_x0000_t32" style="position:absolute;left:0;text-align:left;margin-left:234.85pt;margin-top:13.25pt;width:0;height:25.75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" strokecolor="windowText">
            <v:stroke endarrow="open"/>
          </v:shape>
        </w:pict>
      </w:r>
    </w:p>
    <w:p w:rsidR="00A042C2" w:rsidRDefault="00A042C2" w:rsidP="004A6800">
      <w:pPr>
        <w:autoSpaceDE w:val="0"/>
        <w:jc w:val="center"/>
        <w:rPr>
          <w:sz w:val="28"/>
          <w:szCs w:val="28"/>
        </w:rPr>
      </w:pPr>
    </w:p>
    <w:p w:rsidR="00A042C2" w:rsidRDefault="00A042C2" w:rsidP="004A6800">
      <w:pPr>
        <w:autoSpaceDE w:val="0"/>
        <w:jc w:val="center"/>
        <w:rPr>
          <w:sz w:val="28"/>
          <w:szCs w:val="28"/>
        </w:rPr>
      </w:pPr>
    </w:p>
    <w:p w:rsidR="00A042C2" w:rsidRDefault="00A042C2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Блок-схема: решение 26" o:spid="_x0000_s1061" type="#_x0000_t110" style="position:absolute;left:0;text-align:left;margin-left:-4.9pt;margin-top:1.8pt;width:478.85pt;height:40.75pt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" strokeweight=".5pt">
            <v:textbox>
              <w:txbxContent>
                <w:p w:rsidR="00A042C2" w:rsidRPr="009C1A95" w:rsidRDefault="00A042C2" w:rsidP="004A6800">
                  <w:pPr>
                    <w:jc w:val="center"/>
                  </w:pPr>
                  <w:r w:rsidRPr="009C1A95">
                    <w:t>Вывод должностного лица:</w:t>
                  </w:r>
                </w:p>
                <w:p w:rsidR="00A042C2" w:rsidRDefault="00A042C2" w:rsidP="004A6800">
                  <w:pPr>
                    <w:jc w:val="center"/>
                  </w:pPr>
                </w:p>
              </w:txbxContent>
            </v:textbox>
          </v:shape>
        </w:pict>
      </w:r>
    </w:p>
    <w:p w:rsidR="00A042C2" w:rsidRDefault="00A042C2" w:rsidP="00E95F48">
      <w:pPr>
        <w:autoSpaceDE w:val="0"/>
        <w:jc w:val="right"/>
        <w:rPr>
          <w:sz w:val="28"/>
          <w:szCs w:val="28"/>
        </w:rPr>
      </w:pPr>
    </w:p>
    <w:p w:rsidR="00A042C2" w:rsidRDefault="00A042C2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w:pict>
          <v:group id="_x0000_s1062" style="position:absolute;left:0;text-align:left;margin-left:239.7pt;margin-top:11.6pt;width:240.7pt;height:114.4pt;z-index:251667456;mso-wrap-distance-left:0;mso-wrap-distance-right:0" coordorigin="520,-31" coordsize="3959,7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">
            <v:shape id="AutoShape 41" o:spid="_x0000_s1063" type="#_x0000_t4" style="position:absolute;left:520;top:-31;width:3959;height:794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EZ6MAA&#10;AADbAAAADwAAAGRycy9kb3ducmV2LnhtbESPQYvCMBSE74L/ITzBm6YqVLdrFBWEvW6VPT+at02x&#10;eSlJauu/3yws7HGYmW+Y/XG0rXiSD41jBatlBoK4crrhWsH9dl3sQISIrLF1TApeFOB4mE72WGg3&#10;8Cc9y1iLBOFQoAITY1dIGSpDFsPSdcTJ+3beYkzS11J7HBLctnKdZbm02HBaMNjRxVD1KHur4DwO&#10;fV8a2pSy/srlaaXznY9KzWfj6R1EpDH+h//aH1rB9g1+v6QfIA8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vEZ6MAAAADbAAAADwAAAAAAAAAAAAAAAACYAgAAZHJzL2Rvd25y&#10;ZXYueG1sUEsFBgAAAAAEAAQA9QAAAIUDAAAAAA==&#10;" strokeweight=".26mm"/>
            <v:shape id="Text Box 42" o:spid="_x0000_s1064" type="#_x0000_t202" style="position:absolute;left:928;top:9;width:3021;height:57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44o7wA&#10;AADbAAAADwAAAGRycy9kb3ducmV2LnhtbERPSwrCMBDdC94hjOBGNNWFSjWKCIKILvwcYGzGpthM&#10;ShNrvb1ZCC4f779ct7YUDdW+cKxgPEpAEGdOF5wruF13wzkIH5A1lo5JwYc8rFfdzhJT7d58puYS&#10;chFD2KeowIRQpVL6zJBFP3IVceQerrYYIqxzqWt8x3BbykmSTKXFgmODwYq2hrLn5WUVDEyVnI6P&#10;/X2np5l5HjzObHNQqt9rNwsQgdrwF//ce61gHtfHL/EHyNUX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APjijvAAAANsAAAAPAAAAAAAAAAAAAAAAAJgCAABkcnMvZG93bnJldi54&#10;bWxQSwUGAAAAAAQABAD1AAAAgQMAAAAA&#10;" filled="f" stroked="f">
              <v:stroke joinstyle="round"/>
              <v:textbox style="mso-next-textbox:#Text Box 42">
                <w:txbxContent>
                  <w:p w:rsidR="00A042C2" w:rsidRDefault="00A042C2" w:rsidP="00592D6E">
                    <w:pPr>
                      <w:jc w:val="center"/>
                      <w:rPr>
                        <w:sz w:val="23"/>
                        <w:szCs w:val="23"/>
                      </w:rPr>
                    </w:pPr>
                  </w:p>
                  <w:p w:rsidR="00A042C2" w:rsidRPr="00C6089D" w:rsidRDefault="00A042C2" w:rsidP="00592D6E">
                    <w:pPr>
                      <w:jc w:val="center"/>
                      <w:rPr>
                        <w:sz w:val="23"/>
                        <w:szCs w:val="23"/>
                      </w:rPr>
                    </w:pPr>
                    <w:r w:rsidRPr="00C6089D">
                      <w:rPr>
                        <w:sz w:val="23"/>
                        <w:szCs w:val="23"/>
                      </w:rPr>
                      <w:t>Подготовка</w:t>
                    </w:r>
                  </w:p>
                  <w:p w:rsidR="00A042C2" w:rsidRDefault="00A042C2" w:rsidP="00C6089D">
                    <w:pPr>
                      <w:jc w:val="center"/>
                      <w:rPr>
                        <w:sz w:val="23"/>
                        <w:szCs w:val="23"/>
                      </w:rPr>
                    </w:pPr>
                    <w:r w:rsidRPr="00C6089D">
                      <w:rPr>
                        <w:sz w:val="23"/>
                        <w:szCs w:val="23"/>
                      </w:rPr>
                      <w:t xml:space="preserve"> и подписание заключения о невозможности быть </w:t>
                    </w:r>
                    <w:r>
                      <w:rPr>
                        <w:sz w:val="23"/>
                        <w:szCs w:val="23"/>
                      </w:rPr>
                      <w:t xml:space="preserve">опекуном (попечителем) в отношении </w:t>
                    </w:r>
                  </w:p>
                  <w:p w:rsidR="00A042C2" w:rsidRDefault="00A042C2" w:rsidP="00583A2D">
                    <w:pPr>
                      <w:jc w:val="center"/>
                    </w:pPr>
                  </w:p>
                  <w:p w:rsidR="00A042C2" w:rsidRDefault="00A042C2" w:rsidP="00583A2D">
                    <w:pPr>
                      <w:jc w:val="center"/>
                    </w:pPr>
                    <w:r>
                      <w:t>заявления и прилагаемых к</w:t>
                    </w:r>
                  </w:p>
                  <w:p w:rsidR="00A042C2" w:rsidRDefault="00A042C2" w:rsidP="00583A2D">
                    <w:pPr>
                      <w:jc w:val="center"/>
                    </w:pPr>
                    <w:r w:rsidRPr="009C1A95">
                      <w:t>нему документов требованиям законодательства и</w:t>
                    </w:r>
                  </w:p>
                  <w:p w:rsidR="00A042C2" w:rsidRPr="009C1A95" w:rsidRDefault="00A042C2" w:rsidP="00583A2D">
                    <w:pPr>
                      <w:jc w:val="center"/>
                    </w:pPr>
                    <w:r w:rsidRPr="009C1A95">
                      <w:t>Регламента</w:t>
                    </w:r>
                  </w:p>
                  <w:p w:rsidR="00A042C2" w:rsidRDefault="00A042C2" w:rsidP="00C6089D">
                    <w:pPr>
                      <w:jc w:val="center"/>
                    </w:pPr>
                  </w:p>
                </w:txbxContent>
              </v:textbox>
            </v:shape>
          </v:group>
        </w:pict>
      </w:r>
    </w:p>
    <w:p w:rsidR="00A042C2" w:rsidRDefault="00A042C2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w:pict>
          <v:group id="_x0000_s1065" style="position:absolute;left:0;text-align:left;margin-left:-31.8pt;margin-top:4.75pt;width:260.9pt;height:99.6pt;z-index:251666432;mso-wrap-distance-left:0;mso-wrap-distance-right:0" coordorigin="440,-31" coordsize="39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">
            <v:shape id="AutoShape 41" o:spid="_x0000_s1066" type="#_x0000_t4" style="position:absolute;left:440;top:-31;width:3959;height:71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WFMMAA&#10;AADbAAAADwAAAGRycy9kb3ducmV2LnhtbESPzWrDMBCE74W+g9hCbrXshhrjRglJoJBr3dLzYm0t&#10;U2tlJPknbx8FCj0OM/MNszusdhAz+dA7VlBkOQji1umeOwVfn+/PFYgQkTUOjknBlQIc9o8PO6y1&#10;W/iD5iZ2IkE41KjAxDjWUobWkMWQuZE4eT/OW4xJ+k5qj0uC20G+5HkpLfacFgyOdDbU/jaTVXBa&#10;l2lqDG0b2X2X8ljosvJRqc3TenwDEWmN/+G/9kUrKF/h/iX9ALm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mWFMMAAAADbAAAADwAAAAAAAAAAAAAAAACYAgAAZHJzL2Rvd25y&#10;ZXYueG1sUEsFBgAAAAAEAAQA9QAAAIUDAAAAAA==&#10;" strokeweight=".26mm"/>
            <v:shape id="Text Box 42" o:spid="_x0000_s1067" type="#_x0000_t202" style="position:absolute;left:731;top:117;width:3469;height:47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fjtsMA&#10;AADbAAAADwAAAGRycy9kb3ducmV2LnhtbESPwWrDMBBE74H+g9hCL6GW04MbXCuhBALBNIcm+YCt&#10;tbaMrZWxVNv9+ypQ6HGYmTdMsV9sLyYafetYwSZJQRBXTrfcKLhdj89bED4ga+wdk4If8rDfPawK&#10;zLWb+ZOmS2hEhLDPUYEJYcil9JUhiz5xA3H0ajdaDFGOjdQjzhFue/mSppm02HJcMDjQwVDVXb6t&#10;grUZ0vNHffo66qwyXenx1U6lUk+Py/sbiEBL+A//tU9aQZbB/Uv8AXL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JfjtsMAAADbAAAADwAAAAAAAAAAAAAAAACYAgAAZHJzL2Rv&#10;d25yZXYueG1sUEsFBgAAAAAEAAQA9QAAAIgDAAAAAA==&#10;" filled="f" stroked="f">
              <v:stroke joinstyle="round"/>
              <v:textbox>
                <w:txbxContent>
                  <w:p w:rsidR="00A042C2" w:rsidRDefault="00A042C2" w:rsidP="00EC1B06">
                    <w:pPr>
                      <w:jc w:val="center"/>
                      <w:rPr>
                        <w:sz w:val="23"/>
                        <w:szCs w:val="23"/>
                      </w:rPr>
                    </w:pPr>
                    <w:r w:rsidRPr="00C6089D">
                      <w:rPr>
                        <w:sz w:val="23"/>
                        <w:szCs w:val="23"/>
                      </w:rPr>
                      <w:t>Подготовка и подписание заключения</w:t>
                    </w:r>
                  </w:p>
                  <w:p w:rsidR="00A042C2" w:rsidRDefault="00A042C2" w:rsidP="007204AB">
                    <w:pPr>
                      <w:jc w:val="center"/>
                    </w:pPr>
                    <w:r w:rsidRPr="00C6089D">
                      <w:rPr>
                        <w:sz w:val="23"/>
                        <w:szCs w:val="23"/>
                      </w:rPr>
                      <w:t xml:space="preserve"> о возможности быть </w:t>
                    </w:r>
                    <w:r>
                      <w:rPr>
                        <w:sz w:val="23"/>
                        <w:szCs w:val="23"/>
                      </w:rPr>
                      <w:t xml:space="preserve">опекуном </w:t>
                    </w:r>
                    <w:r w:rsidRPr="00C6089D">
                      <w:rPr>
                        <w:sz w:val="23"/>
                        <w:szCs w:val="23"/>
                      </w:rPr>
                      <w:t>(</w:t>
                    </w:r>
                    <w:r>
                      <w:rPr>
                        <w:sz w:val="23"/>
                        <w:szCs w:val="23"/>
                      </w:rPr>
                      <w:t>попечителем</w:t>
                    </w:r>
                    <w:r w:rsidRPr="00C6089D">
                      <w:rPr>
                        <w:sz w:val="23"/>
                        <w:szCs w:val="23"/>
                      </w:rPr>
                      <w:t>)</w:t>
                    </w:r>
                    <w:r>
                      <w:rPr>
                        <w:sz w:val="23"/>
                        <w:szCs w:val="23"/>
                      </w:rPr>
                      <w:t xml:space="preserve"> в отношении несовершеннолетнего</w:t>
                    </w:r>
                  </w:p>
                  <w:p w:rsidR="00A042C2" w:rsidRDefault="00A042C2" w:rsidP="00E863FC">
                    <w:pPr>
                      <w:jc w:val="center"/>
                    </w:pPr>
                  </w:p>
                  <w:p w:rsidR="00A042C2" w:rsidRDefault="00A042C2" w:rsidP="00E863FC">
                    <w:pPr>
                      <w:jc w:val="center"/>
                    </w:pPr>
                    <w:r>
                      <w:t>заявления и прилагаемых к</w:t>
                    </w:r>
                  </w:p>
                  <w:p w:rsidR="00A042C2" w:rsidRDefault="00A042C2" w:rsidP="00E863FC">
                    <w:pPr>
                      <w:jc w:val="center"/>
                    </w:pPr>
                    <w:r w:rsidRPr="009C1A95">
                      <w:t>нему документов требованиям законодательства и</w:t>
                    </w:r>
                  </w:p>
                  <w:p w:rsidR="00A042C2" w:rsidRPr="009C1A95" w:rsidRDefault="00A042C2" w:rsidP="00E863FC">
                    <w:pPr>
                      <w:jc w:val="center"/>
                    </w:pPr>
                    <w:r w:rsidRPr="009C1A95">
                      <w:t>Регламента</w:t>
                    </w:r>
                  </w:p>
                </w:txbxContent>
              </v:textbox>
            </v:shape>
          </v:group>
        </w:pict>
      </w:r>
      <w:r>
        <w:rPr>
          <w:noProof/>
          <w:lang w:eastAsia="ru-RU"/>
        </w:rPr>
        <w:pict>
          <v:shape id="Прямая со стрелкой 28" o:spid="_x0000_s1068" type="#_x0000_t32" style="position:absolute;left:0;text-align:left;margin-left:304.05pt;margin-top:4.85pt;width:0;height:14.2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">
            <v:stroke endarrow="open"/>
          </v:shape>
        </w:pict>
      </w:r>
      <w:r>
        <w:rPr>
          <w:noProof/>
          <w:lang w:eastAsia="ru-RU"/>
        </w:rPr>
        <w:pict>
          <v:shape id="Прямая со стрелкой 27" o:spid="_x0000_s1069" type="#_x0000_t32" style="position:absolute;left:0;text-align:left;margin-left:158.05pt;margin-top:6.9pt;width:0;height:14.2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">
            <v:stroke endarrow="open"/>
          </v:shape>
        </w:pict>
      </w:r>
    </w:p>
    <w:p w:rsidR="00A042C2" w:rsidRDefault="00A042C2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w:pict>
          <v:rect id="Прямоугольник 44" o:spid="_x0000_s1070" style="position:absolute;left:0;text-align:left;margin-left:-4.9pt;margin-top:5.15pt;width:234.3pt;height:69.95pt;z-index:-25165312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" strokecolor="white" strokeweight="2pt"/>
        </w:pict>
      </w:r>
    </w:p>
    <w:p w:rsidR="00A042C2" w:rsidRDefault="00A042C2" w:rsidP="00E95F48">
      <w:pPr>
        <w:autoSpaceDE w:val="0"/>
        <w:jc w:val="right"/>
        <w:rPr>
          <w:sz w:val="28"/>
          <w:szCs w:val="28"/>
        </w:rPr>
      </w:pPr>
    </w:p>
    <w:p w:rsidR="00A042C2" w:rsidRDefault="00A042C2" w:rsidP="00E95F48">
      <w:pPr>
        <w:autoSpaceDE w:val="0"/>
        <w:jc w:val="right"/>
        <w:rPr>
          <w:sz w:val="28"/>
          <w:szCs w:val="28"/>
        </w:rPr>
      </w:pPr>
    </w:p>
    <w:p w:rsidR="00A042C2" w:rsidRDefault="00A042C2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w:pict>
          <v:shape id="Прямая со стрелкой 47" o:spid="_x0000_s1071" type="#_x0000_t32" style="position:absolute;left:0;text-align:left;margin-left:190.95pt;margin-top:6.95pt;width:0;height:41.9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" strokeweight=".5pt">
            <v:stroke endarrow="open"/>
          </v:shape>
        </w:pict>
      </w:r>
      <w:r>
        <w:rPr>
          <w:noProof/>
          <w:lang w:eastAsia="ru-RU"/>
        </w:rPr>
        <w:pict>
          <v:shape id="Прямая со стрелкой 48" o:spid="_x0000_s1072" type="#_x0000_t32" style="position:absolute;left:0;text-align:left;margin-left:266.6pt;margin-top:7.2pt;width:0;height:42.0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">
            <v:stroke endarrow="open"/>
          </v:shape>
        </w:pict>
      </w:r>
    </w:p>
    <w:p w:rsidR="00A042C2" w:rsidRDefault="00A042C2" w:rsidP="00E95F48">
      <w:pPr>
        <w:autoSpaceDE w:val="0"/>
        <w:jc w:val="right"/>
        <w:rPr>
          <w:sz w:val="28"/>
          <w:szCs w:val="28"/>
        </w:rPr>
      </w:pPr>
    </w:p>
    <w:p w:rsidR="00A042C2" w:rsidRDefault="00A042C2" w:rsidP="00E95F48">
      <w:pPr>
        <w:autoSpaceDE w:val="0"/>
        <w:jc w:val="right"/>
        <w:rPr>
          <w:sz w:val="28"/>
          <w:szCs w:val="28"/>
        </w:rPr>
      </w:pPr>
      <w:bookmarkStart w:id="0" w:name="_GoBack"/>
      <w:bookmarkEnd w:id="0"/>
      <w:r>
        <w:rPr>
          <w:noProof/>
          <w:lang w:eastAsia="ru-RU"/>
        </w:rPr>
        <w:pict>
          <v:shape id="Прямая со стрелкой 21" o:spid="_x0000_s1073" type="#_x0000_t32" style="position:absolute;left:0;text-align:left;margin-left:427.95pt;margin-top:4pt;width:0;height:123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" strokecolor="windowText" strokeweight=".5pt">
            <v:stroke endarrow="open"/>
          </v:shape>
        </w:pict>
      </w:r>
      <w:r>
        <w:rPr>
          <w:noProof/>
          <w:lang w:eastAsia="ru-RU"/>
        </w:rPr>
        <w:pict>
          <v:shape id="Прямая со стрелкой 20" o:spid="_x0000_s1074" type="#_x0000_t32" style="position:absolute;left:0;text-align:left;margin-left:24.45pt;margin-top:4pt;width:0;height:123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" strokecolor="windowText" strokeweight=".5pt">
            <v:stroke endarrow="open"/>
          </v:shape>
        </w:pict>
      </w:r>
    </w:p>
    <w:p w:rsidR="00A042C2" w:rsidRDefault="00A042C2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w:pict>
          <v:rect id="Прямоугольник 16" o:spid="_x0000_s1075" style="position:absolute;left:0;text-align:left;margin-left:74.7pt;margin-top:.65pt;width:300.75pt;height:91.5pt;z-index:2516715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" strokeweight=".25pt">
            <v:textbox>
              <w:txbxContent>
                <w:p w:rsidR="00A042C2" w:rsidRDefault="00A042C2" w:rsidP="00410718">
                  <w:pPr>
                    <w:jc w:val="center"/>
                  </w:pPr>
                  <w:r>
                    <w:t>П</w:t>
                  </w:r>
                  <w:r w:rsidRPr="00410718">
                    <w:t xml:space="preserve">ередача заключения о </w:t>
                  </w:r>
                  <w:r>
                    <w:t>возможности быть опекуном (попечителем)</w:t>
                  </w:r>
                  <w:r w:rsidRPr="00592D6E">
                    <w:t xml:space="preserve"> </w:t>
                  </w:r>
                  <w:r>
                    <w:t>либо о невозможности быть опекуном (попечителем)</w:t>
                  </w:r>
                  <w:r w:rsidRPr="00410718">
                    <w:t xml:space="preserve"> </w:t>
                  </w:r>
                  <w:r>
                    <w:t xml:space="preserve">в отношении несовершеннолетнего </w:t>
                  </w:r>
                  <w:r w:rsidRPr="00410718">
                    <w:t>из органа опеки и попечительства в МФЦ</w:t>
                  </w:r>
                  <w:r>
                    <w:t xml:space="preserve"> (в случае, если </w:t>
                  </w:r>
                  <w:r w:rsidRPr="00410718">
                    <w:t>заявление и документ</w:t>
                  </w:r>
                  <w:r>
                    <w:t>ы о</w:t>
                  </w:r>
                  <w:r w:rsidRPr="00410718">
                    <w:t xml:space="preserve"> получением государственной услуги</w:t>
                  </w:r>
                  <w:r>
                    <w:t xml:space="preserve"> были поданы заявителем через МФЦ)</w:t>
                  </w:r>
                </w:p>
              </w:txbxContent>
            </v:textbox>
          </v:rect>
        </w:pict>
      </w:r>
    </w:p>
    <w:p w:rsidR="00A042C2" w:rsidRDefault="00A042C2" w:rsidP="00E95F48">
      <w:pPr>
        <w:autoSpaceDE w:val="0"/>
        <w:jc w:val="right"/>
        <w:rPr>
          <w:sz w:val="28"/>
          <w:szCs w:val="28"/>
        </w:rPr>
      </w:pPr>
    </w:p>
    <w:p w:rsidR="00A042C2" w:rsidRDefault="00A042C2" w:rsidP="001E7900">
      <w:pPr>
        <w:autoSpaceDE w:val="0"/>
        <w:jc w:val="center"/>
        <w:rPr>
          <w:sz w:val="28"/>
          <w:szCs w:val="28"/>
        </w:rPr>
      </w:pPr>
    </w:p>
    <w:p w:rsidR="00A042C2" w:rsidRDefault="00A042C2" w:rsidP="004A6800">
      <w:pPr>
        <w:autoSpaceDE w:val="0"/>
        <w:rPr>
          <w:sz w:val="28"/>
          <w:szCs w:val="28"/>
        </w:rPr>
      </w:pPr>
    </w:p>
    <w:p w:rsidR="00A042C2" w:rsidRDefault="00A042C2" w:rsidP="004A6800">
      <w:pPr>
        <w:autoSpaceDE w:val="0"/>
        <w:rPr>
          <w:sz w:val="28"/>
          <w:szCs w:val="28"/>
        </w:rPr>
      </w:pPr>
    </w:p>
    <w:p w:rsidR="00A042C2" w:rsidRDefault="00A042C2" w:rsidP="004A6800">
      <w:pPr>
        <w:autoSpaceDE w:val="0"/>
        <w:rPr>
          <w:sz w:val="28"/>
          <w:szCs w:val="28"/>
        </w:rPr>
      </w:pPr>
    </w:p>
    <w:p w:rsidR="00A042C2" w:rsidRDefault="00A042C2" w:rsidP="004A6800">
      <w:pPr>
        <w:autoSpaceDE w:val="0"/>
        <w:rPr>
          <w:sz w:val="28"/>
          <w:szCs w:val="28"/>
        </w:rPr>
      </w:pPr>
      <w:r>
        <w:rPr>
          <w:noProof/>
          <w:lang w:eastAsia="ru-RU"/>
        </w:rPr>
        <w:pict>
          <v:shape id="Прямая со стрелкой 18" o:spid="_x0000_s1076" type="#_x0000_t32" style="position:absolute;margin-left:231pt;margin-top:6.15pt;width:0;height:14.15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" strokecolor="windowText">
            <v:stroke endarrow="open"/>
          </v:shape>
        </w:pict>
      </w:r>
    </w:p>
    <w:p w:rsidR="00A042C2" w:rsidRDefault="00A042C2" w:rsidP="004A6800">
      <w:pPr>
        <w:autoSpaceDE w:val="0"/>
        <w:rPr>
          <w:sz w:val="28"/>
          <w:szCs w:val="28"/>
        </w:rPr>
      </w:pPr>
      <w:r>
        <w:rPr>
          <w:noProof/>
          <w:lang w:eastAsia="ru-RU"/>
        </w:rPr>
        <w:pict>
          <v:oval id="Овал 84" o:spid="_x0000_s1077" style="position:absolute;margin-left:-9.6pt;margin-top:4.45pt;width:502.5pt;height:89pt;z-index:2516684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" strokeweight=".5pt">
            <v:textbox>
              <w:txbxContent>
                <w:p w:rsidR="00A042C2" w:rsidRDefault="00A042C2" w:rsidP="00592D6E">
                  <w:pPr>
                    <w:jc w:val="center"/>
                  </w:pPr>
                  <w:r w:rsidRPr="00592D6E">
                    <w:t xml:space="preserve">Выдача заключения о </w:t>
                  </w:r>
                  <w:r>
                    <w:t>возможности быть опекуном (попечителем) в отношении несовершеннолетнего</w:t>
                  </w:r>
                  <w:r w:rsidRPr="00592D6E">
                    <w:t xml:space="preserve"> </w:t>
                  </w:r>
                  <w:r>
                    <w:t>либо о невозможности быть опекуном (попечителем) в отношении несовершеннолетнего</w:t>
                  </w:r>
                  <w:r w:rsidRPr="00592D6E">
                    <w:t xml:space="preserve"> с указанием причин отказа</w:t>
                  </w:r>
                </w:p>
              </w:txbxContent>
            </v:textbox>
          </v:oval>
        </w:pict>
      </w:r>
    </w:p>
    <w:p w:rsidR="00A042C2" w:rsidRDefault="00A042C2" w:rsidP="004A6800">
      <w:pPr>
        <w:autoSpaceDE w:val="0"/>
        <w:rPr>
          <w:sz w:val="28"/>
          <w:szCs w:val="28"/>
        </w:rPr>
      </w:pPr>
    </w:p>
    <w:p w:rsidR="00A042C2" w:rsidRDefault="00A042C2" w:rsidP="004A6800">
      <w:pPr>
        <w:autoSpaceDE w:val="0"/>
        <w:rPr>
          <w:sz w:val="28"/>
          <w:szCs w:val="28"/>
        </w:rPr>
      </w:pPr>
    </w:p>
    <w:p w:rsidR="00A042C2" w:rsidRDefault="00A042C2" w:rsidP="004A6800">
      <w:pPr>
        <w:autoSpaceDE w:val="0"/>
        <w:rPr>
          <w:sz w:val="28"/>
          <w:szCs w:val="28"/>
        </w:rPr>
      </w:pPr>
    </w:p>
    <w:p w:rsidR="00A042C2" w:rsidRDefault="00A042C2" w:rsidP="004A6800">
      <w:pPr>
        <w:autoSpaceDE w:val="0"/>
        <w:rPr>
          <w:sz w:val="28"/>
          <w:szCs w:val="28"/>
        </w:rPr>
      </w:pPr>
    </w:p>
    <w:p w:rsidR="00A042C2" w:rsidRDefault="00A042C2" w:rsidP="005A79BD">
      <w:pPr>
        <w:suppressAutoHyphens w:val="0"/>
        <w:autoSpaceDE w:val="0"/>
        <w:jc w:val="center"/>
        <w:rPr>
          <w:sz w:val="28"/>
          <w:szCs w:val="28"/>
          <w:lang w:eastAsia="ru-RU"/>
        </w:rPr>
      </w:pPr>
    </w:p>
    <w:p w:rsidR="00A042C2" w:rsidRDefault="00A042C2" w:rsidP="005A79BD">
      <w:pPr>
        <w:suppressAutoHyphens w:val="0"/>
        <w:autoSpaceDE w:val="0"/>
        <w:jc w:val="center"/>
        <w:rPr>
          <w:sz w:val="28"/>
          <w:szCs w:val="28"/>
          <w:lang w:eastAsia="ru-RU"/>
        </w:rPr>
      </w:pPr>
    </w:p>
    <w:p w:rsidR="00A042C2" w:rsidRDefault="00A042C2" w:rsidP="005A79BD">
      <w:pPr>
        <w:suppressAutoHyphens w:val="0"/>
        <w:autoSpaceDE w:val="0"/>
        <w:jc w:val="center"/>
        <w:rPr>
          <w:sz w:val="28"/>
          <w:szCs w:val="28"/>
          <w:lang w:eastAsia="ru-RU"/>
        </w:rPr>
      </w:pPr>
    </w:p>
    <w:p w:rsidR="00A042C2" w:rsidRDefault="00A042C2" w:rsidP="005A79BD">
      <w:pPr>
        <w:suppressAutoHyphens w:val="0"/>
        <w:autoSpaceDE w:val="0"/>
        <w:jc w:val="center"/>
        <w:rPr>
          <w:sz w:val="28"/>
          <w:szCs w:val="28"/>
          <w:lang w:eastAsia="ru-RU"/>
        </w:rPr>
      </w:pPr>
    </w:p>
    <w:p w:rsidR="00A042C2" w:rsidRDefault="00A042C2" w:rsidP="005A79BD">
      <w:pPr>
        <w:suppressAutoHyphens w:val="0"/>
        <w:autoSpaceDE w:val="0"/>
        <w:jc w:val="center"/>
        <w:rPr>
          <w:sz w:val="28"/>
          <w:szCs w:val="28"/>
          <w:lang w:eastAsia="ru-RU"/>
        </w:rPr>
      </w:pPr>
    </w:p>
    <w:p w:rsidR="00A042C2" w:rsidRDefault="00A042C2" w:rsidP="005A79BD">
      <w:pPr>
        <w:suppressAutoHyphens w:val="0"/>
        <w:autoSpaceDE w:val="0"/>
        <w:jc w:val="center"/>
        <w:rPr>
          <w:sz w:val="28"/>
          <w:szCs w:val="28"/>
          <w:lang w:eastAsia="ru-RU"/>
        </w:rPr>
      </w:pPr>
    </w:p>
    <w:p w:rsidR="00A042C2" w:rsidRDefault="00A042C2" w:rsidP="005A79BD">
      <w:pPr>
        <w:suppressAutoHyphens w:val="0"/>
        <w:autoSpaceDE w:val="0"/>
        <w:jc w:val="center"/>
        <w:rPr>
          <w:sz w:val="28"/>
          <w:szCs w:val="28"/>
          <w:lang w:eastAsia="ru-RU"/>
        </w:rPr>
      </w:pPr>
    </w:p>
    <w:p w:rsidR="00A042C2" w:rsidRDefault="00A042C2" w:rsidP="005A79BD">
      <w:pPr>
        <w:suppressAutoHyphens w:val="0"/>
        <w:autoSpaceDE w:val="0"/>
        <w:jc w:val="center"/>
        <w:rPr>
          <w:sz w:val="28"/>
          <w:szCs w:val="28"/>
          <w:lang w:eastAsia="ru-RU"/>
        </w:rPr>
      </w:pPr>
    </w:p>
    <w:p w:rsidR="00A042C2" w:rsidRDefault="00A042C2" w:rsidP="005A79BD">
      <w:pPr>
        <w:suppressAutoHyphens w:val="0"/>
        <w:autoSpaceDE w:val="0"/>
        <w:jc w:val="center"/>
        <w:rPr>
          <w:sz w:val="28"/>
          <w:szCs w:val="28"/>
          <w:lang w:eastAsia="ru-RU"/>
        </w:rPr>
      </w:pPr>
    </w:p>
    <w:p w:rsidR="00A042C2" w:rsidRDefault="00A042C2" w:rsidP="005A79BD">
      <w:pPr>
        <w:suppressAutoHyphens w:val="0"/>
        <w:autoSpaceDE w:val="0"/>
        <w:jc w:val="center"/>
        <w:rPr>
          <w:sz w:val="28"/>
          <w:szCs w:val="28"/>
          <w:lang w:eastAsia="ru-RU"/>
        </w:rPr>
      </w:pPr>
    </w:p>
    <w:p w:rsidR="00A042C2" w:rsidRPr="00B86BBF" w:rsidRDefault="00A042C2" w:rsidP="005A79BD">
      <w:pPr>
        <w:suppressAutoHyphens w:val="0"/>
        <w:autoSpaceDE w:val="0"/>
        <w:jc w:val="center"/>
        <w:rPr>
          <w:sz w:val="28"/>
          <w:szCs w:val="28"/>
          <w:lang w:eastAsia="ru-RU"/>
        </w:rPr>
      </w:pPr>
      <w:r w:rsidRPr="00B86BBF">
        <w:rPr>
          <w:sz w:val="28"/>
          <w:szCs w:val="28"/>
          <w:lang w:eastAsia="ru-RU"/>
        </w:rPr>
        <w:t>УСЛОВНЫЕ ОБОЗНАЧЕНИЯ</w:t>
      </w:r>
    </w:p>
    <w:p w:rsidR="00A042C2" w:rsidRDefault="00A042C2" w:rsidP="005A79BD">
      <w:pPr>
        <w:rPr>
          <w:sz w:val="28"/>
          <w:szCs w:val="28"/>
          <w:lang w:eastAsia="ru-RU"/>
        </w:rPr>
      </w:pPr>
      <w:r w:rsidRPr="00B86BBF">
        <w:rPr>
          <w:sz w:val="28"/>
          <w:szCs w:val="28"/>
          <w:lang w:eastAsia="ru-RU"/>
        </w:rPr>
        <w:object w:dxaOrig="10704" w:dyaOrig="43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1pt;height:190.5pt" o:ole="" filled="t">
            <v:fill color2="black"/>
            <v:imagedata r:id="rId6" o:title=""/>
          </v:shape>
          <o:OLEObject Type="Embed" ProgID="Microsoft" ShapeID="_x0000_i1025" DrawAspect="Content" ObjectID="_1494082360" r:id="rId7"/>
        </w:object>
      </w:r>
    </w:p>
    <w:p w:rsidR="00A042C2" w:rsidRDefault="00A042C2" w:rsidP="005A79BD">
      <w:pPr>
        <w:rPr>
          <w:sz w:val="28"/>
          <w:szCs w:val="28"/>
          <w:lang w:eastAsia="ru-RU"/>
        </w:rPr>
      </w:pPr>
    </w:p>
    <w:p w:rsidR="00A042C2" w:rsidRDefault="00A042C2" w:rsidP="005A79BD">
      <w:pPr>
        <w:rPr>
          <w:sz w:val="28"/>
          <w:szCs w:val="28"/>
          <w:lang w:eastAsia="ru-RU"/>
        </w:rPr>
      </w:pPr>
    </w:p>
    <w:p w:rsidR="00A042C2" w:rsidRDefault="00A042C2" w:rsidP="005A79BD">
      <w:pPr>
        <w:rPr>
          <w:sz w:val="28"/>
          <w:szCs w:val="28"/>
          <w:lang w:eastAsia="ru-RU"/>
        </w:rPr>
      </w:pPr>
    </w:p>
    <w:p w:rsidR="00A042C2" w:rsidRPr="00F841FA" w:rsidRDefault="00A042C2" w:rsidP="00F841FA">
      <w:pPr>
        <w:rPr>
          <w:sz w:val="28"/>
          <w:szCs w:val="28"/>
          <w:lang w:eastAsia="ru-RU"/>
        </w:rPr>
      </w:pPr>
      <w:r w:rsidRPr="00F841FA">
        <w:rPr>
          <w:sz w:val="28"/>
          <w:szCs w:val="28"/>
          <w:lang w:eastAsia="ru-RU"/>
        </w:rPr>
        <w:t>Заместитель министра социального</w:t>
      </w:r>
    </w:p>
    <w:p w:rsidR="00A042C2" w:rsidRPr="00F841FA" w:rsidRDefault="00A042C2" w:rsidP="00F841FA">
      <w:pPr>
        <w:rPr>
          <w:sz w:val="28"/>
          <w:szCs w:val="28"/>
          <w:lang w:eastAsia="ru-RU"/>
        </w:rPr>
      </w:pPr>
      <w:r w:rsidRPr="00F841FA">
        <w:rPr>
          <w:sz w:val="28"/>
          <w:szCs w:val="28"/>
          <w:lang w:eastAsia="ru-RU"/>
        </w:rPr>
        <w:t>развития и семейной политики</w:t>
      </w:r>
    </w:p>
    <w:p w:rsidR="00A042C2" w:rsidRDefault="00A042C2" w:rsidP="00F841FA">
      <w:r w:rsidRPr="00F841FA">
        <w:rPr>
          <w:sz w:val="28"/>
          <w:szCs w:val="28"/>
          <w:lang w:eastAsia="ru-RU"/>
        </w:rPr>
        <w:t xml:space="preserve">Краснодарского края                                                                      </w:t>
      </w:r>
      <w:r>
        <w:rPr>
          <w:sz w:val="28"/>
          <w:szCs w:val="28"/>
          <w:lang w:eastAsia="ru-RU"/>
        </w:rPr>
        <w:t xml:space="preserve">    </w:t>
      </w:r>
      <w:r w:rsidRPr="00F841FA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И.И. Целищева</w:t>
      </w:r>
    </w:p>
    <w:sectPr w:rsidR="00A042C2" w:rsidSect="005A79BD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42C2" w:rsidRDefault="00A042C2" w:rsidP="00D07837">
      <w:r>
        <w:separator/>
      </w:r>
    </w:p>
  </w:endnote>
  <w:endnote w:type="continuationSeparator" w:id="0">
    <w:p w:rsidR="00A042C2" w:rsidRDefault="00A042C2" w:rsidP="00D078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42C2" w:rsidRDefault="00A042C2" w:rsidP="00D07837">
      <w:r>
        <w:separator/>
      </w:r>
    </w:p>
  </w:footnote>
  <w:footnote w:type="continuationSeparator" w:id="0">
    <w:p w:rsidR="00A042C2" w:rsidRDefault="00A042C2" w:rsidP="00D078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2C2" w:rsidRPr="00D07837" w:rsidRDefault="00A042C2">
    <w:pPr>
      <w:pStyle w:val="Header"/>
      <w:jc w:val="center"/>
      <w:rPr>
        <w:sz w:val="28"/>
        <w:szCs w:val="28"/>
      </w:rPr>
    </w:pPr>
    <w:r w:rsidRPr="00D07837">
      <w:rPr>
        <w:sz w:val="28"/>
        <w:szCs w:val="28"/>
      </w:rPr>
      <w:fldChar w:fldCharType="begin"/>
    </w:r>
    <w:r w:rsidRPr="00D07837">
      <w:rPr>
        <w:sz w:val="28"/>
        <w:szCs w:val="28"/>
      </w:rPr>
      <w:instrText>PAGE   \* MERGEFORMAT</w:instrText>
    </w:r>
    <w:r w:rsidRPr="00D07837"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 w:rsidRPr="00D07837">
      <w:rPr>
        <w:sz w:val="28"/>
        <w:szCs w:val="28"/>
      </w:rPr>
      <w:fldChar w:fldCharType="end"/>
    </w:r>
  </w:p>
  <w:p w:rsidR="00A042C2" w:rsidRDefault="00A042C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0DF0"/>
    <w:rsid w:val="00055D7F"/>
    <w:rsid w:val="000920CD"/>
    <w:rsid w:val="00104723"/>
    <w:rsid w:val="001221F9"/>
    <w:rsid w:val="00131E17"/>
    <w:rsid w:val="0017679C"/>
    <w:rsid w:val="001836D4"/>
    <w:rsid w:val="001D45C2"/>
    <w:rsid w:val="001E7900"/>
    <w:rsid w:val="001F796E"/>
    <w:rsid w:val="0025222F"/>
    <w:rsid w:val="0027465E"/>
    <w:rsid w:val="002C605E"/>
    <w:rsid w:val="00410718"/>
    <w:rsid w:val="00437817"/>
    <w:rsid w:val="00473DB1"/>
    <w:rsid w:val="00487794"/>
    <w:rsid w:val="004A6800"/>
    <w:rsid w:val="004B0F5F"/>
    <w:rsid w:val="004B5242"/>
    <w:rsid w:val="004C4059"/>
    <w:rsid w:val="004F00A9"/>
    <w:rsid w:val="00514C17"/>
    <w:rsid w:val="0054180E"/>
    <w:rsid w:val="00546717"/>
    <w:rsid w:val="00583A2D"/>
    <w:rsid w:val="00585F80"/>
    <w:rsid w:val="00592D6E"/>
    <w:rsid w:val="005A1335"/>
    <w:rsid w:val="005A6345"/>
    <w:rsid w:val="005A79BD"/>
    <w:rsid w:val="005B3942"/>
    <w:rsid w:val="00644D65"/>
    <w:rsid w:val="006844A4"/>
    <w:rsid w:val="006964A5"/>
    <w:rsid w:val="006D1096"/>
    <w:rsid w:val="006D418A"/>
    <w:rsid w:val="006D45BB"/>
    <w:rsid w:val="006F51B4"/>
    <w:rsid w:val="0070174E"/>
    <w:rsid w:val="007204AB"/>
    <w:rsid w:val="00727B5E"/>
    <w:rsid w:val="00751039"/>
    <w:rsid w:val="00761A4B"/>
    <w:rsid w:val="007C7723"/>
    <w:rsid w:val="007D7D4C"/>
    <w:rsid w:val="007F7DD5"/>
    <w:rsid w:val="008109A8"/>
    <w:rsid w:val="008A15A5"/>
    <w:rsid w:val="008C0B93"/>
    <w:rsid w:val="008E6C24"/>
    <w:rsid w:val="008F0DF2"/>
    <w:rsid w:val="0091107B"/>
    <w:rsid w:val="00965D68"/>
    <w:rsid w:val="009A0DF0"/>
    <w:rsid w:val="009C1A95"/>
    <w:rsid w:val="009D2B44"/>
    <w:rsid w:val="009F1A4A"/>
    <w:rsid w:val="00A042C2"/>
    <w:rsid w:val="00B86BBF"/>
    <w:rsid w:val="00BF1959"/>
    <w:rsid w:val="00C17B55"/>
    <w:rsid w:val="00C2131F"/>
    <w:rsid w:val="00C412D6"/>
    <w:rsid w:val="00C6089D"/>
    <w:rsid w:val="00D07837"/>
    <w:rsid w:val="00D70A43"/>
    <w:rsid w:val="00DC0F1A"/>
    <w:rsid w:val="00DE38B9"/>
    <w:rsid w:val="00E6501E"/>
    <w:rsid w:val="00E863FC"/>
    <w:rsid w:val="00E95F48"/>
    <w:rsid w:val="00EB4B2B"/>
    <w:rsid w:val="00EB5181"/>
    <w:rsid w:val="00EC1B06"/>
    <w:rsid w:val="00F21CD0"/>
    <w:rsid w:val="00F22D00"/>
    <w:rsid w:val="00F23937"/>
    <w:rsid w:val="00F45540"/>
    <w:rsid w:val="00F841FA"/>
    <w:rsid w:val="00FC6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5F48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514C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14C17"/>
    <w:rPr>
      <w:rFonts w:ascii="Tahoma" w:hAnsi="Tahoma" w:cs="Tahoma"/>
      <w:sz w:val="16"/>
      <w:szCs w:val="16"/>
      <w:lang w:eastAsia="ar-SA" w:bidi="ar-SA"/>
    </w:rPr>
  </w:style>
  <w:style w:type="paragraph" w:styleId="Header">
    <w:name w:val="header"/>
    <w:basedOn w:val="Normal"/>
    <w:link w:val="HeaderChar"/>
    <w:uiPriority w:val="99"/>
    <w:rsid w:val="00D0783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07837"/>
    <w:rPr>
      <w:rFonts w:ascii="Times New Roman" w:hAnsi="Times New Roman" w:cs="Times New Roman"/>
      <w:sz w:val="24"/>
      <w:szCs w:val="24"/>
      <w:lang w:eastAsia="ar-SA" w:bidi="ar-SA"/>
    </w:rPr>
  </w:style>
  <w:style w:type="paragraph" w:styleId="Footer">
    <w:name w:val="footer"/>
    <w:basedOn w:val="Normal"/>
    <w:link w:val="FooterChar"/>
    <w:uiPriority w:val="99"/>
    <w:rsid w:val="00D0783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07837"/>
    <w:rPr>
      <w:rFonts w:ascii="Times New Roman" w:hAnsi="Times New Roman" w:cs="Times New Roman"/>
      <w:sz w:val="24"/>
      <w:szCs w:val="24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0396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34</TotalTime>
  <Pages>3</Pages>
  <Words>123</Words>
  <Characters>707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Здорная Татьяна Юрьевна</dc:creator>
  <cp:keywords/>
  <dc:description/>
  <cp:lastModifiedBy>savenko</cp:lastModifiedBy>
  <cp:revision>22</cp:revision>
  <cp:lastPrinted>2015-05-25T15:06:00Z</cp:lastPrinted>
  <dcterms:created xsi:type="dcterms:W3CDTF">2014-12-21T19:16:00Z</dcterms:created>
  <dcterms:modified xsi:type="dcterms:W3CDTF">2015-05-25T15:06:00Z</dcterms:modified>
</cp:coreProperties>
</file>