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19" w:rsidRPr="00514C17" w:rsidRDefault="00F20319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2</w:t>
      </w:r>
    </w:p>
    <w:p w:rsidR="00F20319" w:rsidRPr="00514C17" w:rsidRDefault="00F20319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F20319" w:rsidRPr="00514C17" w:rsidRDefault="00F20319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F20319" w:rsidRPr="00514C17" w:rsidRDefault="00F20319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«В</w:t>
      </w:r>
      <w:r w:rsidRPr="00514C17">
        <w:rPr>
          <w:bCs/>
          <w:sz w:val="28"/>
          <w:szCs w:val="28"/>
          <w:lang w:eastAsia="ru-RU"/>
        </w:rPr>
        <w:t>ыдач</w:t>
      </w:r>
      <w:r>
        <w:rPr>
          <w:bCs/>
          <w:sz w:val="28"/>
          <w:szCs w:val="28"/>
          <w:lang w:eastAsia="ru-RU"/>
        </w:rPr>
        <w:t>а</w:t>
      </w:r>
      <w:r w:rsidRPr="00514C17">
        <w:rPr>
          <w:bCs/>
          <w:sz w:val="28"/>
          <w:szCs w:val="28"/>
          <w:lang w:eastAsia="ru-RU"/>
        </w:rPr>
        <w:t xml:space="preserve"> заключения о возможности</w:t>
      </w:r>
    </w:p>
    <w:p w:rsidR="00F20319" w:rsidRDefault="00F20319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граждан быть опекунами (попечителями)</w:t>
      </w:r>
    </w:p>
    <w:p w:rsidR="00F20319" w:rsidRPr="00514C17" w:rsidRDefault="00F20319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отношении несовершеннолетних»</w:t>
      </w:r>
    </w:p>
    <w:p w:rsidR="00F20319" w:rsidRPr="00514C17" w:rsidRDefault="00F20319" w:rsidP="00514C17">
      <w:pPr>
        <w:suppressAutoHyphens w:val="0"/>
        <w:jc w:val="both"/>
        <w:rPr>
          <w:sz w:val="28"/>
          <w:lang w:eastAsia="ru-RU"/>
        </w:rPr>
      </w:pPr>
    </w:p>
    <w:p w:rsidR="00F20319" w:rsidRPr="00514C17" w:rsidRDefault="00F20319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F20319" w:rsidRDefault="00F20319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«В</w:t>
      </w:r>
      <w:r w:rsidRPr="00514C17">
        <w:rPr>
          <w:sz w:val="28"/>
          <w:szCs w:val="28"/>
        </w:rPr>
        <w:t>ыдач</w:t>
      </w:r>
      <w:r>
        <w:rPr>
          <w:sz w:val="28"/>
          <w:szCs w:val="28"/>
        </w:rPr>
        <w:t>а</w:t>
      </w:r>
      <w:r w:rsidRPr="00514C17">
        <w:rPr>
          <w:sz w:val="28"/>
          <w:szCs w:val="28"/>
        </w:rPr>
        <w:t xml:space="preserve"> заключения о возможности </w:t>
      </w:r>
      <w:r>
        <w:rPr>
          <w:sz w:val="28"/>
          <w:szCs w:val="28"/>
        </w:rPr>
        <w:t xml:space="preserve">граждан быть опекунами (попечителями) </w:t>
      </w:r>
    </w:p>
    <w:p w:rsidR="00F20319" w:rsidRDefault="00F20319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>в отношении несовершеннолетних»</w:t>
      </w:r>
    </w:p>
    <w:p w:rsidR="00F20319" w:rsidRDefault="00F20319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Group 32" o:spid="_x0000_s1026" style="position:absolute;left:0;text-align:left;margin-left:243pt;margin-top:13.8pt;width:222.75pt;height:93.9pt;z-index:251639808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534;top:125;width:8020;height:12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<v:stroke joinstyle="round"/>
              <v:textbox>
                <w:txbxContent>
                  <w:p w:rsidR="00F20319" w:rsidRDefault="00F20319" w:rsidP="00E95F48">
                    <w:pPr>
                      <w:jc w:val="center"/>
                    </w:pPr>
                  </w:p>
                  <w:p w:rsidR="00F20319" w:rsidRPr="00514C17" w:rsidRDefault="00F20319" w:rsidP="00E95F48">
                    <w:pPr>
                      <w:jc w:val="center"/>
                    </w:pPr>
                    <w:r w:rsidRPr="00514C17">
                      <w:t xml:space="preserve">Обращение гражданина в </w:t>
                    </w:r>
                    <w:r>
                      <w:t>МФЦ</w:t>
                    </w:r>
                    <w:r w:rsidRPr="00514C17">
                      <w:t xml:space="preserve">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F20319" w:rsidRDefault="00F20319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_x0000_s1029" style="position:absolute;left:0;text-align:left;margin-left:10.95pt;margin-top:.75pt;width:222.8pt;height:93.8pt;z-index:251669504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 id="Text Box 34" o:spid="_x0000_s1031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>
                <w:txbxContent>
                  <w:p w:rsidR="00F20319" w:rsidRPr="00514C17" w:rsidRDefault="00F20319" w:rsidP="00473DB1">
                    <w:pPr>
                      <w:jc w:val="center"/>
                    </w:pPr>
                    <w:r w:rsidRPr="00514C17">
                      <w:t>Обращение гражданина в органы опеки и попечительства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2" style="position:absolute;left:0;text-align:left;z-index:251670528;visibility:visible" from="358.95pt,2.45pt" to="358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" strokeweight=".26mm">
            <v:stroke endarrow="block" joinstyle="miter"/>
          </v:line>
        </w:pict>
      </w:r>
      <w:r>
        <w:rPr>
          <w:noProof/>
          <w:lang w:eastAsia="ru-RU"/>
        </w:rPr>
        <w:pict>
          <v:line id="Line 45" o:spid="_x0000_s1033" style="position:absolute;left:0;text-align:left;z-index:251645952;visibility:visible" from="119.45pt,2.1pt" to="119.4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Z4FdRdwAAAAIAQAADwAAAGRycy9k&#10;b3ducmV2LnhtbEyPwU7DMBBE70j8g7WVuFGnTgUlzaZCQC9FAhH6AW68TaLG6xC7bfj7GnGA42hG&#10;M2/y1Wg7caLBt44RZtMEBHHlTMs1wvZzfbsA4YNmozvHhPBNHlbF9VWuM+PO/EGnMtQilrDPNEIT&#10;Qp9J6auGrPZT1xNHb+8Gq0OUQy3NoM+x3HZSJcmdtLrluNDonp4aqg7l0SJs7Ndrot4UPVNdvrBZ&#10;7+l++454MxkflyACjeEvDD/4ER2KyLRzRzZedAgqXTzEKMJcgYj+r94hpOkcZJHL/weKCwA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ngV1F3AAAAAgBAAAPAAAAAAAAAAAAAAAAAIoE&#10;AABkcnMvZG93bnJldi54bWxQSwUGAAAAAAQABADzAAAAkwUAAAAA&#10;" strokeweight=".26mm">
            <v:stroke endarrow="block" joinstyle="miter"/>
          </v:lin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4" type="#_x0000_t202" style="position:absolute;left:0;text-align:left;margin-left:-.3pt;margin-top:.6pt;width:450.9pt;height:7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LnLwIAAFkEAAAOAAAAZHJzL2Uyb0RvYy54bWysVNuO2yAQfa/Uf0C8N3aySZp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" strokeweight=".5pt">
            <v:textbox inset="7.45pt,3.85pt,7.45pt,3.85pt">
              <w:txbxContent>
                <w:p w:rsidR="00F20319" w:rsidRPr="00514C17" w:rsidRDefault="00F20319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44" o:spid="_x0000_s1035" type="#_x0000_t202" style="position:absolute;left:0;text-align:left;margin-left:1.95pt;margin-top:.6pt;width:450.9pt;height:78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" strokeweight=".5pt">
            <v:textbox inset="7.45pt,3.85pt,7.45pt,3.85pt">
              <w:txbxContent>
                <w:p w:rsidR="00F20319" w:rsidRPr="00514C17" w:rsidRDefault="00F20319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center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6" style="position:absolute;left:0;text-align:left;z-index:251649024;visibility:visible" from="232.75pt,14.25pt" to="232.7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DCVJKW3AAAAAkBAAAPAAAAZHJzL2Rv&#10;d25yZXYueG1sTI/BTsMwDIbvSLxDZCRuLKXQMpW6EwJ2AQlE2QNkjddWNE5psq28PUYc4GTZ/vT7&#10;c7ma3aAONIXeM8LlIgFF3Hjbc4uweV9fLEGFaNiawTMhfFGAVXV6UprC+iO/0aGOrZIQDoVB6GIc&#10;C61D05EzYeFHYtnt/ORMlHZqtZ3MUcLdoNMkybUzPcuFzox031HzUe8dwpP7fE7Sl5QeqK0f2a53&#10;dLN5RTw/m+9uQUWa4x8MP/qiDpU4bf2ebVADwnWeZYIipEupAvwOtghZfgW6KvX/D6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MJUkpbcAAAACQEAAA8AAAAAAAAAAAAAAAAAiQQA&#10;AGRycy9kb3ducmV2LnhtbFBLBQYAAAAABAAEAPMAAACSBQAAAAA=&#10;" strokeweight=".26mm">
            <v:stroke endarrow="block" joinstyle="miter"/>
          </v:lin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Text Box 35" o:spid="_x0000_s1037" type="#_x0000_t202" style="position:absolute;left:0;text-align:left;margin-left:0;margin-top:11.75pt;width:450.9pt;height:40.05pt;z-index:2516408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" strokeweight=".5pt">
            <v:textbox inset="7.45pt,3.85pt,7.45pt,3.85pt">
              <w:txbxContent>
                <w:p w:rsidR="00F20319" w:rsidRPr="00514C17" w:rsidRDefault="00F20319" w:rsidP="00514C17">
                  <w:pPr>
                    <w:jc w:val="center"/>
                  </w:pPr>
                  <w:r w:rsidRPr="00514C17"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Line 47" o:spid="_x0000_s1038" style="position:absolute;left:0;text-align:left;z-index:251646976;visibility:visible" from="233.6pt,5pt" to="233.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DjDinW3AAAAAkBAAAPAAAAZHJzL2Rv&#10;d25yZXYueG1sTI/BTsMwEETvSPyDtUjcqN2AGpTGqapCLyBRNfQD3HibRI3XIXbb8Pcs4kCPO/M0&#10;O5MvRteJMw6h9aRhOlEgkCpvW6o17D7XD88gQjRkTecJNXxjgEVxe5ObzPoLbfFcxlpwCIXMaGhi&#10;7DMpQ9WgM2HieyT2Dn5wJvI51NIO5sLhrpOJUjPpTEv8oTE9rhqsjuXJaXhzX+8q+UjwBevylez6&#10;gOluo/X93bicg4g4xn8YfutzdSi4096fyAbRaXiapQmjbCjexMCfsNfwmE5BFrm8XlD8AA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OMOKdbcAAAACQEAAA8AAAAAAAAAAAAAAAAAiQQA&#10;AGRycy9kb3ducmV2LnhtbFBLBQYAAAAABAAEAPMAAACSBQAAAAA=&#10;" strokeweight=".26mm">
            <v:stroke endarrow="block" joinstyle="miter"/>
          </v:lin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9" type="#_x0000_t202" style="position:absolute;left:0;text-align:left;margin-left:-.4pt;margin-top:3pt;width:450.9pt;height:40.05pt;z-index:2516500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IH7SB2gAAAAYBAAAPAAAAZHJzL2Rvd25y&#10;ZXYueG1sTI/BTsMwEETvSPyDtUjcqB1AUUnjVBECcYBLC9y3sRsH4nUUu2ng69me6G1HM5p5W65n&#10;34vJjrELpCFbKBCWmmA6ajV8vD/fLEHEhGSwD2Q1/NgI6+ryosTChCNt7LRNreASigVqcCkNhZSx&#10;cdZjXITBEnv7MHpMLMdWmhGPXO57eatULj12xAsOB/vobPO9PXgNd/ehpq9frDfh5dNN6VWN8u1J&#10;6+uruV6BSHZO/2E44TM6VMy0CwcyUfQaTuBJQ84PsfugMj52GpZ5BrIq5Tl+9Q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IH7SB2gAAAAYBAAAPAAAAAAAAAAAAAAAAAIYEAABkcnMv&#10;ZG93bnJldi54bWxQSwUGAAAAAAQABADzAAAAjQUAAAAA&#10;" strokeweight=".5pt">
            <v:textbox inset="7.45pt,3.85pt,7.45pt,3.85pt">
              <w:txbxContent>
                <w:p w:rsidR="00F20319" w:rsidRPr="00514C17" w:rsidRDefault="00F20319" w:rsidP="001D45C2">
                  <w:pPr>
                    <w:jc w:val="center"/>
                  </w:pPr>
                  <w:r w:rsidRPr="001D45C2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40" style="position:absolute;left:0;text-align:left;z-index:251651072;visibility:visible" from="232.8pt,10.7pt" to="232.8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" strokeweight=".26mm">
            <v:stroke endarrow="block" joinstyle="miter"/>
          </v:line>
        </w:pict>
      </w:r>
    </w:p>
    <w:p w:rsidR="00F20319" w:rsidRDefault="00F20319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group id="Group 36" o:spid="_x0000_s1041" style="position:absolute;margin-left:-.15pt;margin-top:11pt;width:466.55pt;height:35.9pt;z-index:2516418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42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3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F20319" w:rsidRPr="009C1A95" w:rsidRDefault="00F20319" w:rsidP="00E95F48">
                    <w:pPr>
                      <w:jc w:val="center"/>
                    </w:pPr>
                    <w:r w:rsidRPr="009C1A95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F20319" w:rsidRDefault="00F20319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F20319" w:rsidRPr="007204AB" w:rsidRDefault="00F20319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group id="Group 56" o:spid="_x0000_s1044" style="position:absolute;margin-left:236.2pt;margin-top:11.05pt;width:221.35pt;height:98.9pt;z-index:25164800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">
            <v:shape id="AutoShape 57" o:spid="_x0000_s104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046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F20319" w:rsidRDefault="00F20319" w:rsidP="009C1A95">
                    <w:pPr>
                      <w:jc w:val="center"/>
                    </w:pPr>
                    <w:r w:rsidRPr="009C1A95">
                      <w:t>о наличии</w:t>
                    </w:r>
                  </w:p>
                  <w:p w:rsidR="00F20319" w:rsidRPr="009C1A95" w:rsidRDefault="00F20319" w:rsidP="009C1A95">
                    <w:pPr>
                      <w:jc w:val="center"/>
                    </w:pPr>
                    <w:r w:rsidRPr="009C1A95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Group 40" o:spid="_x0000_s1047" style="position:absolute;margin-left:-8.95pt;margin-top:9.2pt;width:235.65pt;height:102.5pt;z-index:2516428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">
            <v:shape id="AutoShape 41" o:spid="_x0000_s1048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049" type="#_x0000_t202" style="position:absolute;left:497;top:46;width:3720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/>
              </v:textbox>
            </v:shape>
          </v:group>
        </w:pict>
      </w:r>
    </w:p>
    <w:p w:rsidR="00F20319" w:rsidRDefault="00F20319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" o:spid="_x0000_s1050" type="#_x0000_t34" style="position:absolute;margin-left:377.15pt;margin-top:1.95pt;width:24pt;height:10.85pt;rotation:90;flip:x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>
            <v:stroke endarrow="open"/>
          </v:shape>
        </w:pict>
      </w:r>
      <w:r>
        <w:rPr>
          <w:noProof/>
          <w:lang w:eastAsia="ru-RU"/>
        </w:rPr>
        <w:pict>
          <v:shape id="Соединительная линия уступом 8" o:spid="_x0000_s1051" type="#_x0000_t34" style="position:absolute;margin-left:48.05pt;margin-top:2.5pt;width:23.7pt;height:9.75pt;rotation:9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>
            <v:stroke endarrow="open"/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7204AB">
      <w:pPr>
        <w:autoSpaceDE w:val="0"/>
        <w:jc w:val="right"/>
        <w:rPr>
          <w:sz w:val="28"/>
          <w:szCs w:val="28"/>
        </w:rPr>
      </w:pPr>
    </w:p>
    <w:p w:rsidR="00F20319" w:rsidRDefault="00F20319" w:rsidP="007204AB">
      <w:pPr>
        <w:autoSpaceDE w:val="0"/>
        <w:jc w:val="center"/>
        <w:rPr>
          <w:sz w:val="28"/>
          <w:szCs w:val="28"/>
        </w:rPr>
      </w:pPr>
    </w:p>
    <w:p w:rsidR="00F20319" w:rsidRDefault="00F20319" w:rsidP="007204AB">
      <w:pPr>
        <w:autoSpaceDE w:val="0"/>
        <w:jc w:val="center"/>
        <w:rPr>
          <w:sz w:val="28"/>
          <w:szCs w:val="28"/>
        </w:rPr>
      </w:pPr>
    </w:p>
    <w:p w:rsidR="00F20319" w:rsidRDefault="00F20319" w:rsidP="006D418A">
      <w:pPr>
        <w:autoSpaceDE w:val="0"/>
        <w:jc w:val="both"/>
        <w:rPr>
          <w:sz w:val="28"/>
          <w:szCs w:val="28"/>
        </w:rPr>
      </w:pPr>
    </w:p>
    <w:p w:rsidR="00F20319" w:rsidRDefault="00F20319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oval id="Овал 14" o:spid="_x0000_s1052" style="position:absolute;left:0;text-align:left;margin-left:3in;margin-top:15.15pt;width:25.9pt;height:23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M0DdQvhAAAACQEAAA8AAAAAAAAAAAAAAAAA6gQAAGRycy9kb3ducmV2&#10;LnhtbFBLBQYAAAAABAAEAPMAAAD4BQAAAAA=&#10;" strokeweight=".5pt"/>
        </w:pict>
      </w:r>
    </w:p>
    <w:p w:rsidR="00F20319" w:rsidRDefault="00F20319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" o:spid="_x0000_s1053" type="#_x0000_t67" style="position:absolute;left:0;text-align:left;margin-left:324pt;margin-top:6.15pt;width:52.45pt;height:18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strokeweight=".25pt"/>
        </w:pict>
      </w:r>
      <w:r>
        <w:rPr>
          <w:noProof/>
          <w:lang w:eastAsia="ru-RU"/>
        </w:rPr>
        <w:pict>
          <v:shape id="Стрелка вниз 1" o:spid="_x0000_s1054" type="#_x0000_t67" style="position:absolute;left:0;text-align:left;margin-left:81pt;margin-top:8.05pt;width:52.3pt;height:14.9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" adj="10800" strokeweight=".25pt"/>
        </w:pict>
      </w:r>
    </w:p>
    <w:p w:rsidR="00F20319" w:rsidRDefault="00F20319" w:rsidP="006D418A">
      <w:pPr>
        <w:autoSpaceDE w:val="0"/>
        <w:jc w:val="both"/>
        <w:rPr>
          <w:sz w:val="28"/>
          <w:szCs w:val="28"/>
        </w:rPr>
      </w:pPr>
    </w:p>
    <w:p w:rsidR="00F20319" w:rsidRDefault="00F20319" w:rsidP="006D418A">
      <w:pPr>
        <w:autoSpaceDE w:val="0"/>
        <w:jc w:val="both"/>
        <w:rPr>
          <w:sz w:val="28"/>
          <w:szCs w:val="28"/>
        </w:rPr>
      </w:pPr>
    </w:p>
    <w:p w:rsidR="00F20319" w:rsidRDefault="00F20319" w:rsidP="006D418A">
      <w:pPr>
        <w:autoSpaceDE w:val="0"/>
        <w:jc w:val="both"/>
        <w:rPr>
          <w:sz w:val="28"/>
          <w:szCs w:val="28"/>
        </w:rPr>
      </w:pPr>
    </w:p>
    <w:p w:rsidR="00F20319" w:rsidRDefault="00F20319" w:rsidP="008109A8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oval id="Овал 15" o:spid="_x0000_s1055" style="position:absolute;left:0;text-align:left;margin-left:241.95pt;margin-top:-8.6pt;width:241.5pt;height:126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" strokeweight=".5pt">
            <v:textbox style="mso-next-textbox:#Овал 15">
              <w:txbxContent>
                <w:p w:rsidR="00F20319" w:rsidRPr="00E863FC" w:rsidRDefault="00F20319" w:rsidP="00F23937">
                  <w:pPr>
                    <w:jc w:val="center"/>
                  </w:pPr>
                  <w:r>
                    <w:t>Подготовка и выдача письменного отказа в выдаче заключения о возможности быть опекуном (попечителем) в отношении несовершеннолетних</w:t>
                  </w:r>
                </w:p>
                <w:p w:rsidR="00F20319" w:rsidRDefault="00F20319" w:rsidP="00F23937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rect id="Прямоугольник 9" o:spid="_x0000_s1056" style="position:absolute;left:0;text-align:left;margin-left:280.35pt;margin-top:9pt;width:179.3pt;height:104.6pt;z-index:-251677696;visibility:visible;v-text-anchor:middle" wrapcoords="-181 -155 -181 21600 21781 21600 21781 -155 -181 -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" strokecolor="white" strokeweight="2pt">
            <w10:wrap type="tight"/>
          </v:rect>
        </w:pict>
      </w:r>
      <w:r>
        <w:rPr>
          <w:noProof/>
          <w:lang w:eastAsia="ru-RU"/>
        </w:rPr>
        <w:pict>
          <v:shape id="Text Box 43" o:spid="_x0000_s1057" type="#_x0000_t202" style="position:absolute;left:0;text-align:left;margin-left:-.8pt;margin-top:3.75pt;width:235pt;height:91pt;z-index:2516439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" strokeweight=".5pt">
            <v:textbox style="mso-next-textbox:#Text Box 43" inset="7.45pt,3.85pt,7.45pt,3.85pt">
              <w:txbxContent>
                <w:p w:rsidR="00F20319" w:rsidRPr="00E863FC" w:rsidRDefault="00F20319" w:rsidP="00E95F48">
                  <w:pPr>
                    <w:jc w:val="center"/>
                  </w:pPr>
                  <w:r w:rsidRPr="008109A8">
            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                                                              </w:t>
      </w:r>
    </w:p>
    <w:p w:rsidR="00F20319" w:rsidRDefault="00F20319" w:rsidP="008109A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20319" w:rsidRDefault="00F20319" w:rsidP="008109A8">
      <w:pPr>
        <w:autoSpaceDE w:val="0"/>
        <w:jc w:val="both"/>
        <w:rPr>
          <w:sz w:val="28"/>
          <w:szCs w:val="28"/>
        </w:rPr>
      </w:pPr>
    </w:p>
    <w:p w:rsidR="00F20319" w:rsidRDefault="00F20319" w:rsidP="0070174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F2393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F20319" w:rsidRDefault="00F20319" w:rsidP="00F23937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58" type="#_x0000_t32" style="position:absolute;left:0;text-align:left;margin-left:117pt;margin-top:2.8pt;width:0;height:2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">
            <v:stroke endarrow="open"/>
          </v:shape>
        </w:pict>
      </w:r>
    </w:p>
    <w:p w:rsidR="00F20319" w:rsidRDefault="00F20319" w:rsidP="00F23937">
      <w:pPr>
        <w:autoSpaceDE w:val="0"/>
        <w:jc w:val="both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23" o:spid="_x0000_s1059" style="position:absolute;left:0;text-align:left;margin-left:-8.25pt;margin-top:1.05pt;width:478.85pt;height:39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" strokeweight=".5pt">
            <v:textbox>
              <w:txbxContent>
                <w:p w:rsidR="00F20319" w:rsidRDefault="00F20319" w:rsidP="00487794">
                  <w:pPr>
                    <w:jc w:val="center"/>
                  </w:pPr>
                  <w:r w:rsidRPr="00487794">
                    <w:t>Принятие решения о предоставлении либо об отказе в предоставлении государственной услуги</w:t>
                  </w:r>
                </w:p>
              </w:txbxContent>
            </v:textbox>
          </v:rect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7" o:spid="_x0000_s1060" type="#_x0000_t32" style="position:absolute;left:0;text-align:left;margin-left:234.85pt;margin-top:13.25pt;width:0;height:25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" strokecolor="windowText">
            <v:stroke endarrow="open"/>
          </v:shape>
        </w:pict>
      </w:r>
    </w:p>
    <w:p w:rsidR="00F20319" w:rsidRDefault="00F20319" w:rsidP="004A6800">
      <w:pPr>
        <w:autoSpaceDE w:val="0"/>
        <w:jc w:val="center"/>
        <w:rPr>
          <w:sz w:val="28"/>
          <w:szCs w:val="28"/>
        </w:rPr>
      </w:pPr>
    </w:p>
    <w:p w:rsidR="00F20319" w:rsidRDefault="00F20319" w:rsidP="004A6800">
      <w:pPr>
        <w:autoSpaceDE w:val="0"/>
        <w:jc w:val="center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26" o:spid="_x0000_s1061" type="#_x0000_t110" style="position:absolute;left:0;text-align:left;margin-left:-4.9pt;margin-top:1.8pt;width:478.85pt;height:40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" strokeweight=".5pt">
            <v:textbox>
              <w:txbxContent>
                <w:p w:rsidR="00F20319" w:rsidRPr="009C1A95" w:rsidRDefault="00F20319" w:rsidP="004A6800">
                  <w:pPr>
                    <w:jc w:val="center"/>
                  </w:pPr>
                  <w:r w:rsidRPr="009C1A95">
                    <w:t>Вывод должностного лица:</w:t>
                  </w:r>
                </w:p>
                <w:p w:rsidR="00F20319" w:rsidRDefault="00F20319" w:rsidP="004A6800">
                  <w:pPr>
                    <w:jc w:val="center"/>
                  </w:pPr>
                </w:p>
              </w:txbxContent>
            </v:textbox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2" style="position:absolute;left:0;text-align:left;margin-left:239.7pt;margin-top:11.6pt;width:240.7pt;height:114.4pt;z-index:251667456;mso-wrap-distance-left:0;mso-wrap-distance-right:0" coordorigin="520,-31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r4jAMAALM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">
            <v:shape id="AutoShape 41" o:spid="_x0000_s1063" type="#_x0000_t4" style="position:absolute;left:520;top:-31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<v:shape id="Text Box 42" o:spid="_x0000_s1064" type="#_x0000_t202" style="position:absolute;left:928;top:9;width:3021;height:5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<v:stroke joinstyle="round"/>
              <v:textbox style="mso-next-textbox:#Text Box 42">
                <w:txbxContent>
                  <w:p w:rsidR="00F20319" w:rsidRDefault="00F20319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</w:p>
                  <w:p w:rsidR="00F20319" w:rsidRPr="00C6089D" w:rsidRDefault="00F20319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</w:t>
                    </w:r>
                  </w:p>
                  <w:p w:rsidR="00F20319" w:rsidRDefault="00F20319" w:rsidP="00C6089D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 xml:space="preserve"> и подписание заключения о невозможности быть </w:t>
                    </w:r>
                    <w:r>
                      <w:rPr>
                        <w:sz w:val="23"/>
                        <w:szCs w:val="23"/>
                      </w:rPr>
                      <w:t xml:space="preserve">опекуном (попечителем) в отношении </w:t>
                    </w:r>
                  </w:p>
                  <w:p w:rsidR="00F20319" w:rsidRDefault="00F20319" w:rsidP="00583A2D">
                    <w:pPr>
                      <w:jc w:val="center"/>
                    </w:pPr>
                  </w:p>
                  <w:p w:rsidR="00F20319" w:rsidRDefault="00F20319" w:rsidP="00583A2D">
                    <w:pPr>
                      <w:jc w:val="center"/>
                    </w:pPr>
                    <w:r>
                      <w:t>заявления и прилагаемых к</w:t>
                    </w:r>
                  </w:p>
                  <w:p w:rsidR="00F20319" w:rsidRDefault="00F20319" w:rsidP="00583A2D">
                    <w:pPr>
                      <w:jc w:val="center"/>
                    </w:pPr>
                    <w:r w:rsidRPr="009C1A95">
                      <w:t>нему документов требованиям законодательства и</w:t>
                    </w:r>
                  </w:p>
                  <w:p w:rsidR="00F20319" w:rsidRPr="009C1A95" w:rsidRDefault="00F20319" w:rsidP="00583A2D">
                    <w:pPr>
                      <w:jc w:val="center"/>
                    </w:pPr>
                    <w:r w:rsidRPr="009C1A95">
                      <w:t>Регламента</w:t>
                    </w:r>
                  </w:p>
                  <w:p w:rsidR="00F20319" w:rsidRDefault="00F20319" w:rsidP="00C6089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5" style="position:absolute;left:0;text-align:left;margin-left:-31.8pt;margin-top:4.75pt;width:260.9pt;height:99.6pt;z-index:25166643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">
            <v:shape id="AutoShape 41" o:spid="_x0000_s106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<v:shape id="Text Box 42" o:spid="_x0000_s1067" type="#_x0000_t202" style="position:absolute;left:731;top:117;width:3469;height: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<v:stroke joinstyle="round"/>
              <v:textbox>
                <w:txbxContent>
                  <w:p w:rsidR="00F20319" w:rsidRDefault="00F20319" w:rsidP="00EC1B06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 и подписание заключения</w:t>
                    </w:r>
                  </w:p>
                  <w:p w:rsidR="00F20319" w:rsidRDefault="00F20319" w:rsidP="007204AB">
                    <w:pPr>
                      <w:jc w:val="center"/>
                    </w:pPr>
                    <w:r w:rsidRPr="00C6089D">
                      <w:rPr>
                        <w:sz w:val="23"/>
                        <w:szCs w:val="23"/>
                      </w:rPr>
                      <w:t xml:space="preserve"> о возможности быть </w:t>
                    </w:r>
                    <w:r>
                      <w:rPr>
                        <w:sz w:val="23"/>
                        <w:szCs w:val="23"/>
                      </w:rPr>
                      <w:t xml:space="preserve">опекуном </w:t>
                    </w:r>
                    <w:r w:rsidRPr="00C6089D">
                      <w:rPr>
                        <w:sz w:val="23"/>
                        <w:szCs w:val="23"/>
                      </w:rPr>
                      <w:t>(</w:t>
                    </w:r>
                    <w:r>
                      <w:rPr>
                        <w:sz w:val="23"/>
                        <w:szCs w:val="23"/>
                      </w:rPr>
                      <w:t>попечителем</w:t>
                    </w:r>
                    <w:r w:rsidRPr="00C6089D">
                      <w:rPr>
                        <w:sz w:val="23"/>
                        <w:szCs w:val="23"/>
                      </w:rPr>
                      <w:t>)</w:t>
                    </w:r>
                    <w:r>
                      <w:rPr>
                        <w:sz w:val="23"/>
                        <w:szCs w:val="23"/>
                      </w:rPr>
                      <w:t xml:space="preserve"> в отношении несовершеннолетнего</w:t>
                    </w:r>
                  </w:p>
                  <w:p w:rsidR="00F20319" w:rsidRDefault="00F20319" w:rsidP="00E863FC">
                    <w:pPr>
                      <w:jc w:val="center"/>
                    </w:pPr>
                  </w:p>
                  <w:p w:rsidR="00F20319" w:rsidRDefault="00F20319" w:rsidP="00E863FC">
                    <w:pPr>
                      <w:jc w:val="center"/>
                    </w:pPr>
                    <w:r>
                      <w:t>заявления и прилагаемых к</w:t>
                    </w:r>
                  </w:p>
                  <w:p w:rsidR="00F20319" w:rsidRDefault="00F20319" w:rsidP="00E863FC">
                    <w:pPr>
                      <w:jc w:val="center"/>
                    </w:pPr>
                    <w:r w:rsidRPr="009C1A95">
                      <w:t>нему документов требованиям законодательства и</w:t>
                    </w:r>
                  </w:p>
                  <w:p w:rsidR="00F20319" w:rsidRPr="009C1A95" w:rsidRDefault="00F20319" w:rsidP="00E863FC">
                    <w:pPr>
                      <w:jc w:val="center"/>
                    </w:pPr>
                    <w:r w:rsidRPr="009C1A95"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shape id="Прямая со стрелкой 28" o:spid="_x0000_s1068" type="#_x0000_t32" style="position:absolute;left:0;text-align:left;margin-left:304.05pt;margin-top:4.85pt;width:0;height:14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AUkPwNwAAAAIAQAA&#10;DwAAAAAAAAAAAAAAAABhBAAAZHJzL2Rvd25yZXYueG1sUEsFBgAAAAAEAAQA8wAAAGoFAAAAAA==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27" o:spid="_x0000_s1069" type="#_x0000_t32" style="position:absolute;left:0;text-align:left;margin-left:158.05pt;margin-top:6.9pt;width:0;height:1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yWmdN0AAAAJ&#10;AQAADwAAAAAAAAAAAAAAAABjBAAAZHJzL2Rvd25yZXYueG1sUEsFBgAAAAAEAAQA8wAAAG0FAAAA&#10;AA==&#10;">
            <v:stroke endarrow="open"/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44" o:spid="_x0000_s1070" style="position:absolute;left:0;text-align:left;margin-left:-4.9pt;margin-top:5.15pt;width:234.3pt;height:69.9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strokecolor="white" strokeweight="2pt"/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47" o:spid="_x0000_s1071" type="#_x0000_t32" style="position:absolute;left:0;text-align:left;margin-left:190.95pt;margin-top:6.95pt;width:0;height:41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8" o:spid="_x0000_s1072" type="#_x0000_t32" style="position:absolute;left:0;text-align:left;margin-left:266.6pt;margin-top:7.2pt;width:0;height:42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">
            <v:stroke endarrow="open"/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pict>
          <v:shape id="Прямая со стрелкой 21" o:spid="_x0000_s1073" type="#_x0000_t32" style="position:absolute;left:0;text-align:left;margin-left:427.95pt;margin-top:4pt;width:0;height:12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" strokecolor="windowText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0" o:spid="_x0000_s1074" type="#_x0000_t32" style="position:absolute;left:0;text-align:left;margin-left:24.45pt;margin-top:4pt;width:0;height:12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" strokecolor="windowText" strokeweight=".5pt">
            <v:stroke endarrow="open"/>
          </v:shape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16" o:spid="_x0000_s1075" style="position:absolute;left:0;text-align:left;margin-left:74.7pt;margin-top:.65pt;width:300.75pt;height:91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" strokeweight=".25pt">
            <v:textbox>
              <w:txbxContent>
                <w:p w:rsidR="00F20319" w:rsidRDefault="00F20319" w:rsidP="00410718">
                  <w:pPr>
                    <w:jc w:val="center"/>
                  </w:pPr>
                  <w:r>
                    <w:t>П</w:t>
                  </w:r>
                  <w:r w:rsidRPr="00410718">
                    <w:t xml:space="preserve">ередача заключения о </w:t>
                  </w:r>
                  <w:r>
                    <w:t>возможности быть опекуном (попечителем)</w:t>
                  </w:r>
                  <w:r w:rsidRPr="00592D6E">
                    <w:t xml:space="preserve"> </w:t>
                  </w:r>
                  <w:r>
                    <w:t>либо о невозможности быть опекуном (попечителем)</w:t>
                  </w:r>
                  <w:r w:rsidRPr="00410718">
                    <w:t xml:space="preserve"> </w:t>
                  </w:r>
                  <w:r>
                    <w:t xml:space="preserve">в отношении несовершеннолетнего </w:t>
                  </w:r>
                  <w:r w:rsidRPr="00410718">
                    <w:t>из органа опеки и попечительства в МФЦ</w:t>
                  </w:r>
                  <w:r>
                    <w:t xml:space="preserve"> (в случае, если </w:t>
                  </w:r>
                  <w:r w:rsidRPr="00410718">
                    <w:t>заявление и документ</w:t>
                  </w:r>
                  <w:r>
                    <w:t>ы о</w:t>
                  </w:r>
                  <w:r w:rsidRPr="00410718">
                    <w:t xml:space="preserve"> получением государственной услуги</w:t>
                  </w:r>
                  <w:r>
                    <w:t xml:space="preserve"> были поданы заявителем через МФЦ)</w:t>
                  </w:r>
                </w:p>
              </w:txbxContent>
            </v:textbox>
          </v:rect>
        </w:pict>
      </w:r>
    </w:p>
    <w:p w:rsidR="00F20319" w:rsidRDefault="00F20319" w:rsidP="00E95F48">
      <w:pPr>
        <w:autoSpaceDE w:val="0"/>
        <w:jc w:val="right"/>
        <w:rPr>
          <w:sz w:val="28"/>
          <w:szCs w:val="28"/>
        </w:rPr>
      </w:pPr>
    </w:p>
    <w:p w:rsidR="00F20319" w:rsidRDefault="00F20319" w:rsidP="001E7900">
      <w:pPr>
        <w:autoSpaceDE w:val="0"/>
        <w:jc w:val="center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8" o:spid="_x0000_s1076" type="#_x0000_t32" style="position:absolute;margin-left:231pt;margin-top:6.15pt;width:0;height:14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" strokecolor="windowText">
            <v:stroke endarrow="open"/>
          </v:shape>
        </w:pict>
      </w:r>
    </w:p>
    <w:p w:rsidR="00F20319" w:rsidRDefault="00F20319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oval id="Овал 84" o:spid="_x0000_s1077" style="position:absolute;margin-left:-9.6pt;margin-top:4.45pt;width:502.5pt;height:89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" strokeweight=".5pt">
            <v:textbox>
              <w:txbxContent>
                <w:p w:rsidR="00F20319" w:rsidRDefault="00F20319" w:rsidP="00592D6E">
                  <w:pPr>
                    <w:jc w:val="center"/>
                  </w:pPr>
                  <w:r w:rsidRPr="00592D6E">
                    <w:t xml:space="preserve">Выдача заключения о </w:t>
                  </w:r>
                  <w:r>
                    <w:t>возможности быть опекуном (попечителем) в отношении несовершеннолетнего</w:t>
                  </w:r>
                  <w:r w:rsidRPr="00592D6E">
                    <w:t xml:space="preserve"> </w:t>
                  </w:r>
                  <w:r>
                    <w:t>либо о невозможности быть опекуном (попечителем) в отношении несовершеннолетнего</w:t>
                  </w:r>
                  <w:r w:rsidRPr="00592D6E">
                    <w:t xml:space="preserve"> с указанием причин отказа</w:t>
                  </w:r>
                </w:p>
              </w:txbxContent>
            </v:textbox>
          </v:oval>
        </w:pict>
      </w: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4A6800">
      <w:pPr>
        <w:autoSpaceDE w:val="0"/>
        <w:rPr>
          <w:sz w:val="28"/>
          <w:szCs w:val="28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F20319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F20319" w:rsidRPr="00B86BBF" w:rsidRDefault="00F20319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F20319" w:rsidRDefault="00F20319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190.5pt" o:ole="" filled="t">
            <v:fill color2="black"/>
            <v:imagedata r:id="rId6" o:title=""/>
          </v:shape>
          <o:OLEObject Type="Embed" ProgID="Microsoft" ShapeID="_x0000_i1025" DrawAspect="Content" ObjectID="_1511183263" r:id="rId7"/>
        </w:object>
      </w:r>
    </w:p>
    <w:p w:rsidR="00F20319" w:rsidRDefault="00F20319" w:rsidP="005A79BD">
      <w:pPr>
        <w:rPr>
          <w:sz w:val="28"/>
          <w:szCs w:val="28"/>
          <w:lang w:eastAsia="ru-RU"/>
        </w:rPr>
      </w:pPr>
    </w:p>
    <w:p w:rsidR="00F20319" w:rsidRDefault="00F20319" w:rsidP="005A79BD">
      <w:pPr>
        <w:rPr>
          <w:sz w:val="28"/>
          <w:szCs w:val="28"/>
          <w:lang w:eastAsia="ru-RU"/>
        </w:rPr>
      </w:pPr>
    </w:p>
    <w:p w:rsidR="00F20319" w:rsidRDefault="00F20319" w:rsidP="005A79BD">
      <w:pPr>
        <w:rPr>
          <w:sz w:val="28"/>
          <w:szCs w:val="28"/>
          <w:lang w:eastAsia="ru-RU"/>
        </w:rPr>
      </w:pPr>
    </w:p>
    <w:p w:rsidR="00F20319" w:rsidRDefault="00F20319" w:rsidP="007D67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министра социального</w:t>
      </w:r>
    </w:p>
    <w:p w:rsidR="00F20319" w:rsidRDefault="00F20319" w:rsidP="007D67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семейной политики</w:t>
      </w:r>
    </w:p>
    <w:p w:rsidR="00F20319" w:rsidRDefault="00F20319" w:rsidP="007D673A">
      <w:r>
        <w:rPr>
          <w:sz w:val="28"/>
          <w:szCs w:val="28"/>
        </w:rPr>
        <w:t>Краснодарского края                                                                              А.В. Кнышов</w:t>
      </w:r>
    </w:p>
    <w:sectPr w:rsidR="00F20319" w:rsidSect="005A79B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319" w:rsidRDefault="00F20319" w:rsidP="00D07837">
      <w:r>
        <w:separator/>
      </w:r>
    </w:p>
  </w:endnote>
  <w:endnote w:type="continuationSeparator" w:id="0">
    <w:p w:rsidR="00F20319" w:rsidRDefault="00F20319" w:rsidP="00D07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319" w:rsidRDefault="00F20319" w:rsidP="00D07837">
      <w:r>
        <w:separator/>
      </w:r>
    </w:p>
  </w:footnote>
  <w:footnote w:type="continuationSeparator" w:id="0">
    <w:p w:rsidR="00F20319" w:rsidRDefault="00F20319" w:rsidP="00D07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9" w:rsidRPr="00D07837" w:rsidRDefault="00F20319">
    <w:pPr>
      <w:pStyle w:val="Header"/>
      <w:jc w:val="center"/>
      <w:rPr>
        <w:sz w:val="28"/>
        <w:szCs w:val="28"/>
      </w:rPr>
    </w:pPr>
    <w:r w:rsidRPr="00D07837">
      <w:rPr>
        <w:sz w:val="28"/>
        <w:szCs w:val="28"/>
      </w:rPr>
      <w:fldChar w:fldCharType="begin"/>
    </w:r>
    <w:r w:rsidRPr="00D07837">
      <w:rPr>
        <w:sz w:val="28"/>
        <w:szCs w:val="28"/>
      </w:rPr>
      <w:instrText>PAGE   \* MERGEFORMAT</w:instrText>
    </w:r>
    <w:r w:rsidRPr="00D07837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D07837">
      <w:rPr>
        <w:sz w:val="28"/>
        <w:szCs w:val="28"/>
      </w:rPr>
      <w:fldChar w:fldCharType="end"/>
    </w:r>
  </w:p>
  <w:p w:rsidR="00F20319" w:rsidRDefault="00F203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DF0"/>
    <w:rsid w:val="00055D7F"/>
    <w:rsid w:val="000920CD"/>
    <w:rsid w:val="000F36AA"/>
    <w:rsid w:val="00104723"/>
    <w:rsid w:val="001221F9"/>
    <w:rsid w:val="00131E17"/>
    <w:rsid w:val="0017679C"/>
    <w:rsid w:val="001836D4"/>
    <w:rsid w:val="001D45C2"/>
    <w:rsid w:val="001E7900"/>
    <w:rsid w:val="001F796E"/>
    <w:rsid w:val="0025222F"/>
    <w:rsid w:val="00253ED4"/>
    <w:rsid w:val="0027465E"/>
    <w:rsid w:val="002C605E"/>
    <w:rsid w:val="00410718"/>
    <w:rsid w:val="00437817"/>
    <w:rsid w:val="00473DB1"/>
    <w:rsid w:val="00487794"/>
    <w:rsid w:val="004A6800"/>
    <w:rsid w:val="004B0F5F"/>
    <w:rsid w:val="004B5242"/>
    <w:rsid w:val="004C4059"/>
    <w:rsid w:val="004F00A9"/>
    <w:rsid w:val="00514C17"/>
    <w:rsid w:val="0054180E"/>
    <w:rsid w:val="00546717"/>
    <w:rsid w:val="00583A2D"/>
    <w:rsid w:val="00585F80"/>
    <w:rsid w:val="00592D6E"/>
    <w:rsid w:val="005A1335"/>
    <w:rsid w:val="005A6345"/>
    <w:rsid w:val="005A79BD"/>
    <w:rsid w:val="005B3942"/>
    <w:rsid w:val="005D17F9"/>
    <w:rsid w:val="00644D65"/>
    <w:rsid w:val="006844A4"/>
    <w:rsid w:val="006964A5"/>
    <w:rsid w:val="006D1096"/>
    <w:rsid w:val="006D418A"/>
    <w:rsid w:val="006D45BB"/>
    <w:rsid w:val="006F51B4"/>
    <w:rsid w:val="0070174E"/>
    <w:rsid w:val="007204AB"/>
    <w:rsid w:val="00727B5E"/>
    <w:rsid w:val="00751039"/>
    <w:rsid w:val="00761A4B"/>
    <w:rsid w:val="007C7723"/>
    <w:rsid w:val="007D673A"/>
    <w:rsid w:val="007D7D4C"/>
    <w:rsid w:val="007F7DD5"/>
    <w:rsid w:val="008109A8"/>
    <w:rsid w:val="008A15A5"/>
    <w:rsid w:val="008C0B93"/>
    <w:rsid w:val="008E6C24"/>
    <w:rsid w:val="008F0DF2"/>
    <w:rsid w:val="0091107B"/>
    <w:rsid w:val="00965D68"/>
    <w:rsid w:val="009A0DF0"/>
    <w:rsid w:val="009C1A95"/>
    <w:rsid w:val="009D2B44"/>
    <w:rsid w:val="009F1A4A"/>
    <w:rsid w:val="00A042C2"/>
    <w:rsid w:val="00B84219"/>
    <w:rsid w:val="00B86BBF"/>
    <w:rsid w:val="00BF1959"/>
    <w:rsid w:val="00C17B55"/>
    <w:rsid w:val="00C2131F"/>
    <w:rsid w:val="00C412D6"/>
    <w:rsid w:val="00C6089D"/>
    <w:rsid w:val="00D07837"/>
    <w:rsid w:val="00D70A43"/>
    <w:rsid w:val="00DB3E7E"/>
    <w:rsid w:val="00DC0F1A"/>
    <w:rsid w:val="00DE38B9"/>
    <w:rsid w:val="00DE4DEA"/>
    <w:rsid w:val="00E6501E"/>
    <w:rsid w:val="00E863FC"/>
    <w:rsid w:val="00E95F48"/>
    <w:rsid w:val="00EB4B2B"/>
    <w:rsid w:val="00EB5181"/>
    <w:rsid w:val="00EC1B06"/>
    <w:rsid w:val="00F20319"/>
    <w:rsid w:val="00F21CD0"/>
    <w:rsid w:val="00F22D00"/>
    <w:rsid w:val="00F23937"/>
    <w:rsid w:val="00F45540"/>
    <w:rsid w:val="00F841FA"/>
    <w:rsid w:val="00FC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4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C17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124</Words>
  <Characters>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savenko</cp:lastModifiedBy>
  <cp:revision>24</cp:revision>
  <cp:lastPrinted>2015-12-09T13:17:00Z</cp:lastPrinted>
  <dcterms:created xsi:type="dcterms:W3CDTF">2014-12-21T19:16:00Z</dcterms:created>
  <dcterms:modified xsi:type="dcterms:W3CDTF">2015-12-09T13:21:00Z</dcterms:modified>
</cp:coreProperties>
</file>